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6560E" w14:textId="49885855" w:rsidR="00585745" w:rsidRPr="000C0EE1" w:rsidRDefault="00802A91" w:rsidP="001E7FB6">
      <w:pPr>
        <w:tabs>
          <w:tab w:val="right" w:pos="10204"/>
        </w:tabs>
        <w:jc w:val="both"/>
        <w:rPr>
          <w:b/>
          <w:sz w:val="28"/>
          <w:szCs w:val="28"/>
          <w:lang w:val="ro-RO"/>
        </w:rPr>
      </w:pPr>
      <w:r w:rsidRPr="000C0EE1">
        <w:rPr>
          <w:b/>
          <w:sz w:val="28"/>
          <w:szCs w:val="28"/>
          <w:lang w:val="ro-RO"/>
        </w:rPr>
        <w:t xml:space="preserve">Problema </w:t>
      </w:r>
      <w:r w:rsidR="001F3C75">
        <w:rPr>
          <w:b/>
          <w:sz w:val="28"/>
          <w:szCs w:val="28"/>
          <w:lang w:val="ro-RO"/>
        </w:rPr>
        <w:t>2</w:t>
      </w:r>
      <w:r w:rsidRPr="000C0EE1">
        <w:rPr>
          <w:b/>
          <w:sz w:val="28"/>
          <w:szCs w:val="28"/>
          <w:lang w:val="ro-RO"/>
        </w:rPr>
        <w:t xml:space="preserve"> </w:t>
      </w:r>
      <w:r w:rsidR="001E7FB6">
        <w:rPr>
          <w:b/>
          <w:sz w:val="28"/>
          <w:szCs w:val="28"/>
          <w:lang w:val="ro-RO"/>
        </w:rPr>
        <w:t>gems</w:t>
      </w:r>
      <w:r w:rsidR="00585745" w:rsidRPr="000C0EE1">
        <w:rPr>
          <w:b/>
          <w:sz w:val="28"/>
          <w:szCs w:val="28"/>
          <w:lang w:val="ro-RO"/>
        </w:rPr>
        <w:tab/>
      </w:r>
      <w:r w:rsidR="00585745" w:rsidRPr="000C0EE1">
        <w:rPr>
          <w:rFonts w:ascii="Courier New" w:hAnsi="Courier New" w:cs="Courier New"/>
          <w:b/>
          <w:sz w:val="28"/>
          <w:szCs w:val="28"/>
          <w:lang w:val="ro-RO"/>
        </w:rPr>
        <w:t>100</w:t>
      </w:r>
      <w:r w:rsidR="00585745" w:rsidRPr="000C0EE1">
        <w:rPr>
          <w:b/>
          <w:sz w:val="28"/>
          <w:szCs w:val="28"/>
          <w:lang w:val="ro-RO"/>
        </w:rPr>
        <w:t xml:space="preserve"> puncte</w:t>
      </w:r>
    </w:p>
    <w:p w14:paraId="4C64F45E" w14:textId="2B68521C" w:rsidR="001E7FB6" w:rsidRPr="00C3497D" w:rsidRDefault="001E7FB6" w:rsidP="00C3497D">
      <w:pPr>
        <w:jc w:val="both"/>
        <w:rPr>
          <w:sz w:val="22"/>
          <w:szCs w:val="22"/>
        </w:rPr>
      </w:pPr>
      <w:r w:rsidRPr="00C3497D">
        <w:rPr>
          <w:sz w:val="22"/>
          <w:szCs w:val="22"/>
        </w:rPr>
        <w:t xml:space="preserve">Vasilică lucrează la un nou joc şi deja a ajuns la nivelul 13! Acest nivel trebuie să fie mai special (având în vedere numărul lui). Până la acest nivel Gemini (personajul principal al jocului) a acumulat </w:t>
      </w:r>
      <w:r w:rsidRPr="00C3497D">
        <w:rPr>
          <w:rFonts w:ascii="Courier New" w:hAnsi="Courier New" w:cs="Courier New"/>
          <w:sz w:val="22"/>
          <w:szCs w:val="22"/>
        </w:rPr>
        <w:t>N</w:t>
      </w:r>
      <w:r w:rsidRPr="00C3497D">
        <w:rPr>
          <w:sz w:val="22"/>
          <w:szCs w:val="22"/>
        </w:rPr>
        <w:t xml:space="preserve"> tipuri de pietre preţioase (</w:t>
      </w:r>
      <w:r w:rsidRPr="00C3497D">
        <w:rPr>
          <w:i/>
          <w:iCs/>
          <w:sz w:val="22"/>
          <w:szCs w:val="22"/>
        </w:rPr>
        <w:t>gems</w:t>
      </w:r>
      <w:r w:rsidRPr="00C3497D">
        <w:rPr>
          <w:sz w:val="22"/>
          <w:szCs w:val="22"/>
        </w:rPr>
        <w:t xml:space="preserve">), fiecare tip de piatră având o valoare cunoscută (fie </w:t>
      </w:r>
      <w:r w:rsidRPr="00C3497D">
        <w:rPr>
          <w:rFonts w:ascii="Courier New" w:hAnsi="Courier New" w:cs="Courier New"/>
          <w:sz w:val="22"/>
          <w:szCs w:val="22"/>
        </w:rPr>
        <w:t>v</w:t>
      </w:r>
      <w:r w:rsidRPr="00C3497D">
        <w:rPr>
          <w:rFonts w:ascii="Courier New" w:hAnsi="Courier New" w:cs="Courier New"/>
          <w:sz w:val="22"/>
          <w:szCs w:val="22"/>
          <w:vertAlign w:val="subscript"/>
        </w:rPr>
        <w:t>i</w:t>
      </w:r>
      <w:r w:rsidRPr="00C3497D">
        <w:rPr>
          <w:sz w:val="22"/>
          <w:szCs w:val="22"/>
        </w:rPr>
        <w:t xml:space="preserve"> valoarea pietrelor preţioase de tipul </w:t>
      </w:r>
      <w:r w:rsidRPr="00C3497D">
        <w:rPr>
          <w:rFonts w:ascii="Courier New" w:hAnsi="Courier New" w:cs="Courier New"/>
          <w:sz w:val="22"/>
          <w:szCs w:val="22"/>
        </w:rPr>
        <w:t>i</w:t>
      </w:r>
      <w:r w:rsidRPr="00C3497D">
        <w:rPr>
          <w:sz w:val="22"/>
          <w:szCs w:val="22"/>
        </w:rPr>
        <w:t xml:space="preserve">, </w:t>
      </w:r>
      <w:r w:rsidRPr="00C3497D">
        <w:rPr>
          <w:rFonts w:ascii="Courier New" w:hAnsi="Courier New" w:cs="Courier New"/>
          <w:sz w:val="22"/>
          <w:szCs w:val="22"/>
        </w:rPr>
        <w:t>1≤i≤N</w:t>
      </w:r>
      <w:r w:rsidRPr="00C3497D">
        <w:rPr>
          <w:sz w:val="22"/>
          <w:szCs w:val="22"/>
        </w:rPr>
        <w:t xml:space="preserve">). La acest nivel pe ecran apar </w:t>
      </w:r>
      <w:r w:rsidRPr="00C3497D">
        <w:rPr>
          <w:rFonts w:ascii="Courier New" w:hAnsi="Courier New" w:cs="Courier New"/>
          <w:sz w:val="22"/>
          <w:szCs w:val="22"/>
        </w:rPr>
        <w:t>P*P</w:t>
      </w:r>
      <w:r w:rsidRPr="00C3497D">
        <w:rPr>
          <w:sz w:val="22"/>
          <w:szCs w:val="22"/>
        </w:rPr>
        <w:t xml:space="preserve"> camere, dispuse pe </w:t>
      </w:r>
      <w:r w:rsidRPr="00C3497D">
        <w:rPr>
          <w:rFonts w:ascii="Courier New" w:hAnsi="Courier New" w:cs="Courier New"/>
          <w:sz w:val="22"/>
          <w:szCs w:val="22"/>
        </w:rPr>
        <w:t>P</w:t>
      </w:r>
      <w:r w:rsidRPr="00C3497D">
        <w:rPr>
          <w:sz w:val="22"/>
          <w:szCs w:val="22"/>
        </w:rPr>
        <w:t xml:space="preserve"> linii şi </w:t>
      </w:r>
      <w:r w:rsidRPr="00C3497D">
        <w:rPr>
          <w:rFonts w:ascii="Courier New" w:hAnsi="Courier New" w:cs="Courier New"/>
          <w:sz w:val="22"/>
          <w:szCs w:val="22"/>
        </w:rPr>
        <w:t>P</w:t>
      </w:r>
      <w:r w:rsidRPr="00C3497D">
        <w:rPr>
          <w:sz w:val="22"/>
          <w:szCs w:val="22"/>
        </w:rPr>
        <w:t xml:space="preserve"> coloane sub forma unui tablou bidimensional. Camera de pe linia </w:t>
      </w:r>
      <w:r w:rsidRPr="00C3497D">
        <w:rPr>
          <w:rFonts w:ascii="Courier New" w:hAnsi="Courier New" w:cs="Courier New"/>
          <w:sz w:val="22"/>
          <w:szCs w:val="22"/>
        </w:rPr>
        <w:t>i</w:t>
      </w:r>
      <w:r w:rsidRPr="00C3497D">
        <w:rPr>
          <w:sz w:val="22"/>
          <w:szCs w:val="22"/>
        </w:rPr>
        <w:t xml:space="preserve"> (</w:t>
      </w:r>
      <w:r w:rsidRPr="00C3497D">
        <w:rPr>
          <w:rFonts w:ascii="Courier New" w:hAnsi="Courier New" w:cs="Courier New"/>
          <w:sz w:val="22"/>
          <w:szCs w:val="22"/>
        </w:rPr>
        <w:t>1≤i&lt;P</w:t>
      </w:r>
      <w:r w:rsidRPr="00C3497D">
        <w:rPr>
          <w:sz w:val="22"/>
          <w:szCs w:val="22"/>
        </w:rPr>
        <w:t xml:space="preserve">) şi coloana </w:t>
      </w:r>
      <w:r w:rsidRPr="00C3497D">
        <w:rPr>
          <w:rFonts w:ascii="Courier New" w:hAnsi="Courier New" w:cs="Courier New"/>
          <w:sz w:val="22"/>
          <w:szCs w:val="22"/>
        </w:rPr>
        <w:t>j</w:t>
      </w:r>
      <w:r w:rsidRPr="00C3497D">
        <w:rPr>
          <w:sz w:val="22"/>
          <w:szCs w:val="22"/>
        </w:rPr>
        <w:t xml:space="preserve"> (</w:t>
      </w:r>
      <w:r w:rsidRPr="00C3497D">
        <w:rPr>
          <w:rFonts w:ascii="Courier New" w:hAnsi="Courier New" w:cs="Courier New"/>
          <w:sz w:val="22"/>
          <w:szCs w:val="22"/>
        </w:rPr>
        <w:t>1≤j≤P</w:t>
      </w:r>
      <w:r w:rsidRPr="00C3497D">
        <w:rPr>
          <w:sz w:val="22"/>
          <w:szCs w:val="22"/>
        </w:rPr>
        <w:t>) are uşi care se deschid doar din această cameră, astfel:</w:t>
      </w:r>
    </w:p>
    <w:p w14:paraId="57FF8EAB" w14:textId="7FD29E4D" w:rsidR="001E7FB6" w:rsidRPr="00C3497D" w:rsidRDefault="001E7FB6" w:rsidP="00C3497D">
      <w:pPr>
        <w:pStyle w:val="ListParagraph"/>
        <w:numPr>
          <w:ilvl w:val="0"/>
          <w:numId w:val="16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C3497D">
        <w:rPr>
          <w:rFonts w:ascii="Times New Roman" w:hAnsi="Times New Roman" w:cs="Times New Roman"/>
        </w:rPr>
        <w:t xml:space="preserve">prima uşă permite trecerea în camera de pe linia </w:t>
      </w:r>
      <w:r w:rsidRPr="00C3497D">
        <w:rPr>
          <w:rFonts w:ascii="Courier New" w:hAnsi="Courier New" w:cs="Courier New"/>
        </w:rPr>
        <w:t>i+1</w:t>
      </w:r>
      <w:r w:rsidRPr="00C3497D">
        <w:rPr>
          <w:rFonts w:ascii="Times New Roman" w:hAnsi="Times New Roman" w:cs="Times New Roman"/>
        </w:rPr>
        <w:t xml:space="preserve"> şi coloana </w:t>
      </w:r>
      <w:r w:rsidRPr="00C3497D">
        <w:rPr>
          <w:rFonts w:ascii="Courier New" w:hAnsi="Courier New" w:cs="Courier New"/>
        </w:rPr>
        <w:t>j-1</w:t>
      </w:r>
      <w:r w:rsidRPr="00C3497D">
        <w:rPr>
          <w:rFonts w:ascii="Times New Roman" w:hAnsi="Times New Roman" w:cs="Times New Roman"/>
        </w:rPr>
        <w:t xml:space="preserve"> (dacă această cameră există, adică </w:t>
      </w:r>
      <w:r w:rsidRPr="00C3497D">
        <w:rPr>
          <w:rFonts w:ascii="Courier New" w:hAnsi="Courier New" w:cs="Courier New"/>
        </w:rPr>
        <w:t>j&gt;1</w:t>
      </w:r>
      <w:r w:rsidRPr="00C3497D">
        <w:rPr>
          <w:rFonts w:ascii="Times New Roman" w:hAnsi="Times New Roman" w:cs="Times New Roman"/>
        </w:rPr>
        <w:t>);</w:t>
      </w:r>
    </w:p>
    <w:p w14:paraId="02110BC5" w14:textId="5F6156FF" w:rsidR="001E7FB6" w:rsidRPr="00C3497D" w:rsidRDefault="001E7FB6" w:rsidP="00C3497D">
      <w:pPr>
        <w:pStyle w:val="ListParagraph"/>
        <w:numPr>
          <w:ilvl w:val="0"/>
          <w:numId w:val="16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C3497D">
        <w:rPr>
          <w:rFonts w:ascii="Times New Roman" w:hAnsi="Times New Roman" w:cs="Times New Roman"/>
        </w:rPr>
        <w:t xml:space="preserve">a doua uşă permite trecerea în camera de pe linia </w:t>
      </w:r>
      <w:r w:rsidRPr="00C3497D">
        <w:rPr>
          <w:rFonts w:ascii="Courier New" w:hAnsi="Courier New" w:cs="Courier New"/>
        </w:rPr>
        <w:t>i+1</w:t>
      </w:r>
      <w:r w:rsidRPr="00C3497D">
        <w:rPr>
          <w:rFonts w:ascii="Times New Roman" w:hAnsi="Times New Roman" w:cs="Times New Roman"/>
        </w:rPr>
        <w:t xml:space="preserve"> şi coloana </w:t>
      </w:r>
      <w:r w:rsidRPr="00C3497D">
        <w:rPr>
          <w:rFonts w:ascii="Courier New" w:hAnsi="Courier New" w:cs="Courier New"/>
        </w:rPr>
        <w:t>j</w:t>
      </w:r>
      <w:r w:rsidRPr="00C3497D">
        <w:rPr>
          <w:rFonts w:ascii="Times New Roman" w:hAnsi="Times New Roman" w:cs="Times New Roman"/>
        </w:rPr>
        <w:t>;</w:t>
      </w:r>
    </w:p>
    <w:p w14:paraId="62FD2948" w14:textId="77777777" w:rsidR="001E7FB6" w:rsidRPr="00C3497D" w:rsidRDefault="001E7FB6" w:rsidP="00C3497D">
      <w:pPr>
        <w:pStyle w:val="ListParagraph"/>
        <w:numPr>
          <w:ilvl w:val="0"/>
          <w:numId w:val="16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C3497D">
        <w:rPr>
          <w:rFonts w:ascii="Times New Roman" w:hAnsi="Times New Roman" w:cs="Times New Roman"/>
        </w:rPr>
        <w:t xml:space="preserve">a treia uşă permite trecerea în camera de pe linia </w:t>
      </w:r>
      <w:r w:rsidRPr="00C3497D">
        <w:rPr>
          <w:rFonts w:ascii="Courier New" w:hAnsi="Courier New" w:cs="Courier New"/>
        </w:rPr>
        <w:t>i+1</w:t>
      </w:r>
      <w:r w:rsidRPr="00C3497D">
        <w:rPr>
          <w:rFonts w:ascii="Times New Roman" w:hAnsi="Times New Roman" w:cs="Times New Roman"/>
        </w:rPr>
        <w:t xml:space="preserve"> şi coloana </w:t>
      </w:r>
      <w:r w:rsidRPr="00C3497D">
        <w:rPr>
          <w:rFonts w:ascii="Courier New" w:hAnsi="Courier New" w:cs="Courier New"/>
        </w:rPr>
        <w:t>j+1</w:t>
      </w:r>
      <w:r w:rsidRPr="00C3497D">
        <w:rPr>
          <w:rFonts w:ascii="Times New Roman" w:hAnsi="Times New Roman" w:cs="Times New Roman"/>
        </w:rPr>
        <w:t xml:space="preserve"> (dacă această cameră există, adică </w:t>
      </w:r>
      <w:r w:rsidRPr="00C3497D">
        <w:rPr>
          <w:rFonts w:ascii="Courier New" w:hAnsi="Courier New" w:cs="Courier New"/>
        </w:rPr>
        <w:t>j&lt;P</w:t>
      </w:r>
      <w:r w:rsidRPr="00C3497D">
        <w:rPr>
          <w:rFonts w:ascii="Times New Roman" w:hAnsi="Times New Roman" w:cs="Times New Roman"/>
        </w:rPr>
        <w:t>).</w:t>
      </w:r>
    </w:p>
    <w:p w14:paraId="25258926" w14:textId="77777777" w:rsidR="001E7FB6" w:rsidRPr="00C3497D" w:rsidRDefault="001E7FB6" w:rsidP="00C3497D">
      <w:pPr>
        <w:jc w:val="both"/>
        <w:rPr>
          <w:sz w:val="22"/>
          <w:szCs w:val="22"/>
        </w:rPr>
      </w:pPr>
      <w:r w:rsidRPr="00C3497D">
        <w:rPr>
          <w:sz w:val="22"/>
          <w:szCs w:val="22"/>
        </w:rPr>
        <w:t xml:space="preserve">Unele dintre camerele de pe linia </w:t>
      </w:r>
      <w:r w:rsidRPr="00C3497D">
        <w:rPr>
          <w:rFonts w:ascii="Courier New" w:hAnsi="Courier New" w:cs="Courier New"/>
          <w:sz w:val="22"/>
          <w:szCs w:val="22"/>
        </w:rPr>
        <w:t>P</w:t>
      </w:r>
      <w:r w:rsidRPr="00C3497D">
        <w:rPr>
          <w:sz w:val="22"/>
          <w:szCs w:val="22"/>
        </w:rPr>
        <w:t xml:space="preserve"> (cea mai de jos) au uşă spre exterior (dacă Gemini ajunge în una dintre aceste camere poate trece la nivelul următor).</w:t>
      </w:r>
    </w:p>
    <w:p w14:paraId="2C0B470E" w14:textId="7C699EEB" w:rsidR="001E7FB6" w:rsidRPr="00C3497D" w:rsidRDefault="001E7FB6" w:rsidP="00C3497D">
      <w:pPr>
        <w:jc w:val="both"/>
        <w:rPr>
          <w:sz w:val="22"/>
          <w:szCs w:val="22"/>
        </w:rPr>
      </w:pPr>
      <w:r w:rsidRPr="00C3497D">
        <w:rPr>
          <w:sz w:val="22"/>
          <w:szCs w:val="22"/>
        </w:rPr>
        <w:t xml:space="preserve">În fiecare cameră există o singură piatră preţioasă. Pietrele preţioase au fost distribuite în camere în ordinea tipurilor de la </w:t>
      </w:r>
      <w:r w:rsidRPr="00C3497D">
        <w:rPr>
          <w:rFonts w:ascii="Courier New" w:hAnsi="Courier New" w:cs="Courier New"/>
          <w:sz w:val="22"/>
          <w:szCs w:val="22"/>
        </w:rPr>
        <w:t>1</w:t>
      </w:r>
      <w:r w:rsidRPr="00C3497D">
        <w:rPr>
          <w:sz w:val="22"/>
          <w:szCs w:val="22"/>
        </w:rPr>
        <w:t xml:space="preserve"> la </w:t>
      </w:r>
      <w:r w:rsidRPr="00C3497D">
        <w:rPr>
          <w:rFonts w:ascii="Courier New" w:hAnsi="Courier New" w:cs="Courier New"/>
          <w:sz w:val="22"/>
          <w:szCs w:val="22"/>
        </w:rPr>
        <w:t>N</w:t>
      </w:r>
      <w:r w:rsidRPr="00C3497D">
        <w:rPr>
          <w:sz w:val="22"/>
          <w:szCs w:val="22"/>
        </w:rPr>
        <w:t xml:space="preserve">, parcurgând camerele în ordinea crescătoare a liniilor, iar pe aceeaşi linie în ordinea crescătoare a coloanelor; după plasarea într-o cameră a unei pietre de tipul </w:t>
      </w:r>
      <w:r w:rsidRPr="00C3497D">
        <w:rPr>
          <w:rFonts w:ascii="Courier New" w:hAnsi="Courier New" w:cs="Courier New"/>
          <w:sz w:val="22"/>
          <w:szCs w:val="22"/>
        </w:rPr>
        <w:t>N</w:t>
      </w:r>
      <w:r w:rsidRPr="00C3497D">
        <w:rPr>
          <w:sz w:val="22"/>
          <w:szCs w:val="22"/>
        </w:rPr>
        <w:t xml:space="preserve">, se revine din nou la tipul </w:t>
      </w:r>
      <w:r w:rsidRPr="000E47AA">
        <w:rPr>
          <w:rFonts w:ascii="Courier New" w:hAnsi="Courier New" w:cs="Courier New"/>
          <w:sz w:val="20"/>
          <w:szCs w:val="22"/>
        </w:rPr>
        <w:t>1</w:t>
      </w:r>
      <w:r w:rsidRPr="00C3497D">
        <w:rPr>
          <w:sz w:val="22"/>
          <w:szCs w:val="22"/>
        </w:rPr>
        <w:t xml:space="preserve">. De exemplu, dacă </w:t>
      </w:r>
      <w:r w:rsidRPr="00C3497D">
        <w:rPr>
          <w:rFonts w:ascii="Courier New" w:hAnsi="Courier New" w:cs="Courier New"/>
          <w:sz w:val="22"/>
          <w:szCs w:val="22"/>
        </w:rPr>
        <w:t>N=5</w:t>
      </w:r>
      <w:r w:rsidRPr="00C3497D">
        <w:rPr>
          <w:sz w:val="22"/>
          <w:szCs w:val="22"/>
        </w:rPr>
        <w:t>, valorile pietrelor sunt (</w:t>
      </w:r>
      <w:r w:rsidRPr="00150198">
        <w:rPr>
          <w:rFonts w:ascii="Courier New" w:hAnsi="Courier New" w:cs="Courier New"/>
          <w:sz w:val="20"/>
          <w:szCs w:val="20"/>
        </w:rPr>
        <w:t>1</w:t>
      </w:r>
      <w:r w:rsidRPr="00C3497D">
        <w:rPr>
          <w:sz w:val="22"/>
          <w:szCs w:val="22"/>
        </w:rPr>
        <w:t>,</w:t>
      </w:r>
      <w:r w:rsidRPr="00D209D0">
        <w:rPr>
          <w:rFonts w:ascii="Courier New" w:hAnsi="Courier New" w:cs="Courier New"/>
          <w:sz w:val="20"/>
          <w:szCs w:val="22"/>
        </w:rPr>
        <w:t>7</w:t>
      </w:r>
      <w:r w:rsidRPr="00C3497D">
        <w:rPr>
          <w:sz w:val="22"/>
          <w:szCs w:val="22"/>
        </w:rPr>
        <w:t>,</w:t>
      </w:r>
      <w:r w:rsidRPr="00D209D0">
        <w:rPr>
          <w:rFonts w:ascii="Courier New" w:hAnsi="Courier New" w:cs="Courier New"/>
          <w:sz w:val="20"/>
          <w:szCs w:val="22"/>
        </w:rPr>
        <w:t>8</w:t>
      </w:r>
      <w:r w:rsidRPr="00C3497D">
        <w:rPr>
          <w:sz w:val="22"/>
          <w:szCs w:val="22"/>
        </w:rPr>
        <w:t>,</w:t>
      </w:r>
      <w:r w:rsidRPr="00D209D0">
        <w:rPr>
          <w:rFonts w:ascii="Courier New" w:hAnsi="Courier New" w:cs="Courier New"/>
          <w:sz w:val="20"/>
          <w:szCs w:val="22"/>
        </w:rPr>
        <w:t>1</w:t>
      </w:r>
      <w:r w:rsidRPr="00C3497D">
        <w:rPr>
          <w:sz w:val="22"/>
          <w:szCs w:val="22"/>
        </w:rPr>
        <w:t>,</w:t>
      </w:r>
      <w:r w:rsidRPr="00D209D0">
        <w:rPr>
          <w:rFonts w:ascii="Courier New" w:hAnsi="Courier New" w:cs="Courier New"/>
          <w:sz w:val="20"/>
          <w:szCs w:val="22"/>
        </w:rPr>
        <w:t>3</w:t>
      </w:r>
      <w:r w:rsidRPr="00C3497D">
        <w:rPr>
          <w:sz w:val="22"/>
          <w:szCs w:val="22"/>
        </w:rPr>
        <w:t xml:space="preserve">) şi </w:t>
      </w:r>
      <w:r w:rsidRPr="00C3497D">
        <w:rPr>
          <w:rFonts w:ascii="Courier New" w:hAnsi="Courier New" w:cs="Courier New"/>
          <w:sz w:val="20"/>
          <w:szCs w:val="22"/>
        </w:rPr>
        <w:t>P=4</w:t>
      </w:r>
      <w:r w:rsidRPr="00C3497D">
        <w:rPr>
          <w:sz w:val="22"/>
          <w:szCs w:val="22"/>
        </w:rPr>
        <w:t xml:space="preserve">, distribuţia pietrelor preţioase în camere va </w:t>
      </w:r>
      <w:r w:rsidR="00C3497D">
        <w:rPr>
          <w:sz w:val="22"/>
          <w:szCs w:val="22"/>
        </w:rPr>
        <w:t>fi</w:t>
      </w:r>
      <w:r w:rsidRPr="00C3497D">
        <w:rPr>
          <w:sz w:val="22"/>
          <w:szCs w:val="22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817"/>
        <w:gridCol w:w="817"/>
        <w:gridCol w:w="817"/>
      </w:tblGrid>
      <w:tr w:rsidR="001E7FB6" w:rsidRPr="001E7FB6" w14:paraId="751355BB" w14:textId="7777777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AC2B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1 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BD6C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2 (7)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D9CDF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3 (8)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D92D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4 (1)</w:t>
            </w:r>
          </w:p>
        </w:tc>
      </w:tr>
      <w:tr w:rsidR="001E7FB6" w:rsidRPr="001E7FB6" w14:paraId="6CDE453A" w14:textId="7777777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CE498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5 (3)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3FDC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1 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0ADF3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2 (7)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F149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3 (8)</w:t>
            </w:r>
          </w:p>
        </w:tc>
      </w:tr>
      <w:tr w:rsidR="001E7FB6" w:rsidRPr="001E7FB6" w14:paraId="3165BC4E" w14:textId="7777777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2AC65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4 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6EF1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5 (3)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DBA2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1 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EA5A6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2 (7)</w:t>
            </w:r>
          </w:p>
        </w:tc>
      </w:tr>
      <w:tr w:rsidR="001E7FB6" w:rsidRPr="001E7FB6" w14:paraId="3DCA6BD5" w14:textId="7777777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BE80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3 (8)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F6E3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4 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39C1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5 (3)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9268" w14:textId="77777777" w:rsidR="001E7FB6" w:rsidRPr="00D209D0" w:rsidRDefault="001E7FB6" w:rsidP="00C3497D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D209D0">
              <w:rPr>
                <w:rFonts w:ascii="Courier New" w:hAnsi="Courier New" w:cs="Courier New"/>
                <w:sz w:val="20"/>
              </w:rPr>
              <w:t>1 (1)</w:t>
            </w:r>
          </w:p>
        </w:tc>
      </w:tr>
    </w:tbl>
    <w:p w14:paraId="1997B23B" w14:textId="6B48F8A4" w:rsidR="001E7FB6" w:rsidRPr="00C3497D" w:rsidRDefault="001E7FB6" w:rsidP="00C3497D">
      <w:pPr>
        <w:jc w:val="both"/>
        <w:rPr>
          <w:sz w:val="22"/>
          <w:szCs w:val="22"/>
        </w:rPr>
      </w:pPr>
      <w:r w:rsidRPr="00C3497D">
        <w:rPr>
          <w:sz w:val="22"/>
          <w:szCs w:val="22"/>
        </w:rPr>
        <w:t xml:space="preserve">În fiecare cameră </w:t>
      </w:r>
      <w:r w:rsidR="00C3497D">
        <w:rPr>
          <w:sz w:val="22"/>
          <w:szCs w:val="22"/>
        </w:rPr>
        <w:t>e</w:t>
      </w:r>
      <w:r w:rsidRPr="00C3497D">
        <w:rPr>
          <w:sz w:val="22"/>
          <w:szCs w:val="22"/>
        </w:rPr>
        <w:t xml:space="preserve"> indicat tipul pietrei preţioase plasate în camera respectivă, iar în paranteză valoarea acesteia. Gemini trebuie să plece dintr-o cameră situată în partea de sus a ecranului (linia </w:t>
      </w:r>
      <w:r w:rsidRPr="00C3497D">
        <w:rPr>
          <w:rFonts w:ascii="Courier New" w:hAnsi="Courier New" w:cs="Courier New"/>
          <w:sz w:val="20"/>
          <w:szCs w:val="22"/>
        </w:rPr>
        <w:t>1</w:t>
      </w:r>
      <w:r w:rsidRPr="00C3497D">
        <w:rPr>
          <w:sz w:val="22"/>
          <w:szCs w:val="22"/>
        </w:rPr>
        <w:t xml:space="preserve">) şi să ajungă într-o cameră de pe linia </w:t>
      </w:r>
      <w:r w:rsidRPr="00C3497D">
        <w:rPr>
          <w:rFonts w:ascii="Courier New" w:hAnsi="Courier New" w:cs="Courier New"/>
          <w:sz w:val="20"/>
          <w:szCs w:val="22"/>
        </w:rPr>
        <w:t>P</w:t>
      </w:r>
      <w:r w:rsidRPr="00C3497D">
        <w:rPr>
          <w:sz w:val="22"/>
          <w:szCs w:val="22"/>
        </w:rPr>
        <w:t xml:space="preserve"> care are ieşire spre exterior, adunând pietre preţioase cu valoare totală cât mai mare.</w:t>
      </w:r>
    </w:p>
    <w:p w14:paraId="1E480BD9" w14:textId="497E3F25" w:rsidR="00585745" w:rsidRPr="00C3497D" w:rsidRDefault="00585745" w:rsidP="00D209D0">
      <w:pPr>
        <w:spacing w:before="60"/>
        <w:jc w:val="both"/>
        <w:rPr>
          <w:b/>
          <w:sz w:val="22"/>
          <w:szCs w:val="22"/>
          <w:lang w:val="ro-RO"/>
        </w:rPr>
      </w:pPr>
      <w:r w:rsidRPr="00C3497D">
        <w:rPr>
          <w:b/>
          <w:sz w:val="22"/>
          <w:szCs w:val="22"/>
          <w:lang w:val="ro-RO"/>
        </w:rPr>
        <w:t>Cerinț</w:t>
      </w:r>
      <w:r w:rsidR="001E7FB6" w:rsidRPr="00C3497D">
        <w:rPr>
          <w:b/>
          <w:sz w:val="22"/>
          <w:szCs w:val="22"/>
          <w:lang w:val="ro-RO"/>
        </w:rPr>
        <w:t>ă</w:t>
      </w:r>
    </w:p>
    <w:p w14:paraId="1776BDC6" w14:textId="7BAEEE4C" w:rsidR="001E7FB6" w:rsidRPr="00C3497D" w:rsidRDefault="004B7FE2" w:rsidP="00C3497D">
      <w:pPr>
        <w:jc w:val="both"/>
        <w:rPr>
          <w:sz w:val="22"/>
          <w:szCs w:val="22"/>
        </w:rPr>
      </w:pPr>
      <w:r w:rsidRPr="00C3497D">
        <w:rPr>
          <w:sz w:val="22"/>
          <w:szCs w:val="22"/>
          <w:lang w:val="ro-RO"/>
        </w:rPr>
        <w:t>Să se scrie un program care</w:t>
      </w:r>
      <w:r w:rsidR="00400EC4" w:rsidRPr="00C3497D">
        <w:rPr>
          <w:sz w:val="22"/>
          <w:szCs w:val="22"/>
          <w:lang w:val="ro-RO"/>
        </w:rPr>
        <w:t>, cunoscând</w:t>
      </w:r>
      <w:r w:rsidR="001E7FB6" w:rsidRPr="00C3497D">
        <w:rPr>
          <w:sz w:val="22"/>
          <w:szCs w:val="22"/>
          <w:lang w:val="ro-RO"/>
        </w:rPr>
        <w:t xml:space="preserve"> numărul de tipuri de pietre preţioase </w:t>
      </w:r>
      <w:r w:rsidR="001E7FB6" w:rsidRPr="00C3497D">
        <w:rPr>
          <w:rFonts w:ascii="Courier New" w:hAnsi="Courier New" w:cs="Courier New"/>
          <w:sz w:val="22"/>
          <w:szCs w:val="22"/>
        </w:rPr>
        <w:t>N</w:t>
      </w:r>
      <w:r w:rsidR="001E7FB6" w:rsidRPr="00C3497D">
        <w:rPr>
          <w:sz w:val="22"/>
          <w:szCs w:val="22"/>
        </w:rPr>
        <w:t xml:space="preserve">, valorile pietrelor preţioase </w:t>
      </w:r>
      <w:r w:rsidR="001E7FB6" w:rsidRPr="00C3497D">
        <w:rPr>
          <w:rFonts w:ascii="Courier New" w:hAnsi="Courier New" w:cs="Courier New"/>
          <w:sz w:val="22"/>
          <w:szCs w:val="22"/>
        </w:rPr>
        <w:t>v</w:t>
      </w:r>
      <w:r w:rsidR="001E7FB6" w:rsidRPr="00C3497D">
        <w:rPr>
          <w:rFonts w:ascii="Courier New" w:hAnsi="Courier New" w:cs="Courier New"/>
          <w:sz w:val="22"/>
          <w:szCs w:val="22"/>
          <w:vertAlign w:val="subscript"/>
        </w:rPr>
        <w:t>1</w:t>
      </w:r>
      <w:r w:rsidR="001E7FB6" w:rsidRPr="00C3497D">
        <w:rPr>
          <w:sz w:val="22"/>
          <w:szCs w:val="22"/>
        </w:rPr>
        <w:t xml:space="preserve">, </w:t>
      </w:r>
      <w:r w:rsidR="001E7FB6" w:rsidRPr="00C3497D">
        <w:rPr>
          <w:rFonts w:ascii="Courier New" w:hAnsi="Courier New" w:cs="Courier New"/>
          <w:sz w:val="22"/>
          <w:szCs w:val="22"/>
        </w:rPr>
        <w:t>v</w:t>
      </w:r>
      <w:r w:rsidR="001E7FB6" w:rsidRPr="00C3497D">
        <w:rPr>
          <w:rFonts w:ascii="Courier New" w:hAnsi="Courier New" w:cs="Courier New"/>
          <w:sz w:val="22"/>
          <w:szCs w:val="22"/>
          <w:vertAlign w:val="subscript"/>
        </w:rPr>
        <w:t>2</w:t>
      </w:r>
      <w:r w:rsidR="001E7FB6" w:rsidRPr="00C3497D">
        <w:rPr>
          <w:sz w:val="22"/>
          <w:szCs w:val="22"/>
        </w:rPr>
        <w:t xml:space="preserve">, …, </w:t>
      </w:r>
      <w:r w:rsidR="001E7FB6" w:rsidRPr="00C3497D">
        <w:rPr>
          <w:rFonts w:ascii="Courier New" w:hAnsi="Courier New" w:cs="Courier New"/>
          <w:sz w:val="22"/>
          <w:szCs w:val="22"/>
        </w:rPr>
        <w:t>v</w:t>
      </w:r>
      <w:r w:rsidR="001E7FB6" w:rsidRPr="00C3497D">
        <w:rPr>
          <w:rFonts w:ascii="Courier New" w:hAnsi="Courier New" w:cs="Courier New"/>
          <w:sz w:val="22"/>
          <w:szCs w:val="22"/>
          <w:vertAlign w:val="subscript"/>
        </w:rPr>
        <w:t>N</w:t>
      </w:r>
      <w:r w:rsidR="001E7FB6" w:rsidRPr="00C3497D">
        <w:rPr>
          <w:sz w:val="22"/>
          <w:szCs w:val="22"/>
        </w:rPr>
        <w:t xml:space="preserve">, numărul de camere de pe o linie/coloană </w:t>
      </w:r>
      <w:r w:rsidR="001E7FB6" w:rsidRPr="00C3497D">
        <w:rPr>
          <w:rFonts w:ascii="Courier New" w:hAnsi="Courier New" w:cs="Courier New"/>
          <w:sz w:val="22"/>
          <w:szCs w:val="22"/>
        </w:rPr>
        <w:t>P</w:t>
      </w:r>
      <w:r w:rsidR="001E7FB6" w:rsidRPr="00C3497D">
        <w:rPr>
          <w:sz w:val="22"/>
          <w:szCs w:val="22"/>
        </w:rPr>
        <w:t xml:space="preserve">, precum şi camerele de pe linia </w:t>
      </w:r>
      <w:r w:rsidR="001E7FB6" w:rsidRPr="00C3497D">
        <w:rPr>
          <w:rFonts w:ascii="Courier New" w:hAnsi="Courier New" w:cs="Courier New"/>
          <w:sz w:val="22"/>
          <w:szCs w:val="22"/>
        </w:rPr>
        <w:t>P</w:t>
      </w:r>
      <w:r w:rsidR="001E7FB6" w:rsidRPr="00C3497D">
        <w:rPr>
          <w:sz w:val="22"/>
          <w:szCs w:val="22"/>
        </w:rPr>
        <w:t xml:space="preserve"> care au ieşire spre exterior, determin</w:t>
      </w:r>
      <w:r w:rsidR="000E47AA">
        <w:rPr>
          <w:sz w:val="22"/>
          <w:szCs w:val="22"/>
        </w:rPr>
        <w:t>ă</w:t>
      </w:r>
      <w:r w:rsidR="001E7FB6" w:rsidRPr="00C3497D">
        <w:rPr>
          <w:sz w:val="22"/>
          <w:szCs w:val="22"/>
        </w:rPr>
        <w:t xml:space="preserve"> valoarea totală maximă a pietrelor preţioase pe care Gemini le poate acumula atunci când trece la nivelul următor (în condiţiile din joc).</w:t>
      </w:r>
    </w:p>
    <w:p w14:paraId="0B0EDDFB" w14:textId="77777777" w:rsidR="00F62A06" w:rsidRPr="00C3497D" w:rsidRDefault="00585745" w:rsidP="00D209D0">
      <w:pPr>
        <w:spacing w:before="60"/>
        <w:jc w:val="both"/>
        <w:rPr>
          <w:b/>
          <w:sz w:val="22"/>
          <w:szCs w:val="22"/>
          <w:lang w:val="ro-RO"/>
        </w:rPr>
      </w:pPr>
      <w:r w:rsidRPr="00C3497D">
        <w:rPr>
          <w:b/>
          <w:sz w:val="22"/>
          <w:szCs w:val="22"/>
          <w:lang w:val="ro-RO"/>
        </w:rPr>
        <w:t>Date de intrare</w:t>
      </w:r>
    </w:p>
    <w:p w14:paraId="007EAFFE" w14:textId="7F1EBF2C" w:rsidR="00CF66B7" w:rsidRPr="00C3497D" w:rsidRDefault="00CF66B7" w:rsidP="00C3497D">
      <w:pPr>
        <w:jc w:val="both"/>
        <w:rPr>
          <w:sz w:val="22"/>
          <w:szCs w:val="22"/>
        </w:rPr>
      </w:pPr>
      <w:r w:rsidRPr="00C3497D">
        <w:rPr>
          <w:sz w:val="22"/>
          <w:szCs w:val="22"/>
        </w:rPr>
        <w:t xml:space="preserve">Fişierul de intrare </w:t>
      </w:r>
      <w:r w:rsidR="001E7FB6" w:rsidRPr="00C3497D">
        <w:rPr>
          <w:rFonts w:ascii="Courier New" w:hAnsi="Courier New" w:cs="Courier New"/>
          <w:sz w:val="22"/>
          <w:szCs w:val="22"/>
        </w:rPr>
        <w:t>gems</w:t>
      </w:r>
      <w:r w:rsidRPr="00C3497D">
        <w:rPr>
          <w:rFonts w:ascii="Courier New" w:hAnsi="Courier New" w:cs="Courier New"/>
          <w:sz w:val="22"/>
          <w:szCs w:val="22"/>
        </w:rPr>
        <w:t>.in</w:t>
      </w:r>
      <w:r w:rsidRPr="00C3497D">
        <w:rPr>
          <w:sz w:val="22"/>
          <w:szCs w:val="22"/>
        </w:rPr>
        <w:t xml:space="preserve"> conţine pe prima linie numerele naturale </w:t>
      </w:r>
      <w:r w:rsidR="001E7FB6" w:rsidRPr="00C3497D">
        <w:rPr>
          <w:rFonts w:ascii="Courier New" w:hAnsi="Courier New" w:cs="Courier New"/>
          <w:sz w:val="22"/>
          <w:szCs w:val="22"/>
        </w:rPr>
        <w:t>N</w:t>
      </w:r>
      <w:r w:rsidR="001E7FB6" w:rsidRPr="00C3497D">
        <w:rPr>
          <w:sz w:val="22"/>
          <w:szCs w:val="22"/>
        </w:rPr>
        <w:t xml:space="preserve"> şi </w:t>
      </w:r>
      <w:r w:rsidR="001E7FB6" w:rsidRPr="00C3497D">
        <w:rPr>
          <w:rFonts w:ascii="Courier New" w:hAnsi="Courier New" w:cs="Courier New"/>
          <w:sz w:val="22"/>
          <w:szCs w:val="22"/>
        </w:rPr>
        <w:t>P</w:t>
      </w:r>
      <w:r w:rsidR="001E7FB6" w:rsidRPr="00C3497D">
        <w:rPr>
          <w:sz w:val="22"/>
          <w:szCs w:val="22"/>
        </w:rPr>
        <w:t xml:space="preserve"> cu semnificaţia din enunţ. Pe cea de a doua linie se află </w:t>
      </w:r>
      <w:r w:rsidR="001E7FB6" w:rsidRPr="00C3497D">
        <w:rPr>
          <w:rFonts w:ascii="Courier New" w:hAnsi="Courier New" w:cs="Courier New"/>
          <w:sz w:val="22"/>
          <w:szCs w:val="22"/>
        </w:rPr>
        <w:t>N</w:t>
      </w:r>
      <w:r w:rsidR="001E7FB6" w:rsidRPr="00C3497D">
        <w:rPr>
          <w:sz w:val="22"/>
          <w:szCs w:val="22"/>
        </w:rPr>
        <w:t xml:space="preserve"> numere naturale </w:t>
      </w:r>
      <w:r w:rsidR="001E7FB6" w:rsidRPr="00C3497D">
        <w:rPr>
          <w:rFonts w:ascii="Courier New" w:hAnsi="Courier New" w:cs="Courier New"/>
          <w:sz w:val="22"/>
          <w:szCs w:val="22"/>
        </w:rPr>
        <w:t>v</w:t>
      </w:r>
      <w:r w:rsidR="001E7FB6" w:rsidRPr="00C3497D">
        <w:rPr>
          <w:rFonts w:ascii="Courier New" w:hAnsi="Courier New" w:cs="Courier New"/>
          <w:sz w:val="22"/>
          <w:szCs w:val="22"/>
          <w:vertAlign w:val="subscript"/>
        </w:rPr>
        <w:t>1</w:t>
      </w:r>
      <w:r w:rsidR="001E7FB6" w:rsidRPr="00C3497D">
        <w:rPr>
          <w:sz w:val="22"/>
          <w:szCs w:val="22"/>
        </w:rPr>
        <w:t xml:space="preserve"> </w:t>
      </w:r>
      <w:r w:rsidR="001E7FB6" w:rsidRPr="00C3497D">
        <w:rPr>
          <w:rFonts w:ascii="Courier New" w:hAnsi="Courier New" w:cs="Courier New"/>
          <w:sz w:val="22"/>
          <w:szCs w:val="22"/>
        </w:rPr>
        <w:t>v</w:t>
      </w:r>
      <w:r w:rsidR="001E7FB6" w:rsidRPr="00C3497D">
        <w:rPr>
          <w:rFonts w:ascii="Courier New" w:hAnsi="Courier New" w:cs="Courier New"/>
          <w:sz w:val="22"/>
          <w:szCs w:val="22"/>
          <w:vertAlign w:val="subscript"/>
        </w:rPr>
        <w:t>2</w:t>
      </w:r>
      <w:r w:rsidR="001E7FB6" w:rsidRPr="00C3497D">
        <w:rPr>
          <w:rFonts w:ascii="Courier New" w:hAnsi="Courier New" w:cs="Courier New"/>
          <w:sz w:val="22"/>
          <w:szCs w:val="22"/>
        </w:rPr>
        <w:t xml:space="preserve"> </w:t>
      </w:r>
      <w:r w:rsidR="001E7FB6" w:rsidRPr="00C3497D">
        <w:rPr>
          <w:sz w:val="22"/>
          <w:szCs w:val="22"/>
        </w:rPr>
        <w:t xml:space="preserve">... </w:t>
      </w:r>
      <w:r w:rsidR="001E7FB6" w:rsidRPr="00C3497D">
        <w:rPr>
          <w:rFonts w:ascii="Courier New" w:hAnsi="Courier New" w:cs="Courier New"/>
          <w:sz w:val="22"/>
          <w:szCs w:val="22"/>
        </w:rPr>
        <w:t>v</w:t>
      </w:r>
      <w:r w:rsidR="001E7FB6" w:rsidRPr="00C3497D">
        <w:rPr>
          <w:rFonts w:ascii="Courier New" w:hAnsi="Courier New" w:cs="Courier New"/>
          <w:sz w:val="22"/>
          <w:szCs w:val="22"/>
          <w:vertAlign w:val="subscript"/>
        </w:rPr>
        <w:t>N</w:t>
      </w:r>
      <w:r w:rsidR="001E7FB6" w:rsidRPr="00C3497D">
        <w:rPr>
          <w:sz w:val="22"/>
          <w:szCs w:val="22"/>
        </w:rPr>
        <w:t xml:space="preserve"> (</w:t>
      </w:r>
      <w:r w:rsidR="001E7FB6" w:rsidRPr="00C3497D">
        <w:rPr>
          <w:rFonts w:ascii="Courier New" w:hAnsi="Courier New" w:cs="Courier New"/>
          <w:sz w:val="22"/>
          <w:szCs w:val="22"/>
        </w:rPr>
        <w:t>v</w:t>
      </w:r>
      <w:r w:rsidR="001E7FB6" w:rsidRPr="00C3497D">
        <w:rPr>
          <w:rFonts w:ascii="Courier New" w:hAnsi="Courier New" w:cs="Courier New"/>
          <w:sz w:val="22"/>
          <w:szCs w:val="22"/>
          <w:vertAlign w:val="subscript"/>
        </w:rPr>
        <w:t>i</w:t>
      </w:r>
      <w:r w:rsidR="001E7FB6" w:rsidRPr="00C3497D">
        <w:rPr>
          <w:sz w:val="22"/>
          <w:szCs w:val="22"/>
        </w:rPr>
        <w:t xml:space="preserve"> fiind valoarea pietrelor preţioase de tipul </w:t>
      </w:r>
      <w:r w:rsidR="001E7FB6" w:rsidRPr="00C3497D">
        <w:rPr>
          <w:rFonts w:ascii="Courier New" w:hAnsi="Courier New" w:cs="Courier New"/>
          <w:sz w:val="22"/>
          <w:szCs w:val="22"/>
        </w:rPr>
        <w:t>i</w:t>
      </w:r>
      <w:r w:rsidR="001E7FB6" w:rsidRPr="00C3497D">
        <w:rPr>
          <w:sz w:val="22"/>
          <w:szCs w:val="22"/>
        </w:rPr>
        <w:t xml:space="preserve">, </w:t>
      </w:r>
      <w:r w:rsidR="001E7FB6" w:rsidRPr="00C3497D">
        <w:rPr>
          <w:rFonts w:ascii="Courier New" w:hAnsi="Courier New" w:cs="Courier New"/>
          <w:sz w:val="22"/>
          <w:szCs w:val="22"/>
        </w:rPr>
        <w:t>1≤i≤N</w:t>
      </w:r>
      <w:r w:rsidR="001E7FB6" w:rsidRPr="00C3497D">
        <w:rPr>
          <w:sz w:val="22"/>
          <w:szCs w:val="22"/>
        </w:rPr>
        <w:t xml:space="preserve">). Pe ultima linie se află numere naturale distincte cuprinse între </w:t>
      </w:r>
      <w:r w:rsidR="001E7FB6" w:rsidRPr="00C3497D">
        <w:rPr>
          <w:rFonts w:ascii="Courier New" w:hAnsi="Courier New" w:cs="Courier New"/>
          <w:sz w:val="22"/>
          <w:szCs w:val="22"/>
        </w:rPr>
        <w:t>1</w:t>
      </w:r>
      <w:r w:rsidR="001E7FB6" w:rsidRPr="00C3497D">
        <w:rPr>
          <w:sz w:val="22"/>
          <w:szCs w:val="22"/>
        </w:rPr>
        <w:t xml:space="preserve"> şi </w:t>
      </w:r>
      <w:r w:rsidR="001E7FB6" w:rsidRPr="00C3497D">
        <w:rPr>
          <w:rFonts w:ascii="Courier New" w:hAnsi="Courier New" w:cs="Courier New"/>
          <w:sz w:val="22"/>
          <w:szCs w:val="22"/>
        </w:rPr>
        <w:t>P</w:t>
      </w:r>
      <w:r w:rsidR="001E7FB6" w:rsidRPr="00C3497D">
        <w:rPr>
          <w:sz w:val="22"/>
          <w:szCs w:val="22"/>
        </w:rPr>
        <w:t xml:space="preserve"> reprezentând coloanele pe care se află camerele de pe linia </w:t>
      </w:r>
      <w:r w:rsidR="001E7FB6" w:rsidRPr="00C3497D">
        <w:rPr>
          <w:rFonts w:ascii="Courier New" w:hAnsi="Courier New" w:cs="Courier New"/>
          <w:sz w:val="22"/>
          <w:szCs w:val="22"/>
        </w:rPr>
        <w:t>P</w:t>
      </w:r>
      <w:r w:rsidR="001E7FB6" w:rsidRPr="00C3497D">
        <w:rPr>
          <w:sz w:val="22"/>
          <w:szCs w:val="22"/>
        </w:rPr>
        <w:t xml:space="preserve"> care au uşă spre exterior.</w:t>
      </w:r>
      <w:r w:rsidRPr="00C3497D">
        <w:rPr>
          <w:sz w:val="22"/>
          <w:szCs w:val="22"/>
        </w:rPr>
        <w:t xml:space="preserve"> Valorile scrise pe aceeaşi linie sunt separate prin câte un spaţiu.</w:t>
      </w:r>
    </w:p>
    <w:p w14:paraId="5DE3C7E3" w14:textId="77777777" w:rsidR="00585745" w:rsidRPr="00C3497D" w:rsidRDefault="00585745" w:rsidP="00D209D0">
      <w:pPr>
        <w:spacing w:before="60"/>
        <w:jc w:val="both"/>
        <w:rPr>
          <w:b/>
          <w:sz w:val="22"/>
          <w:szCs w:val="22"/>
          <w:lang w:val="ro-RO"/>
        </w:rPr>
      </w:pPr>
      <w:r w:rsidRPr="00C3497D">
        <w:rPr>
          <w:b/>
          <w:sz w:val="22"/>
          <w:szCs w:val="22"/>
          <w:lang w:val="ro-RO"/>
        </w:rPr>
        <w:t>Date de ieșire</w:t>
      </w:r>
    </w:p>
    <w:p w14:paraId="7E1D791D" w14:textId="7BFF6DD3" w:rsidR="00CF66B7" w:rsidRPr="00C3497D" w:rsidRDefault="00CF66B7" w:rsidP="00C3497D">
      <w:pPr>
        <w:rPr>
          <w:sz w:val="22"/>
          <w:szCs w:val="22"/>
        </w:rPr>
      </w:pPr>
      <w:r w:rsidRPr="00C3497D">
        <w:rPr>
          <w:sz w:val="22"/>
          <w:szCs w:val="22"/>
        </w:rPr>
        <w:t xml:space="preserve">Fişierul de ieşire </w:t>
      </w:r>
      <w:r w:rsidR="001E7FB6" w:rsidRPr="00C3497D">
        <w:rPr>
          <w:rFonts w:ascii="Courier New" w:hAnsi="Courier New" w:cs="Courier New"/>
          <w:sz w:val="22"/>
          <w:szCs w:val="22"/>
        </w:rPr>
        <w:t>gems</w:t>
      </w:r>
      <w:r w:rsidRPr="00C3497D">
        <w:rPr>
          <w:rFonts w:ascii="Courier New" w:hAnsi="Courier New" w:cs="Courier New"/>
          <w:sz w:val="22"/>
          <w:szCs w:val="22"/>
        </w:rPr>
        <w:t>.out</w:t>
      </w:r>
      <w:r w:rsidRPr="00C3497D">
        <w:rPr>
          <w:sz w:val="22"/>
          <w:szCs w:val="22"/>
        </w:rPr>
        <w:t xml:space="preserve"> va conţine o singură linie pe care va fi scris </w:t>
      </w:r>
      <w:r w:rsidR="001E7FB6" w:rsidRPr="00C3497D">
        <w:rPr>
          <w:sz w:val="22"/>
          <w:szCs w:val="22"/>
        </w:rPr>
        <w:t>un număr natural reprezentând răspunsul la cerinţa din enunţ</w:t>
      </w:r>
      <w:r w:rsidRPr="00C3497D">
        <w:rPr>
          <w:sz w:val="22"/>
          <w:szCs w:val="22"/>
        </w:rPr>
        <w:t>.</w:t>
      </w:r>
    </w:p>
    <w:p w14:paraId="0346E981" w14:textId="6292C5F7" w:rsidR="00585745" w:rsidRPr="00C3497D" w:rsidRDefault="00585745" w:rsidP="00D209D0">
      <w:pPr>
        <w:spacing w:before="60"/>
        <w:jc w:val="both"/>
        <w:rPr>
          <w:b/>
          <w:sz w:val="22"/>
          <w:szCs w:val="22"/>
          <w:lang w:val="ro-RO"/>
        </w:rPr>
      </w:pPr>
      <w:r w:rsidRPr="00C3497D">
        <w:rPr>
          <w:b/>
          <w:sz w:val="22"/>
          <w:szCs w:val="22"/>
          <w:lang w:val="ro-RO"/>
        </w:rPr>
        <w:t>Restricții</w:t>
      </w:r>
    </w:p>
    <w:p w14:paraId="0202D17D" w14:textId="64DAE822" w:rsidR="004B7FE2" w:rsidRPr="00C3497D" w:rsidRDefault="00D34CCA" w:rsidP="00C3497D">
      <w:pPr>
        <w:pStyle w:val="a"/>
        <w:numPr>
          <w:ilvl w:val="0"/>
          <w:numId w:val="12"/>
        </w:numPr>
        <w:tabs>
          <w:tab w:val="left" w:pos="284"/>
        </w:tabs>
        <w:ind w:left="0" w:firstLine="0"/>
        <w:rPr>
          <w:rFonts w:ascii="Courier New" w:hAnsi="Courier New" w:cs="Courier New"/>
          <w:color w:val="000000" w:themeColor="text1"/>
          <w:sz w:val="22"/>
          <w:szCs w:val="22"/>
          <w:lang w:val="ro-RO"/>
        </w:rPr>
      </w:pPr>
      <w:r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2</w:t>
      </w:r>
      <w:r w:rsidR="004B7FE2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</w:t>
      </w:r>
      <w:r w:rsidR="00582727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≤</w:t>
      </w:r>
      <w:r w:rsidR="004B7FE2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</w:t>
      </w:r>
      <w:r w:rsidR="00CF66B7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N</w:t>
      </w:r>
      <w:r w:rsidR="00582727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≤</w:t>
      </w:r>
      <w:r w:rsidR="004B7FE2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</w:t>
      </w:r>
      <w:r w:rsidR="001F4A4E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500</w:t>
      </w:r>
    </w:p>
    <w:p w14:paraId="6A9FCAD8" w14:textId="0C3B93FD" w:rsidR="00CF66B7" w:rsidRPr="00C3497D" w:rsidRDefault="001E7FB6" w:rsidP="00C3497D">
      <w:pPr>
        <w:pStyle w:val="a"/>
        <w:numPr>
          <w:ilvl w:val="0"/>
          <w:numId w:val="12"/>
        </w:numPr>
        <w:tabs>
          <w:tab w:val="left" w:pos="284"/>
        </w:tabs>
        <w:ind w:left="0" w:firstLine="0"/>
        <w:rPr>
          <w:color w:val="000000" w:themeColor="text1"/>
          <w:sz w:val="22"/>
          <w:szCs w:val="22"/>
          <w:lang w:val="ro-RO"/>
        </w:rPr>
      </w:pPr>
      <w:r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0</w:t>
      </w:r>
      <w:r w:rsidR="00CF66B7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≤ </w:t>
      </w:r>
      <w:r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v</w:t>
      </w:r>
      <w:r w:rsidRPr="000360EA">
        <w:rPr>
          <w:rFonts w:ascii="Courier New" w:hAnsi="Courier New" w:cs="Courier New"/>
          <w:sz w:val="20"/>
          <w:szCs w:val="22"/>
          <w:vertAlign w:val="subscript"/>
          <w:lang w:val="ro-RO"/>
        </w:rPr>
        <w:t>i</w:t>
      </w:r>
      <w:r w:rsidR="00CF66B7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≤ </w:t>
      </w:r>
      <w:r w:rsidR="00DA3B8B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2</w:t>
      </w:r>
      <w:r w:rsidR="000360EA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00</w:t>
      </w:r>
      <w:r w:rsidRPr="00C3497D">
        <w:rPr>
          <w:color w:val="000000" w:themeColor="text1"/>
          <w:sz w:val="22"/>
          <w:szCs w:val="22"/>
          <w:lang w:val="ro-RO"/>
        </w:rPr>
        <w:t xml:space="preserve">, pentru </w:t>
      </w:r>
      <w:r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1</w:t>
      </w:r>
      <w:r w:rsidR="00C3497D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</w:t>
      </w:r>
      <w:r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≤</w:t>
      </w:r>
      <w:r w:rsidR="00C3497D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</w:t>
      </w:r>
      <w:r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i</w:t>
      </w:r>
      <w:r w:rsidR="00C3497D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</w:t>
      </w:r>
      <w:r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≤</w:t>
      </w:r>
      <w:r w:rsidR="00C3497D"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</w:t>
      </w:r>
      <w:r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N</w:t>
      </w:r>
    </w:p>
    <w:p w14:paraId="7A64933A" w14:textId="2162C2E1" w:rsidR="00FC5773" w:rsidRPr="00C3497D" w:rsidRDefault="00C3497D" w:rsidP="00C3497D">
      <w:pPr>
        <w:pStyle w:val="a"/>
        <w:numPr>
          <w:ilvl w:val="0"/>
          <w:numId w:val="12"/>
        </w:numPr>
        <w:tabs>
          <w:tab w:val="left" w:pos="284"/>
        </w:tabs>
        <w:ind w:left="0" w:firstLine="0"/>
        <w:rPr>
          <w:rFonts w:ascii="Courier New" w:hAnsi="Courier New" w:cs="Courier New"/>
          <w:color w:val="000000" w:themeColor="text1"/>
          <w:sz w:val="22"/>
          <w:szCs w:val="22"/>
          <w:lang w:val="ro-RO"/>
        </w:rPr>
      </w:pPr>
      <w:r w:rsidRPr="00C3497D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2 ≤ P ≤ </w:t>
      </w:r>
      <w:r w:rsidR="00CA064A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8000</w:t>
      </w: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456"/>
        <w:gridCol w:w="1060"/>
        <w:gridCol w:w="4321"/>
      </w:tblGrid>
      <w:tr w:rsidR="00ED7700" w:rsidRPr="00C3497D" w14:paraId="7B00444F" w14:textId="77777777" w:rsidTr="00BD00E2">
        <w:tc>
          <w:tcPr>
            <w:tcW w:w="456" w:type="dxa"/>
          </w:tcPr>
          <w:p w14:paraId="59AAA856" w14:textId="77777777" w:rsidR="00423B29" w:rsidRPr="00C3497D" w:rsidRDefault="00423B29" w:rsidP="00C3497D">
            <w:pPr>
              <w:tabs>
                <w:tab w:val="left" w:pos="284"/>
              </w:tabs>
              <w:jc w:val="both"/>
              <w:rPr>
                <w:b/>
                <w:color w:val="000000" w:themeColor="text1"/>
              </w:rPr>
            </w:pPr>
            <w:r w:rsidRPr="00C3497D">
              <w:rPr>
                <w:b/>
                <w:color w:val="000000" w:themeColor="text1"/>
              </w:rPr>
              <w:t>#</w:t>
            </w:r>
          </w:p>
        </w:tc>
        <w:tc>
          <w:tcPr>
            <w:tcW w:w="1060" w:type="dxa"/>
          </w:tcPr>
          <w:p w14:paraId="0308DA5D" w14:textId="77777777" w:rsidR="00423B29" w:rsidRPr="00C3497D" w:rsidRDefault="00423B29" w:rsidP="00BD00E2">
            <w:pPr>
              <w:tabs>
                <w:tab w:val="left" w:pos="284"/>
              </w:tabs>
              <w:jc w:val="center"/>
              <w:rPr>
                <w:b/>
                <w:color w:val="000000" w:themeColor="text1"/>
              </w:rPr>
            </w:pPr>
            <w:r w:rsidRPr="00C3497D">
              <w:rPr>
                <w:b/>
                <w:color w:val="000000" w:themeColor="text1"/>
              </w:rPr>
              <w:t>Punctaj</w:t>
            </w:r>
          </w:p>
        </w:tc>
        <w:tc>
          <w:tcPr>
            <w:tcW w:w="4321" w:type="dxa"/>
          </w:tcPr>
          <w:p w14:paraId="05ADE393" w14:textId="77777777" w:rsidR="00423B29" w:rsidRPr="00C3497D" w:rsidRDefault="00423B29" w:rsidP="00C3497D">
            <w:pPr>
              <w:tabs>
                <w:tab w:val="left" w:pos="284"/>
              </w:tabs>
              <w:jc w:val="both"/>
              <w:rPr>
                <w:b/>
                <w:color w:val="000000" w:themeColor="text1"/>
              </w:rPr>
            </w:pPr>
            <w:r w:rsidRPr="00C3497D">
              <w:rPr>
                <w:b/>
                <w:color w:val="000000" w:themeColor="text1"/>
              </w:rPr>
              <w:t>Restricţii</w:t>
            </w:r>
          </w:p>
        </w:tc>
      </w:tr>
      <w:tr w:rsidR="00ED7700" w:rsidRPr="00C3497D" w14:paraId="28A62270" w14:textId="77777777" w:rsidTr="00BD00E2">
        <w:tc>
          <w:tcPr>
            <w:tcW w:w="456" w:type="dxa"/>
          </w:tcPr>
          <w:p w14:paraId="54498D98" w14:textId="77777777" w:rsidR="00423B29" w:rsidRPr="00C3497D" w:rsidRDefault="00423B29" w:rsidP="00C3497D">
            <w:pPr>
              <w:tabs>
                <w:tab w:val="left" w:pos="284"/>
              </w:tabs>
              <w:jc w:val="both"/>
              <w:rPr>
                <w:bCs/>
                <w:color w:val="000000" w:themeColor="text1"/>
              </w:rPr>
            </w:pPr>
            <w:r w:rsidRPr="00C3497D">
              <w:rPr>
                <w:bCs/>
                <w:color w:val="000000" w:themeColor="text1"/>
              </w:rPr>
              <w:t>1</w:t>
            </w:r>
          </w:p>
        </w:tc>
        <w:tc>
          <w:tcPr>
            <w:tcW w:w="1060" w:type="dxa"/>
          </w:tcPr>
          <w:p w14:paraId="24C9DF01" w14:textId="629D3B00" w:rsidR="00423B29" w:rsidRPr="00BD00E2" w:rsidRDefault="00F03901" w:rsidP="00BD00E2">
            <w:pPr>
              <w:tabs>
                <w:tab w:val="left" w:pos="284"/>
              </w:tabs>
              <w:jc w:val="center"/>
              <w:rPr>
                <w:rFonts w:ascii="Courier New" w:hAnsi="Courier New" w:cs="Courier New"/>
                <w:bCs/>
                <w:color w:val="000000"/>
              </w:rPr>
            </w:pPr>
            <w:r w:rsidRPr="00BD00E2">
              <w:rPr>
                <w:rFonts w:ascii="Courier New" w:hAnsi="Courier New" w:cs="Courier New"/>
                <w:bCs/>
                <w:color w:val="000000"/>
              </w:rPr>
              <w:t>2</w:t>
            </w:r>
            <w:r w:rsidR="001510F3" w:rsidRPr="00BD00E2">
              <w:rPr>
                <w:rFonts w:ascii="Courier New" w:hAnsi="Courier New" w:cs="Courier New"/>
                <w:bCs/>
                <w:color w:val="000000"/>
              </w:rPr>
              <w:t>6</w:t>
            </w:r>
          </w:p>
        </w:tc>
        <w:tc>
          <w:tcPr>
            <w:tcW w:w="4321" w:type="dxa"/>
          </w:tcPr>
          <w:p w14:paraId="6F7CFA95" w14:textId="6FE2B486" w:rsidR="00423B29" w:rsidRPr="00C3497D" w:rsidRDefault="008B5B0D" w:rsidP="00C3497D">
            <w:pPr>
              <w:pStyle w:val="a"/>
              <w:tabs>
                <w:tab w:val="left" w:pos="284"/>
              </w:tabs>
              <w:ind w:firstLine="0"/>
              <w:rPr>
                <w:rFonts w:ascii="Courier New" w:hAnsi="Courier New" w:cs="Courier New"/>
                <w:bCs/>
                <w:color w:val="000000" w:themeColor="text1"/>
              </w:rPr>
            </w:pPr>
            <w:r w:rsidRPr="00C3497D">
              <w:rPr>
                <w:rFonts w:ascii="Courier New" w:hAnsi="Courier New" w:cs="Courier New"/>
                <w:bCs/>
                <w:color w:val="000000" w:themeColor="text1"/>
              </w:rPr>
              <w:t>2</w:t>
            </w:r>
            <w:r w:rsidR="00993B79" w:rsidRPr="00C3497D">
              <w:rPr>
                <w:rFonts w:ascii="Courier New" w:hAnsi="Courier New" w:cs="Courier New"/>
                <w:bCs/>
                <w:color w:val="000000" w:themeColor="text1"/>
              </w:rPr>
              <w:t xml:space="preserve"> </w:t>
            </w:r>
            <w:r w:rsidRPr="00C3497D">
              <w:rPr>
                <w:rFonts w:ascii="Courier New" w:hAnsi="Courier New" w:cs="Courier New"/>
                <w:bCs/>
                <w:color w:val="000000" w:themeColor="text1"/>
              </w:rPr>
              <w:t>≤</w:t>
            </w:r>
            <w:r w:rsidR="00993B79" w:rsidRPr="00C3497D">
              <w:rPr>
                <w:rFonts w:ascii="Courier New" w:hAnsi="Courier New" w:cs="Courier New"/>
                <w:bCs/>
                <w:color w:val="000000" w:themeColor="text1"/>
              </w:rPr>
              <w:t xml:space="preserve"> </w:t>
            </w:r>
            <w:r w:rsidR="00C3497D">
              <w:rPr>
                <w:rFonts w:ascii="Courier New" w:hAnsi="Courier New" w:cs="Courier New"/>
                <w:bCs/>
                <w:color w:val="000000" w:themeColor="text1"/>
                <w:lang w:val="en-US"/>
              </w:rPr>
              <w:t>P</w:t>
            </w:r>
            <w:r w:rsidR="000C7725" w:rsidRPr="00C3497D">
              <w:rPr>
                <w:rFonts w:ascii="Courier New" w:hAnsi="Courier New" w:cs="Courier New"/>
                <w:bCs/>
                <w:color w:val="000000" w:themeColor="text1"/>
              </w:rPr>
              <w:t xml:space="preserve"> </w:t>
            </w:r>
            <w:r w:rsidR="00DB731A" w:rsidRPr="00C3497D">
              <w:rPr>
                <w:rFonts w:ascii="Courier New" w:hAnsi="Courier New" w:cs="Courier New"/>
                <w:bCs/>
                <w:color w:val="000000" w:themeColor="text1"/>
              </w:rPr>
              <w:t xml:space="preserve">≤ </w:t>
            </w:r>
            <w:r w:rsidR="00F03901">
              <w:rPr>
                <w:rFonts w:ascii="Courier New" w:hAnsi="Courier New" w:cs="Courier New"/>
                <w:bCs/>
                <w:color w:val="000000" w:themeColor="text1"/>
                <w:lang w:val="en-US"/>
              </w:rPr>
              <w:t>16</w:t>
            </w:r>
          </w:p>
        </w:tc>
      </w:tr>
      <w:tr w:rsidR="00C3497D" w:rsidRPr="00C3497D" w14:paraId="43E053FB" w14:textId="77777777" w:rsidTr="00BD00E2">
        <w:tc>
          <w:tcPr>
            <w:tcW w:w="456" w:type="dxa"/>
          </w:tcPr>
          <w:p w14:paraId="66BB960E" w14:textId="100290FD" w:rsidR="00C3497D" w:rsidRPr="00C3497D" w:rsidRDefault="00C3497D" w:rsidP="00C3497D">
            <w:pPr>
              <w:tabs>
                <w:tab w:val="left" w:pos="284"/>
              </w:tabs>
              <w:jc w:val="both"/>
              <w:rPr>
                <w:bCs/>
                <w:color w:val="000000" w:themeColor="text1"/>
              </w:rPr>
            </w:pPr>
            <w:r w:rsidRPr="00C3497D">
              <w:rPr>
                <w:bCs/>
                <w:color w:val="000000" w:themeColor="text1"/>
              </w:rPr>
              <w:t>2</w:t>
            </w:r>
          </w:p>
        </w:tc>
        <w:tc>
          <w:tcPr>
            <w:tcW w:w="1060" w:type="dxa"/>
          </w:tcPr>
          <w:p w14:paraId="45787FFC" w14:textId="5EAB6ACB" w:rsidR="00C3497D" w:rsidRPr="00BD00E2" w:rsidRDefault="00C3497D" w:rsidP="00BD00E2">
            <w:pPr>
              <w:tabs>
                <w:tab w:val="left" w:pos="284"/>
              </w:tabs>
              <w:jc w:val="center"/>
              <w:rPr>
                <w:rFonts w:ascii="Courier New" w:hAnsi="Courier New" w:cs="Courier New"/>
                <w:bCs/>
                <w:color w:val="000000"/>
              </w:rPr>
            </w:pPr>
            <w:r w:rsidRPr="00BD00E2">
              <w:rPr>
                <w:rFonts w:ascii="Courier New" w:hAnsi="Courier New" w:cs="Courier New"/>
                <w:bCs/>
                <w:color w:val="000000"/>
              </w:rPr>
              <w:t>3</w:t>
            </w:r>
            <w:r w:rsidR="001510F3" w:rsidRPr="00BD00E2">
              <w:rPr>
                <w:rFonts w:ascii="Courier New" w:hAnsi="Courier New" w:cs="Courier New"/>
                <w:bCs/>
                <w:color w:val="000000"/>
              </w:rPr>
              <w:t>4</w:t>
            </w:r>
          </w:p>
        </w:tc>
        <w:tc>
          <w:tcPr>
            <w:tcW w:w="4321" w:type="dxa"/>
          </w:tcPr>
          <w:p w14:paraId="3AD2CBC7" w14:textId="716EC640" w:rsidR="00C3497D" w:rsidRPr="00C3497D" w:rsidRDefault="00F03901" w:rsidP="00C3497D">
            <w:pPr>
              <w:pStyle w:val="a"/>
              <w:tabs>
                <w:tab w:val="left" w:pos="284"/>
              </w:tabs>
              <w:ind w:firstLine="0"/>
              <w:rPr>
                <w:color w:val="000000" w:themeColor="text1"/>
                <w:lang w:val="ro-RO"/>
              </w:rPr>
            </w:pPr>
            <w:r>
              <w:rPr>
                <w:rFonts w:ascii="Courier New" w:hAnsi="Courier New" w:cs="Courier New"/>
                <w:bCs/>
                <w:color w:val="000000" w:themeColor="text1"/>
                <w:lang w:val="en-US"/>
              </w:rPr>
              <w:t>20</w:t>
            </w:r>
            <w:r w:rsidR="00C3497D" w:rsidRPr="00C3497D">
              <w:rPr>
                <w:rFonts w:ascii="Courier New" w:hAnsi="Courier New" w:cs="Courier New"/>
                <w:bCs/>
                <w:color w:val="000000" w:themeColor="text1"/>
              </w:rPr>
              <w:t xml:space="preserve"> ≤ </w:t>
            </w:r>
            <w:r w:rsidR="00C3497D">
              <w:rPr>
                <w:rFonts w:ascii="Courier New" w:hAnsi="Courier New" w:cs="Courier New"/>
                <w:bCs/>
                <w:color w:val="000000" w:themeColor="text1"/>
                <w:lang w:val="en-US"/>
              </w:rPr>
              <w:t>P</w:t>
            </w:r>
            <w:r w:rsidR="00C3497D" w:rsidRPr="00C3497D">
              <w:rPr>
                <w:rFonts w:ascii="Courier New" w:hAnsi="Courier New" w:cs="Courier New"/>
                <w:bCs/>
                <w:color w:val="000000" w:themeColor="text1"/>
              </w:rPr>
              <w:t xml:space="preserve"> ≤ </w:t>
            </w:r>
            <w:r w:rsidR="00C3497D">
              <w:rPr>
                <w:rFonts w:ascii="Courier New" w:hAnsi="Courier New" w:cs="Courier New"/>
                <w:bCs/>
                <w:color w:val="000000" w:themeColor="text1"/>
                <w:lang w:val="en-US"/>
              </w:rPr>
              <w:t>1000</w:t>
            </w:r>
          </w:p>
        </w:tc>
      </w:tr>
      <w:tr w:rsidR="001F4A4E" w:rsidRPr="00C3497D" w14:paraId="1E871401" w14:textId="77777777" w:rsidTr="00BD00E2">
        <w:tc>
          <w:tcPr>
            <w:tcW w:w="456" w:type="dxa"/>
          </w:tcPr>
          <w:p w14:paraId="39CD78E4" w14:textId="3F173A63" w:rsidR="001F4A4E" w:rsidRPr="00C3497D" w:rsidRDefault="001F4A4E" w:rsidP="00C3497D">
            <w:pPr>
              <w:tabs>
                <w:tab w:val="left" w:pos="284"/>
              </w:tabs>
              <w:jc w:val="both"/>
              <w:rPr>
                <w:bCs/>
                <w:color w:val="000000" w:themeColor="text1"/>
              </w:rPr>
            </w:pPr>
            <w:r w:rsidRPr="00C3497D">
              <w:rPr>
                <w:bCs/>
                <w:color w:val="000000" w:themeColor="text1"/>
              </w:rPr>
              <w:t>3</w:t>
            </w:r>
          </w:p>
        </w:tc>
        <w:tc>
          <w:tcPr>
            <w:tcW w:w="1060" w:type="dxa"/>
          </w:tcPr>
          <w:p w14:paraId="1AA38DAF" w14:textId="5F058ABF" w:rsidR="001F4A4E" w:rsidRPr="00BD00E2" w:rsidRDefault="00556F22" w:rsidP="00BD00E2">
            <w:pPr>
              <w:tabs>
                <w:tab w:val="left" w:pos="284"/>
              </w:tabs>
              <w:jc w:val="center"/>
              <w:rPr>
                <w:rFonts w:ascii="Courier New" w:hAnsi="Courier New" w:cs="Courier New"/>
                <w:bCs/>
                <w:color w:val="000000"/>
              </w:rPr>
            </w:pPr>
            <w:r w:rsidRPr="00BD00E2">
              <w:rPr>
                <w:rFonts w:ascii="Courier New" w:hAnsi="Courier New" w:cs="Courier New"/>
                <w:bCs/>
                <w:color w:val="000000"/>
              </w:rPr>
              <w:t>3</w:t>
            </w:r>
            <w:r w:rsidR="001510F3" w:rsidRPr="00BD00E2">
              <w:rPr>
                <w:rFonts w:ascii="Courier New" w:hAnsi="Courier New" w:cs="Courier New"/>
                <w:bCs/>
                <w:color w:val="000000"/>
              </w:rPr>
              <w:t>0</w:t>
            </w:r>
          </w:p>
        </w:tc>
        <w:tc>
          <w:tcPr>
            <w:tcW w:w="4321" w:type="dxa"/>
          </w:tcPr>
          <w:p w14:paraId="0F7F37A9" w14:textId="0B470B0F" w:rsidR="001F4A4E" w:rsidRPr="00C3497D" w:rsidRDefault="001F4A4E" w:rsidP="00C3497D">
            <w:pPr>
              <w:pStyle w:val="a"/>
              <w:tabs>
                <w:tab w:val="left" w:pos="284"/>
              </w:tabs>
              <w:ind w:firstLine="0"/>
              <w:rPr>
                <w:bCs/>
                <w:color w:val="000000" w:themeColor="text1"/>
                <w:lang w:val="en-US"/>
              </w:rPr>
            </w:pPr>
            <w:r w:rsidRPr="00C3497D">
              <w:rPr>
                <w:bCs/>
                <w:color w:val="000000" w:themeColor="text1"/>
                <w:lang w:val="en-US"/>
              </w:rPr>
              <w:t>Fără restricţii suplimentare</w:t>
            </w:r>
          </w:p>
        </w:tc>
      </w:tr>
    </w:tbl>
    <w:p w14:paraId="21C10AF4" w14:textId="77777777" w:rsidR="00585745" w:rsidRPr="00C3497D" w:rsidRDefault="004E73D9" w:rsidP="00D209D0">
      <w:pPr>
        <w:pStyle w:val="ProblemStatement"/>
        <w:spacing w:before="60"/>
        <w:ind w:firstLine="0"/>
        <w:rPr>
          <w:b/>
          <w:bCs/>
          <w:szCs w:val="22"/>
          <w:lang w:val="ro-RO"/>
        </w:rPr>
      </w:pPr>
      <w:r w:rsidRPr="00C3497D">
        <w:rPr>
          <w:b/>
          <w:bCs/>
          <w:szCs w:val="22"/>
          <w:lang w:val="ro-RO"/>
        </w:rPr>
        <w:t>Exemple</w:t>
      </w:r>
    </w:p>
    <w:tbl>
      <w:tblPr>
        <w:tblStyle w:val="TableGrid"/>
        <w:tblW w:w="9672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35"/>
        <w:gridCol w:w="1281"/>
        <w:gridCol w:w="6956"/>
      </w:tblGrid>
      <w:tr w:rsidR="00565298" w:rsidRPr="00C3497D" w14:paraId="1F2F9453" w14:textId="77777777" w:rsidTr="00D209D0">
        <w:trPr>
          <w:jc w:val="center"/>
        </w:trPr>
        <w:tc>
          <w:tcPr>
            <w:tcW w:w="1435" w:type="dxa"/>
          </w:tcPr>
          <w:p w14:paraId="4E0F2C9B" w14:textId="0A24758B" w:rsidR="00D34CCA" w:rsidRPr="001F3C75" w:rsidRDefault="00C3497D" w:rsidP="00C3497D">
            <w:pPr>
              <w:pStyle w:val="ProblemStatement"/>
              <w:ind w:firstLine="0"/>
              <w:rPr>
                <w:rFonts w:ascii="Courier New" w:hAnsi="Courier New" w:cs="Courier New"/>
                <w:b/>
                <w:bCs/>
                <w:sz w:val="20"/>
                <w:lang w:val="ro-RO"/>
              </w:rPr>
            </w:pPr>
            <w:r w:rsidRPr="001F3C75">
              <w:rPr>
                <w:rFonts w:ascii="Courier New" w:hAnsi="Courier New" w:cs="Courier New"/>
                <w:sz w:val="20"/>
                <w:lang w:val="ro-RO"/>
              </w:rPr>
              <w:t>gems</w:t>
            </w:r>
            <w:r w:rsidR="00D34CCA" w:rsidRPr="001F3C75">
              <w:rPr>
                <w:rFonts w:ascii="Courier New" w:hAnsi="Courier New" w:cs="Courier New"/>
                <w:sz w:val="20"/>
                <w:lang w:val="ro-RO"/>
              </w:rPr>
              <w:t>.in</w:t>
            </w:r>
          </w:p>
        </w:tc>
        <w:tc>
          <w:tcPr>
            <w:tcW w:w="1281" w:type="dxa"/>
          </w:tcPr>
          <w:p w14:paraId="372F1744" w14:textId="070C9FE2" w:rsidR="00D34CCA" w:rsidRPr="001F3C75" w:rsidRDefault="00C3497D" w:rsidP="00C3497D">
            <w:pPr>
              <w:pStyle w:val="ProblemStatement"/>
              <w:ind w:firstLine="0"/>
              <w:rPr>
                <w:rFonts w:ascii="Courier New" w:hAnsi="Courier New" w:cs="Courier New"/>
                <w:b/>
                <w:bCs/>
                <w:sz w:val="20"/>
                <w:lang w:val="ro-RO"/>
              </w:rPr>
            </w:pPr>
            <w:r w:rsidRPr="001F3C75">
              <w:rPr>
                <w:rFonts w:ascii="Courier New" w:hAnsi="Courier New" w:cs="Courier New"/>
                <w:sz w:val="20"/>
                <w:lang w:val="ro-RO"/>
              </w:rPr>
              <w:t>gems</w:t>
            </w:r>
            <w:r w:rsidR="00D34CCA" w:rsidRPr="001F3C75">
              <w:rPr>
                <w:rFonts w:ascii="Courier New" w:hAnsi="Courier New" w:cs="Courier New"/>
                <w:sz w:val="20"/>
                <w:lang w:val="ro-RO"/>
              </w:rPr>
              <w:t>.out</w:t>
            </w:r>
          </w:p>
        </w:tc>
        <w:tc>
          <w:tcPr>
            <w:tcW w:w="6956" w:type="dxa"/>
          </w:tcPr>
          <w:p w14:paraId="249C6731" w14:textId="179EF197" w:rsidR="00D34CCA" w:rsidRPr="00C3497D" w:rsidRDefault="008B5B0D" w:rsidP="00C3497D">
            <w:pPr>
              <w:pStyle w:val="ProblemStatement"/>
              <w:ind w:firstLine="0"/>
              <w:rPr>
                <w:b/>
                <w:bCs/>
                <w:lang w:val="ro-RO"/>
              </w:rPr>
            </w:pPr>
            <w:r w:rsidRPr="00C3497D">
              <w:rPr>
                <w:b/>
                <w:bCs/>
                <w:lang w:val="ro-RO"/>
              </w:rPr>
              <w:t>Explicaţie</w:t>
            </w:r>
          </w:p>
        </w:tc>
      </w:tr>
      <w:tr w:rsidR="00565298" w:rsidRPr="00C3497D" w14:paraId="25018A60" w14:textId="77777777" w:rsidTr="00D209D0">
        <w:trPr>
          <w:jc w:val="center"/>
        </w:trPr>
        <w:tc>
          <w:tcPr>
            <w:tcW w:w="1435" w:type="dxa"/>
          </w:tcPr>
          <w:p w14:paraId="146FA7F0" w14:textId="4A773412" w:rsidR="008B5B0D" w:rsidRPr="001F3C75" w:rsidRDefault="00C3497D" w:rsidP="00C3497D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lang w:val="ro-RO"/>
              </w:rPr>
            </w:pPr>
            <w:r w:rsidRPr="001F3C75">
              <w:rPr>
                <w:rFonts w:ascii="Courier New" w:hAnsi="Courier New" w:cs="Courier New"/>
                <w:sz w:val="20"/>
                <w:lang w:val="ro-RO"/>
              </w:rPr>
              <w:t>5 4</w:t>
            </w:r>
          </w:p>
          <w:p w14:paraId="056AD50F" w14:textId="0E48E6D7" w:rsidR="00C3497D" w:rsidRPr="001F3C75" w:rsidRDefault="00C3497D" w:rsidP="00C3497D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lang w:val="ro-RO"/>
              </w:rPr>
            </w:pPr>
            <w:r w:rsidRPr="001F3C75">
              <w:rPr>
                <w:rFonts w:ascii="Courier New" w:hAnsi="Courier New" w:cs="Courier New"/>
                <w:sz w:val="20"/>
                <w:lang w:val="ro-RO"/>
              </w:rPr>
              <w:t>1 7 8 1 3</w:t>
            </w:r>
          </w:p>
          <w:p w14:paraId="7F59FF9A" w14:textId="6D2FE526" w:rsidR="009A4159" w:rsidRPr="001F3C75" w:rsidRDefault="00C3497D" w:rsidP="00C3497D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lang w:val="ro-RO"/>
              </w:rPr>
            </w:pPr>
            <w:r w:rsidRPr="001F3C75">
              <w:rPr>
                <w:rFonts w:ascii="Courier New" w:hAnsi="Courier New" w:cs="Courier New"/>
                <w:sz w:val="20"/>
                <w:lang w:val="ro-RO"/>
              </w:rPr>
              <w:t xml:space="preserve">2 4 </w:t>
            </w:r>
          </w:p>
        </w:tc>
        <w:tc>
          <w:tcPr>
            <w:tcW w:w="1281" w:type="dxa"/>
          </w:tcPr>
          <w:p w14:paraId="3AAFB3C7" w14:textId="3796ED63" w:rsidR="00D34CCA" w:rsidRPr="001F3C75" w:rsidRDefault="00D209D0" w:rsidP="00C3497D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lang w:val="ro-RO"/>
              </w:rPr>
            </w:pPr>
            <w:r w:rsidRPr="001F3C75">
              <w:rPr>
                <w:rFonts w:ascii="Courier New" w:hAnsi="Courier New" w:cs="Courier New"/>
                <w:sz w:val="20"/>
                <w:lang w:val="ro-RO"/>
              </w:rPr>
              <w:t>24</w:t>
            </w:r>
          </w:p>
        </w:tc>
        <w:tc>
          <w:tcPr>
            <w:tcW w:w="6956" w:type="dxa"/>
          </w:tcPr>
          <w:p w14:paraId="062DF696" w14:textId="1E9BCB9C" w:rsidR="001F242B" w:rsidRDefault="00D209D0" w:rsidP="00C3497D">
            <w:pPr>
              <w:pStyle w:val="ProblemStatement"/>
              <w:ind w:firstLine="0"/>
              <w:rPr>
                <w:lang w:val="ro-RO"/>
              </w:rPr>
            </w:pPr>
            <w:r>
              <w:rPr>
                <w:lang w:val="ro-RO"/>
              </w:rPr>
              <w:t>Pietrele preţioase sunt distribuite ca în figura de mai sus.</w:t>
            </w:r>
          </w:p>
          <w:p w14:paraId="0190A473" w14:textId="6CC4819B" w:rsidR="00D209D0" w:rsidRPr="00C3497D" w:rsidRDefault="00D209D0" w:rsidP="00C3497D">
            <w:pPr>
              <w:pStyle w:val="ProblemStatement"/>
              <w:ind w:firstLine="0"/>
              <w:rPr>
                <w:lang w:val="ro-RO"/>
              </w:rPr>
            </w:pPr>
            <w:r>
              <w:rPr>
                <w:lang w:val="ro-RO"/>
              </w:rPr>
              <w:t>Gemini va parcurge camerele (</w:t>
            </w:r>
            <w:r w:rsidRPr="001F48EE">
              <w:rPr>
                <w:rFonts w:ascii="Courier New" w:hAnsi="Courier New" w:cs="Courier New"/>
                <w:sz w:val="20"/>
                <w:lang w:val="ro-RO"/>
              </w:rPr>
              <w:t>1</w:t>
            </w:r>
            <w:r>
              <w:rPr>
                <w:lang w:val="ro-RO"/>
              </w:rPr>
              <w:t>,</w:t>
            </w:r>
            <w:r w:rsidRPr="001F48EE">
              <w:rPr>
                <w:rFonts w:ascii="Courier New" w:hAnsi="Courier New" w:cs="Courier New"/>
                <w:sz w:val="20"/>
                <w:lang w:val="ro-RO"/>
              </w:rPr>
              <w:t>3</w:t>
            </w:r>
            <w:r>
              <w:rPr>
                <w:lang w:val="ro-RO"/>
              </w:rPr>
              <w:t>), (</w:t>
            </w:r>
            <w:r w:rsidRPr="001F48EE">
              <w:rPr>
                <w:rFonts w:ascii="Courier New" w:hAnsi="Courier New" w:cs="Courier New"/>
                <w:sz w:val="20"/>
                <w:lang w:val="ro-RO"/>
              </w:rPr>
              <w:t>2</w:t>
            </w:r>
            <w:r>
              <w:rPr>
                <w:lang w:val="ro-RO"/>
              </w:rPr>
              <w:t>,</w:t>
            </w:r>
            <w:r w:rsidRPr="001F48EE">
              <w:rPr>
                <w:rFonts w:ascii="Courier New" w:hAnsi="Courier New" w:cs="Courier New"/>
                <w:sz w:val="20"/>
                <w:lang w:val="ro-RO"/>
              </w:rPr>
              <w:t>4</w:t>
            </w:r>
            <w:r>
              <w:rPr>
                <w:lang w:val="ro-RO"/>
              </w:rPr>
              <w:t>), (</w:t>
            </w:r>
            <w:r w:rsidRPr="001F48EE">
              <w:rPr>
                <w:rFonts w:ascii="Courier New" w:hAnsi="Courier New" w:cs="Courier New"/>
                <w:sz w:val="20"/>
                <w:lang w:val="ro-RO"/>
              </w:rPr>
              <w:t>3</w:t>
            </w:r>
            <w:r>
              <w:rPr>
                <w:lang w:val="ro-RO"/>
              </w:rPr>
              <w:t>,</w:t>
            </w:r>
            <w:r w:rsidRPr="001F48EE">
              <w:rPr>
                <w:rFonts w:ascii="Courier New" w:hAnsi="Courier New" w:cs="Courier New"/>
                <w:sz w:val="20"/>
                <w:lang w:val="ro-RO"/>
              </w:rPr>
              <w:t>4</w:t>
            </w:r>
            <w:r>
              <w:rPr>
                <w:lang w:val="ro-RO"/>
              </w:rPr>
              <w:t>), (</w:t>
            </w:r>
            <w:r w:rsidRPr="001F48EE">
              <w:rPr>
                <w:rFonts w:ascii="Courier New" w:hAnsi="Courier New" w:cs="Courier New"/>
                <w:sz w:val="20"/>
                <w:lang w:val="ro-RO"/>
              </w:rPr>
              <w:t>4</w:t>
            </w:r>
            <w:r>
              <w:rPr>
                <w:lang w:val="ro-RO"/>
              </w:rPr>
              <w:t>,</w:t>
            </w:r>
            <w:r w:rsidRPr="001F48EE">
              <w:rPr>
                <w:rFonts w:ascii="Courier New" w:hAnsi="Courier New" w:cs="Courier New"/>
                <w:sz w:val="20"/>
                <w:lang w:val="ro-RO"/>
              </w:rPr>
              <w:t>4</w:t>
            </w:r>
            <w:r>
              <w:rPr>
                <w:lang w:val="ro-RO"/>
              </w:rPr>
              <w:t xml:space="preserve">), acumulând pietre în valoare totală de </w:t>
            </w:r>
            <w:r w:rsidRPr="001F48EE">
              <w:rPr>
                <w:rFonts w:ascii="Courier New" w:hAnsi="Courier New" w:cs="Courier New"/>
                <w:sz w:val="20"/>
                <w:lang w:val="ro-RO"/>
              </w:rPr>
              <w:t>8+8+7+1=24</w:t>
            </w:r>
            <w:r>
              <w:rPr>
                <w:lang w:val="ro-RO"/>
              </w:rPr>
              <w:t>.</w:t>
            </w:r>
          </w:p>
        </w:tc>
      </w:tr>
    </w:tbl>
    <w:p w14:paraId="35D83DCA" w14:textId="45E7499E" w:rsidR="00D71F2D" w:rsidRPr="000E47AA" w:rsidRDefault="00D71F2D" w:rsidP="00C3497D">
      <w:pPr>
        <w:rPr>
          <w:b/>
          <w:color w:val="000000" w:themeColor="text1"/>
          <w:sz w:val="22"/>
          <w:szCs w:val="22"/>
        </w:rPr>
      </w:pPr>
      <w:r w:rsidRPr="000E47AA">
        <w:rPr>
          <w:b/>
          <w:color w:val="000000" w:themeColor="text1"/>
          <w:sz w:val="22"/>
          <w:szCs w:val="22"/>
        </w:rPr>
        <w:t xml:space="preserve">Timp maxim de execuţie/test: </w:t>
      </w:r>
      <w:r w:rsidR="000E47AA" w:rsidRPr="000E47AA">
        <w:rPr>
          <w:b/>
          <w:color w:val="000000" w:themeColor="text1"/>
          <w:sz w:val="22"/>
          <w:szCs w:val="22"/>
        </w:rPr>
        <w:t>0.8</w:t>
      </w:r>
      <w:r w:rsidRPr="000E47AA">
        <w:rPr>
          <w:b/>
          <w:color w:val="000000" w:themeColor="text1"/>
          <w:sz w:val="22"/>
          <w:szCs w:val="22"/>
        </w:rPr>
        <w:t xml:space="preserve"> secund</w:t>
      </w:r>
      <w:r w:rsidR="000E47AA" w:rsidRPr="000E47AA">
        <w:rPr>
          <w:b/>
          <w:color w:val="000000" w:themeColor="text1"/>
          <w:sz w:val="22"/>
          <w:szCs w:val="22"/>
        </w:rPr>
        <w:t>e</w:t>
      </w:r>
    </w:p>
    <w:p w14:paraId="43C73544" w14:textId="06FB05FA" w:rsidR="00D71F2D" w:rsidRPr="00C3497D" w:rsidRDefault="00D71F2D" w:rsidP="00C3497D">
      <w:pPr>
        <w:rPr>
          <w:b/>
          <w:color w:val="000000" w:themeColor="text1"/>
          <w:sz w:val="22"/>
          <w:szCs w:val="22"/>
        </w:rPr>
      </w:pPr>
      <w:r w:rsidRPr="00C3497D">
        <w:rPr>
          <w:b/>
          <w:color w:val="000000" w:themeColor="text1"/>
          <w:sz w:val="22"/>
          <w:szCs w:val="22"/>
        </w:rPr>
        <w:t xml:space="preserve">Memorie totală disponibilă </w:t>
      </w:r>
      <w:r w:rsidR="00FA1E68">
        <w:rPr>
          <w:b/>
          <w:color w:val="000000" w:themeColor="text1"/>
          <w:sz w:val="22"/>
          <w:szCs w:val="22"/>
        </w:rPr>
        <w:t>16</w:t>
      </w:r>
      <w:r w:rsidRPr="00C3497D">
        <w:rPr>
          <w:b/>
          <w:color w:val="000000" w:themeColor="text1"/>
          <w:sz w:val="22"/>
          <w:szCs w:val="22"/>
        </w:rPr>
        <w:t xml:space="preserve"> MB din care </w:t>
      </w:r>
      <w:r w:rsidR="00FA1E68">
        <w:rPr>
          <w:b/>
          <w:color w:val="000000" w:themeColor="text1"/>
          <w:sz w:val="22"/>
          <w:szCs w:val="22"/>
        </w:rPr>
        <w:t>8</w:t>
      </w:r>
      <w:r w:rsidRPr="00C3497D">
        <w:rPr>
          <w:b/>
          <w:color w:val="000000" w:themeColor="text1"/>
          <w:sz w:val="22"/>
          <w:szCs w:val="22"/>
        </w:rPr>
        <w:t xml:space="preserve"> MB pentru stivă</w:t>
      </w:r>
    </w:p>
    <w:p w14:paraId="2E865777" w14:textId="4631DA8D" w:rsidR="00E0320F" w:rsidRPr="00C3497D" w:rsidRDefault="00D71F2D" w:rsidP="00C3497D">
      <w:pPr>
        <w:rPr>
          <w:b/>
          <w:color w:val="000000" w:themeColor="text1"/>
          <w:sz w:val="22"/>
          <w:szCs w:val="22"/>
        </w:rPr>
      </w:pPr>
      <w:r w:rsidRPr="00C3497D">
        <w:rPr>
          <w:b/>
          <w:color w:val="000000" w:themeColor="text1"/>
          <w:sz w:val="22"/>
          <w:szCs w:val="22"/>
        </w:rPr>
        <w:t xml:space="preserve">Dimensiunea maximă a sursei: </w:t>
      </w:r>
      <w:r w:rsidR="00215C24" w:rsidRPr="00C3497D">
        <w:rPr>
          <w:b/>
          <w:color w:val="000000" w:themeColor="text1"/>
          <w:sz w:val="22"/>
          <w:szCs w:val="22"/>
        </w:rPr>
        <w:t>10</w:t>
      </w:r>
      <w:r w:rsidRPr="00C3497D">
        <w:rPr>
          <w:b/>
          <w:color w:val="000000" w:themeColor="text1"/>
          <w:sz w:val="22"/>
          <w:szCs w:val="22"/>
        </w:rPr>
        <w:t xml:space="preserve"> KB</w:t>
      </w:r>
    </w:p>
    <w:p w14:paraId="6E7D2F13" w14:textId="4C2CAEB6" w:rsidR="008B5B0D" w:rsidRPr="00C3497D" w:rsidRDefault="008B5B0D" w:rsidP="001E7FB6">
      <w:pPr>
        <w:rPr>
          <w:b/>
          <w:color w:val="000000" w:themeColor="text1"/>
          <w:sz w:val="22"/>
          <w:szCs w:val="22"/>
          <w:lang w:val="ro-RO"/>
        </w:rPr>
      </w:pPr>
      <w:r w:rsidRPr="00C3497D">
        <w:rPr>
          <w:b/>
          <w:color w:val="000000" w:themeColor="text1"/>
          <w:sz w:val="22"/>
          <w:szCs w:val="22"/>
        </w:rPr>
        <w:t>10 puncte se acordă din oficiu</w:t>
      </w:r>
    </w:p>
    <w:sectPr w:rsidR="008B5B0D" w:rsidRPr="00C3497D" w:rsidSect="001F3C75">
      <w:headerReference w:type="default" r:id="rId9"/>
      <w:pgSz w:w="11906" w:h="16838" w:code="9"/>
      <w:pgMar w:top="1418" w:right="851" w:bottom="426" w:left="851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916DC" w14:textId="77777777" w:rsidR="00107AC9" w:rsidRDefault="00107AC9">
      <w:r>
        <w:separator/>
      </w:r>
    </w:p>
  </w:endnote>
  <w:endnote w:type="continuationSeparator" w:id="0">
    <w:p w14:paraId="7B02533C" w14:textId="77777777" w:rsidR="00107AC9" w:rsidRDefault="00107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2E50B" w14:textId="77777777" w:rsidR="00107AC9" w:rsidRDefault="00107AC9">
      <w:r>
        <w:separator/>
      </w:r>
    </w:p>
  </w:footnote>
  <w:footnote w:type="continuationSeparator" w:id="0">
    <w:p w14:paraId="0C43591C" w14:textId="77777777" w:rsidR="00107AC9" w:rsidRDefault="00107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01BAF" w14:textId="25305C6B" w:rsidR="005D7B48" w:rsidRDefault="005D7B48" w:rsidP="005D7B48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0E077F55" wp14:editId="708EC4A1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521867246" name="Picture 1521867246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612D48D" w14:textId="4B562B58" w:rsidR="005D7B48" w:rsidRDefault="00651789" w:rsidP="005D7B48">
    <w:pPr>
      <w:pStyle w:val="Header"/>
      <w:tabs>
        <w:tab w:val="left" w:pos="6561"/>
      </w:tabs>
      <w:rPr>
        <w:noProof/>
        <w:color w:val="0F243E"/>
        <w:lang w:val="ro-RO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345FB021" wp14:editId="1DEBD057">
          <wp:simplePos x="0" y="0"/>
          <wp:positionH relativeFrom="column">
            <wp:posOffset>3517265</wp:posOffset>
          </wp:positionH>
          <wp:positionV relativeFrom="paragraph">
            <wp:posOffset>5715</wp:posOffset>
          </wp:positionV>
          <wp:extent cx="2962275" cy="503555"/>
          <wp:effectExtent l="0" t="0" r="0" b="0"/>
          <wp:wrapNone/>
          <wp:docPr id="16435561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B48">
      <w:rPr>
        <w:noProof/>
      </w:rPr>
      <w:tab/>
    </w:r>
  </w:p>
  <w:p w14:paraId="0B71061C" w14:textId="77777777" w:rsidR="005D7B48" w:rsidRDefault="005D7B48" w:rsidP="005D7B48">
    <w:pPr>
      <w:pStyle w:val="Header"/>
      <w:tabs>
        <w:tab w:val="left" w:pos="6561"/>
      </w:tabs>
      <w:rPr>
        <w:noProof/>
        <w:color w:val="0F243E"/>
        <w:lang w:val="ro-RO"/>
      </w:rPr>
    </w:pPr>
  </w:p>
  <w:p w14:paraId="0A040E55" w14:textId="77777777" w:rsidR="005D7B48" w:rsidRDefault="005D7B48" w:rsidP="005D7B48">
    <w:pPr>
      <w:tabs>
        <w:tab w:val="right" w:pos="9639"/>
      </w:tabs>
      <w:rPr>
        <w:b/>
        <w:sz w:val="22"/>
        <w:szCs w:val="22"/>
        <w:lang w:val="pt-BR"/>
      </w:rPr>
    </w:pPr>
  </w:p>
  <w:p w14:paraId="58A68228" w14:textId="2BB371D0" w:rsidR="005D7B48" w:rsidRPr="006F699A" w:rsidRDefault="005D7B48" w:rsidP="0033530F">
    <w:pPr>
      <w:tabs>
        <w:tab w:val="right" w:pos="10204"/>
      </w:tabs>
      <w:rPr>
        <w:b/>
        <w:sz w:val="22"/>
        <w:szCs w:val="22"/>
        <w:lang w:val="pt-BR"/>
      </w:rPr>
    </w:pPr>
    <w:r w:rsidRPr="006F699A">
      <w:rPr>
        <w:b/>
        <w:sz w:val="22"/>
        <w:szCs w:val="22"/>
        <w:lang w:val="pt-BR"/>
      </w:rPr>
      <w:t>Olimpiada</w:t>
    </w:r>
    <w:r w:rsidRPr="006F699A">
      <w:rPr>
        <w:b/>
        <w:sz w:val="22"/>
        <w:szCs w:val="22"/>
        <w:lang w:val="es-ES"/>
      </w:rPr>
      <w:t xml:space="preserve"> de Informatică – etapa local</w:t>
    </w:r>
    <w:r w:rsidRPr="006F699A">
      <w:rPr>
        <w:b/>
        <w:sz w:val="22"/>
        <w:szCs w:val="22"/>
      </w:rPr>
      <w:t>ă</w:t>
    </w:r>
    <w:r>
      <w:rPr>
        <w:b/>
        <w:sz w:val="22"/>
        <w:szCs w:val="22"/>
        <w:lang w:val="es-ES"/>
      </w:rPr>
      <w:t xml:space="preserve"> </w:t>
    </w:r>
    <w:r>
      <w:rPr>
        <w:b/>
        <w:sz w:val="22"/>
        <w:szCs w:val="22"/>
        <w:lang w:val="es-ES"/>
      </w:rPr>
      <w:tab/>
    </w:r>
    <w:bookmarkStart w:id="0" w:name="_Hlk187603036"/>
    <w:r w:rsidRPr="00CB459C">
      <w:rPr>
        <w:b/>
        <w:sz w:val="22"/>
        <w:szCs w:val="22"/>
        <w:lang w:val="pt-BR"/>
      </w:rPr>
      <w:t>Clas</w:t>
    </w:r>
    <w:r w:rsidR="00027258">
      <w:rPr>
        <w:b/>
        <w:sz w:val="22"/>
        <w:szCs w:val="22"/>
        <w:lang w:val="pt-BR"/>
      </w:rPr>
      <w:t xml:space="preserve">ele a </w:t>
    </w:r>
    <w:r>
      <w:rPr>
        <w:b/>
        <w:sz w:val="22"/>
        <w:szCs w:val="22"/>
        <w:lang w:val="pt-BR"/>
      </w:rPr>
      <w:t>X</w:t>
    </w:r>
    <w:r w:rsidR="00027258">
      <w:rPr>
        <w:b/>
        <w:sz w:val="22"/>
        <w:szCs w:val="22"/>
        <w:lang w:val="pt-BR"/>
      </w:rPr>
      <w:t>I</w:t>
    </w:r>
    <w:r w:rsidRPr="00CB459C">
      <w:rPr>
        <w:b/>
        <w:sz w:val="22"/>
        <w:szCs w:val="22"/>
        <w:lang w:val="pt-BR"/>
      </w:rPr>
      <w:t>-a</w:t>
    </w:r>
    <w:r w:rsidR="00027258">
      <w:rPr>
        <w:b/>
        <w:sz w:val="22"/>
        <w:szCs w:val="22"/>
        <w:lang w:val="pt-BR"/>
      </w:rPr>
      <w:t xml:space="preserve"> şi a XII-a</w:t>
    </w:r>
    <w:r w:rsidRPr="006F699A">
      <w:rPr>
        <w:b/>
        <w:sz w:val="22"/>
        <w:szCs w:val="22"/>
        <w:lang w:val="pt-BR"/>
      </w:rPr>
      <w:t xml:space="preserve"> </w:t>
    </w:r>
    <w:bookmarkEnd w:id="0"/>
  </w:p>
  <w:p w14:paraId="06DC29FA" w14:textId="3BF3DA95" w:rsidR="005D7B48" w:rsidRPr="00993B79" w:rsidRDefault="00CF66B7" w:rsidP="0033530F">
    <w:pPr>
      <w:tabs>
        <w:tab w:val="right" w:pos="10204"/>
      </w:tabs>
      <w:rPr>
        <w:rFonts w:ascii="Courier New" w:hAnsi="Courier New" w:cs="Courier New"/>
        <w:b/>
        <w:sz w:val="20"/>
        <w:szCs w:val="20"/>
      </w:rPr>
    </w:pPr>
    <w:r>
      <w:rPr>
        <w:b/>
        <w:sz w:val="22"/>
        <w:szCs w:val="22"/>
        <w:lang w:val="fr-FR"/>
      </w:rPr>
      <w:t>7</w:t>
    </w:r>
    <w:r w:rsidR="005D7B48" w:rsidRPr="006F699A">
      <w:rPr>
        <w:b/>
        <w:sz w:val="22"/>
        <w:szCs w:val="22"/>
        <w:lang w:val="fr-FR"/>
      </w:rPr>
      <w:t xml:space="preserve">  februarie 202</w:t>
    </w:r>
    <w:r>
      <w:rPr>
        <w:b/>
        <w:sz w:val="22"/>
        <w:szCs w:val="22"/>
        <w:lang w:val="fr-FR"/>
      </w:rPr>
      <w:t>6</w:t>
    </w:r>
    <w:r w:rsidR="005D7B48" w:rsidRPr="006F699A">
      <w:rPr>
        <w:b/>
        <w:sz w:val="22"/>
        <w:szCs w:val="22"/>
        <w:lang w:val="fr-FR"/>
      </w:rPr>
      <w:tab/>
    </w:r>
    <w:r w:rsidR="005D7B48" w:rsidRPr="006F699A">
      <w:rPr>
        <w:b/>
        <w:sz w:val="22"/>
        <w:szCs w:val="22"/>
      </w:rPr>
      <w:t xml:space="preserve">Sursa: </w:t>
    </w:r>
    <w:r w:rsidR="00BD00E2">
      <w:rPr>
        <w:rFonts w:ascii="Courier New" w:hAnsi="Courier New" w:cs="Courier New"/>
        <w:b/>
        <w:sz w:val="20"/>
        <w:szCs w:val="20"/>
        <w:lang w:val="ro-RO"/>
      </w:rPr>
      <w:t>gems</w:t>
    </w:r>
    <w:r w:rsidR="005D7B48" w:rsidRPr="00993B79">
      <w:rPr>
        <w:rFonts w:ascii="Courier New" w:hAnsi="Courier New" w:cs="Courier New"/>
        <w:b/>
        <w:sz w:val="20"/>
        <w:szCs w:val="20"/>
      </w:rPr>
      <w:t xml:space="preserve">.cpp, </w:t>
    </w:r>
    <w:r w:rsidR="00BD00E2">
      <w:rPr>
        <w:rFonts w:ascii="Courier New" w:hAnsi="Courier New" w:cs="Courier New"/>
        <w:b/>
        <w:sz w:val="20"/>
        <w:szCs w:val="20"/>
        <w:lang w:val="ro-RO"/>
      </w:rPr>
      <w:t>gems</w:t>
    </w:r>
    <w:r w:rsidR="005D7B48" w:rsidRPr="00993B79">
      <w:rPr>
        <w:rFonts w:ascii="Courier New" w:hAnsi="Courier New" w:cs="Courier New"/>
        <w:b/>
        <w:sz w:val="20"/>
        <w:szCs w:val="20"/>
      </w:rPr>
      <w:t>.c</w:t>
    </w:r>
  </w:p>
  <w:p w14:paraId="4EA86B6C" w14:textId="52589FEC" w:rsidR="0032092C" w:rsidRPr="005D7B48" w:rsidRDefault="00000000" w:rsidP="005D7B48">
    <w:pPr>
      <w:pStyle w:val="Header"/>
    </w:pPr>
    <w:r>
      <w:rPr>
        <w:noProof/>
      </w:rPr>
      <w:pict w14:anchorId="2CFC07EA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2.4pt;margin-top:4.65pt;width:509pt;height:.05pt;z-index:251661312" o:connectortype="straigh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5B49B7"/>
    <w:multiLevelType w:val="hybridMultilevel"/>
    <w:tmpl w:val="49800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61E1C"/>
    <w:multiLevelType w:val="hybridMultilevel"/>
    <w:tmpl w:val="66B0C6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C13DB"/>
    <w:multiLevelType w:val="hybridMultilevel"/>
    <w:tmpl w:val="B85088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8A2D28"/>
    <w:multiLevelType w:val="hybridMultilevel"/>
    <w:tmpl w:val="2B0CC0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6219129">
    <w:abstractNumId w:val="6"/>
  </w:num>
  <w:num w:numId="2" w16cid:durableId="409011745">
    <w:abstractNumId w:val="10"/>
  </w:num>
  <w:num w:numId="3" w16cid:durableId="275723083">
    <w:abstractNumId w:val="8"/>
  </w:num>
  <w:num w:numId="4" w16cid:durableId="1698895809">
    <w:abstractNumId w:val="11"/>
  </w:num>
  <w:num w:numId="5" w16cid:durableId="1745108843">
    <w:abstractNumId w:val="15"/>
  </w:num>
  <w:num w:numId="6" w16cid:durableId="1288929023">
    <w:abstractNumId w:val="5"/>
  </w:num>
  <w:num w:numId="7" w16cid:durableId="1198394149">
    <w:abstractNumId w:val="13"/>
  </w:num>
  <w:num w:numId="8" w16cid:durableId="999891197">
    <w:abstractNumId w:val="7"/>
  </w:num>
  <w:num w:numId="9" w16cid:durableId="1573201772">
    <w:abstractNumId w:val="4"/>
  </w:num>
  <w:num w:numId="10" w16cid:durableId="405038429">
    <w:abstractNumId w:val="14"/>
  </w:num>
  <w:num w:numId="11" w16cid:durableId="299772051">
    <w:abstractNumId w:val="0"/>
  </w:num>
  <w:num w:numId="12" w16cid:durableId="2021157344">
    <w:abstractNumId w:val="9"/>
  </w:num>
  <w:num w:numId="13" w16cid:durableId="2028869244">
    <w:abstractNumId w:val="2"/>
  </w:num>
  <w:num w:numId="14" w16cid:durableId="2115858457">
    <w:abstractNumId w:val="3"/>
  </w:num>
  <w:num w:numId="15" w16cid:durableId="1449547337">
    <w:abstractNumId w:val="1"/>
  </w:num>
  <w:num w:numId="16" w16cid:durableId="20923921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745"/>
    <w:rsid w:val="0000099B"/>
    <w:rsid w:val="00007064"/>
    <w:rsid w:val="00010C41"/>
    <w:rsid w:val="000156BB"/>
    <w:rsid w:val="00027258"/>
    <w:rsid w:val="000350C2"/>
    <w:rsid w:val="000360EA"/>
    <w:rsid w:val="000634F3"/>
    <w:rsid w:val="000666B7"/>
    <w:rsid w:val="00073CC0"/>
    <w:rsid w:val="00075116"/>
    <w:rsid w:val="00086172"/>
    <w:rsid w:val="00091B34"/>
    <w:rsid w:val="000A2235"/>
    <w:rsid w:val="000B6EA6"/>
    <w:rsid w:val="000C0EE1"/>
    <w:rsid w:val="000C7725"/>
    <w:rsid w:val="000E47AA"/>
    <w:rsid w:val="000F6A4D"/>
    <w:rsid w:val="000F6D4A"/>
    <w:rsid w:val="00107AC9"/>
    <w:rsid w:val="00131C42"/>
    <w:rsid w:val="00137AF8"/>
    <w:rsid w:val="00150198"/>
    <w:rsid w:val="001510F3"/>
    <w:rsid w:val="00175060"/>
    <w:rsid w:val="00181625"/>
    <w:rsid w:val="0018476E"/>
    <w:rsid w:val="001A0C06"/>
    <w:rsid w:val="001B228A"/>
    <w:rsid w:val="001C40FA"/>
    <w:rsid w:val="001E33B2"/>
    <w:rsid w:val="001E7FB6"/>
    <w:rsid w:val="001F0FD3"/>
    <w:rsid w:val="001F242B"/>
    <w:rsid w:val="001F3C75"/>
    <w:rsid w:val="001F48EE"/>
    <w:rsid w:val="001F4A4E"/>
    <w:rsid w:val="00214441"/>
    <w:rsid w:val="00215C24"/>
    <w:rsid w:val="00223A0D"/>
    <w:rsid w:val="002319B9"/>
    <w:rsid w:val="0024567E"/>
    <w:rsid w:val="00251D83"/>
    <w:rsid w:val="00262D87"/>
    <w:rsid w:val="00270796"/>
    <w:rsid w:val="002758E8"/>
    <w:rsid w:val="00291F78"/>
    <w:rsid w:val="002A2B01"/>
    <w:rsid w:val="002B7EF7"/>
    <w:rsid w:val="002D0CA7"/>
    <w:rsid w:val="002D37B8"/>
    <w:rsid w:val="002F1B19"/>
    <w:rsid w:val="003056E7"/>
    <w:rsid w:val="00311DC3"/>
    <w:rsid w:val="0032092C"/>
    <w:rsid w:val="00323C2B"/>
    <w:rsid w:val="0033530F"/>
    <w:rsid w:val="00336A5E"/>
    <w:rsid w:val="00342ECD"/>
    <w:rsid w:val="00352592"/>
    <w:rsid w:val="00352614"/>
    <w:rsid w:val="00354A57"/>
    <w:rsid w:val="00356BF1"/>
    <w:rsid w:val="003666DE"/>
    <w:rsid w:val="00370207"/>
    <w:rsid w:val="00381A79"/>
    <w:rsid w:val="00382B8E"/>
    <w:rsid w:val="00383E20"/>
    <w:rsid w:val="003878BF"/>
    <w:rsid w:val="00392359"/>
    <w:rsid w:val="0039379B"/>
    <w:rsid w:val="003A6139"/>
    <w:rsid w:val="003B0309"/>
    <w:rsid w:val="003C2C9D"/>
    <w:rsid w:val="003D2F1D"/>
    <w:rsid w:val="003E34F6"/>
    <w:rsid w:val="003F6222"/>
    <w:rsid w:val="00400EC4"/>
    <w:rsid w:val="00417B2E"/>
    <w:rsid w:val="00423B29"/>
    <w:rsid w:val="004410D4"/>
    <w:rsid w:val="0047517B"/>
    <w:rsid w:val="004B7FE2"/>
    <w:rsid w:val="004C6C78"/>
    <w:rsid w:val="004D28A7"/>
    <w:rsid w:val="004E0ADC"/>
    <w:rsid w:val="004E1EBA"/>
    <w:rsid w:val="004E73D9"/>
    <w:rsid w:val="004F298E"/>
    <w:rsid w:val="00510A69"/>
    <w:rsid w:val="00556F22"/>
    <w:rsid w:val="00565298"/>
    <w:rsid w:val="00582727"/>
    <w:rsid w:val="00585745"/>
    <w:rsid w:val="005A2583"/>
    <w:rsid w:val="005D7B48"/>
    <w:rsid w:val="005E1906"/>
    <w:rsid w:val="005E56DD"/>
    <w:rsid w:val="006259B2"/>
    <w:rsid w:val="00641B16"/>
    <w:rsid w:val="00651789"/>
    <w:rsid w:val="00654B6A"/>
    <w:rsid w:val="006933AF"/>
    <w:rsid w:val="00693FA5"/>
    <w:rsid w:val="006B142F"/>
    <w:rsid w:val="006E672A"/>
    <w:rsid w:val="00706619"/>
    <w:rsid w:val="007166A3"/>
    <w:rsid w:val="00741270"/>
    <w:rsid w:val="007440FA"/>
    <w:rsid w:val="00746781"/>
    <w:rsid w:val="0076444D"/>
    <w:rsid w:val="0079452E"/>
    <w:rsid w:val="007A048C"/>
    <w:rsid w:val="007B48A6"/>
    <w:rsid w:val="007C03CC"/>
    <w:rsid w:val="007C6D57"/>
    <w:rsid w:val="007E0A5D"/>
    <w:rsid w:val="007E7DC3"/>
    <w:rsid w:val="007F27A5"/>
    <w:rsid w:val="00802A91"/>
    <w:rsid w:val="00812B7E"/>
    <w:rsid w:val="008414C6"/>
    <w:rsid w:val="00856580"/>
    <w:rsid w:val="00865778"/>
    <w:rsid w:val="00867B22"/>
    <w:rsid w:val="00876ADB"/>
    <w:rsid w:val="00880667"/>
    <w:rsid w:val="00896117"/>
    <w:rsid w:val="00896F85"/>
    <w:rsid w:val="008A2747"/>
    <w:rsid w:val="008B5B0D"/>
    <w:rsid w:val="008D24DF"/>
    <w:rsid w:val="008F70F5"/>
    <w:rsid w:val="009113AD"/>
    <w:rsid w:val="009308A8"/>
    <w:rsid w:val="009364A4"/>
    <w:rsid w:val="0093715D"/>
    <w:rsid w:val="009435C4"/>
    <w:rsid w:val="00993B79"/>
    <w:rsid w:val="0099795A"/>
    <w:rsid w:val="009A4159"/>
    <w:rsid w:val="009A4317"/>
    <w:rsid w:val="009E32A7"/>
    <w:rsid w:val="009E42A6"/>
    <w:rsid w:val="009E4329"/>
    <w:rsid w:val="009F08E6"/>
    <w:rsid w:val="00A0245D"/>
    <w:rsid w:val="00A23CC1"/>
    <w:rsid w:val="00A34DA5"/>
    <w:rsid w:val="00AA2498"/>
    <w:rsid w:val="00AE6629"/>
    <w:rsid w:val="00AF5E20"/>
    <w:rsid w:val="00B02039"/>
    <w:rsid w:val="00B03C71"/>
    <w:rsid w:val="00B07AF6"/>
    <w:rsid w:val="00B12FFA"/>
    <w:rsid w:val="00B15322"/>
    <w:rsid w:val="00B1658B"/>
    <w:rsid w:val="00B24946"/>
    <w:rsid w:val="00B36478"/>
    <w:rsid w:val="00B402E3"/>
    <w:rsid w:val="00B63A47"/>
    <w:rsid w:val="00B70128"/>
    <w:rsid w:val="00B83BFD"/>
    <w:rsid w:val="00B912DB"/>
    <w:rsid w:val="00BA2AC2"/>
    <w:rsid w:val="00BB52FD"/>
    <w:rsid w:val="00BD00E2"/>
    <w:rsid w:val="00BD090D"/>
    <w:rsid w:val="00BE2F13"/>
    <w:rsid w:val="00BE48FC"/>
    <w:rsid w:val="00BF0ED4"/>
    <w:rsid w:val="00BF11CD"/>
    <w:rsid w:val="00C00448"/>
    <w:rsid w:val="00C142EE"/>
    <w:rsid w:val="00C33155"/>
    <w:rsid w:val="00C3497D"/>
    <w:rsid w:val="00C759FC"/>
    <w:rsid w:val="00CA064A"/>
    <w:rsid w:val="00CD2437"/>
    <w:rsid w:val="00CF66B7"/>
    <w:rsid w:val="00CF7497"/>
    <w:rsid w:val="00D028F5"/>
    <w:rsid w:val="00D04CBC"/>
    <w:rsid w:val="00D16288"/>
    <w:rsid w:val="00D209D0"/>
    <w:rsid w:val="00D34CCA"/>
    <w:rsid w:val="00D3557F"/>
    <w:rsid w:val="00D359FB"/>
    <w:rsid w:val="00D56617"/>
    <w:rsid w:val="00D7095F"/>
    <w:rsid w:val="00D70ADF"/>
    <w:rsid w:val="00D70B6F"/>
    <w:rsid w:val="00D71F2D"/>
    <w:rsid w:val="00DA3B8B"/>
    <w:rsid w:val="00DB731A"/>
    <w:rsid w:val="00DC214D"/>
    <w:rsid w:val="00DC49D9"/>
    <w:rsid w:val="00DE4488"/>
    <w:rsid w:val="00DF18DC"/>
    <w:rsid w:val="00E02D70"/>
    <w:rsid w:val="00E0320F"/>
    <w:rsid w:val="00E047CF"/>
    <w:rsid w:val="00E052CC"/>
    <w:rsid w:val="00E07F57"/>
    <w:rsid w:val="00E2179D"/>
    <w:rsid w:val="00E27D8A"/>
    <w:rsid w:val="00E32FC5"/>
    <w:rsid w:val="00E406FC"/>
    <w:rsid w:val="00E47DF3"/>
    <w:rsid w:val="00E6371A"/>
    <w:rsid w:val="00E67ABE"/>
    <w:rsid w:val="00E7174C"/>
    <w:rsid w:val="00E75454"/>
    <w:rsid w:val="00E8553A"/>
    <w:rsid w:val="00E946FA"/>
    <w:rsid w:val="00EA651C"/>
    <w:rsid w:val="00EB31A6"/>
    <w:rsid w:val="00ED115D"/>
    <w:rsid w:val="00ED302D"/>
    <w:rsid w:val="00ED7700"/>
    <w:rsid w:val="00EE61AE"/>
    <w:rsid w:val="00F00631"/>
    <w:rsid w:val="00F0114B"/>
    <w:rsid w:val="00F03901"/>
    <w:rsid w:val="00F03C21"/>
    <w:rsid w:val="00F21BBC"/>
    <w:rsid w:val="00F3048E"/>
    <w:rsid w:val="00F35D57"/>
    <w:rsid w:val="00F62A06"/>
    <w:rsid w:val="00F67051"/>
    <w:rsid w:val="00F874C1"/>
    <w:rsid w:val="00F93C3E"/>
    <w:rsid w:val="00FA1E68"/>
    <w:rsid w:val="00FC5773"/>
    <w:rsid w:val="00FC758F"/>
    <w:rsid w:val="00FE2770"/>
    <w:rsid w:val="00FE5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B724B"/>
  <w15:docId w15:val="{F7F1A58F-8BF4-463C-9F40-46339FAA8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18232B7A-3455-4986-B676-A68DC68E92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1026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Emanuela Cerchez</cp:lastModifiedBy>
  <cp:revision>105</cp:revision>
  <dcterms:created xsi:type="dcterms:W3CDTF">2020-11-10T08:52:00Z</dcterms:created>
  <dcterms:modified xsi:type="dcterms:W3CDTF">2026-01-30T16:49:00Z</dcterms:modified>
</cp:coreProperties>
</file>