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A334A" w14:textId="77777777" w:rsidR="00601BBD" w:rsidRDefault="00601BBD" w:rsidP="00D4703D">
      <w:pPr>
        <w:rPr>
          <w:b/>
          <w:sz w:val="28"/>
          <w:szCs w:val="28"/>
          <w:lang w:val="ro-RO"/>
        </w:rPr>
      </w:pPr>
    </w:p>
    <w:p w14:paraId="30BFE1F8" w14:textId="374EC76B" w:rsidR="006E25E3" w:rsidRPr="006D5D75" w:rsidRDefault="00220245" w:rsidP="006D5D75">
      <w:pPr>
        <w:ind w:right="-143"/>
        <w:rPr>
          <w:rFonts w:ascii="Courier New" w:hAnsi="Courier New" w:cs="Courier New"/>
          <w:b/>
          <w:sz w:val="28"/>
          <w:szCs w:val="28"/>
          <w:lang w:val="ro-RO"/>
        </w:rPr>
      </w:pPr>
      <w:r>
        <w:rPr>
          <w:rFonts w:ascii="Courier New" w:hAnsi="Courier New" w:cs="Courier New"/>
          <w:b/>
          <w:sz w:val="28"/>
          <w:szCs w:val="28"/>
          <w:lang w:val="ro-RO"/>
        </w:rPr>
        <w:t>Problema 2</w:t>
      </w:r>
      <w:r w:rsidR="006E25E3" w:rsidRPr="006D5D75">
        <w:rPr>
          <w:rFonts w:ascii="Courier New" w:hAnsi="Courier New" w:cs="Courier New"/>
          <w:b/>
          <w:sz w:val="28"/>
          <w:szCs w:val="28"/>
          <w:lang w:val="ro-RO"/>
        </w:rPr>
        <w:t xml:space="preserve"> </w:t>
      </w:r>
      <w:proofErr w:type="spellStart"/>
      <w:r w:rsidR="00655F4C">
        <w:rPr>
          <w:rFonts w:ascii="Courier New" w:hAnsi="Courier New" w:cs="Courier New"/>
          <w:b/>
          <w:sz w:val="28"/>
          <w:szCs w:val="28"/>
        </w:rPr>
        <w:t>Kendama</w:t>
      </w:r>
      <w:proofErr w:type="spellEnd"/>
      <w:r w:rsidR="006E25E3" w:rsidRPr="006D5D75">
        <w:rPr>
          <w:rFonts w:ascii="Courier New" w:hAnsi="Courier New" w:cs="Courier New"/>
          <w:b/>
          <w:sz w:val="28"/>
          <w:szCs w:val="28"/>
          <w:lang w:val="ro-RO"/>
        </w:rPr>
        <w:t xml:space="preserve">   </w:t>
      </w:r>
      <w:r w:rsidR="006E25E3" w:rsidRPr="006D5D75">
        <w:rPr>
          <w:rFonts w:ascii="Courier New" w:hAnsi="Courier New" w:cs="Courier New"/>
          <w:b/>
          <w:sz w:val="28"/>
          <w:szCs w:val="28"/>
          <w:lang w:val="ro-RO"/>
        </w:rPr>
        <w:tab/>
      </w:r>
      <w:r w:rsidR="00441807" w:rsidRPr="006D5D75">
        <w:rPr>
          <w:rFonts w:ascii="Courier New" w:hAnsi="Courier New" w:cs="Courier New"/>
          <w:b/>
          <w:sz w:val="28"/>
          <w:szCs w:val="28"/>
          <w:lang w:val="ro-RO"/>
        </w:rPr>
        <w:t xml:space="preserve">        </w:t>
      </w:r>
      <w:r w:rsidR="006E25E3" w:rsidRPr="006D5D75">
        <w:rPr>
          <w:rFonts w:ascii="Courier New" w:hAnsi="Courier New" w:cs="Courier New"/>
          <w:b/>
          <w:sz w:val="28"/>
          <w:szCs w:val="28"/>
          <w:lang w:val="ro-RO"/>
        </w:rPr>
        <w:tab/>
      </w:r>
      <w:r w:rsidR="006E25E3" w:rsidRPr="006D5D75">
        <w:rPr>
          <w:rFonts w:ascii="Courier New" w:hAnsi="Courier New" w:cs="Courier New"/>
          <w:b/>
          <w:sz w:val="28"/>
          <w:szCs w:val="28"/>
          <w:lang w:val="ro-RO"/>
        </w:rPr>
        <w:tab/>
      </w:r>
      <w:r w:rsidR="00601BBD" w:rsidRPr="006D5D75">
        <w:rPr>
          <w:rFonts w:ascii="Courier New" w:hAnsi="Courier New" w:cs="Courier New"/>
          <w:b/>
          <w:sz w:val="28"/>
          <w:szCs w:val="28"/>
          <w:lang w:val="ro-RO"/>
        </w:rPr>
        <w:t xml:space="preserve">                  </w:t>
      </w:r>
      <w:r w:rsidR="006D5D75">
        <w:rPr>
          <w:rFonts w:ascii="Courier New" w:hAnsi="Courier New" w:cs="Courier New"/>
          <w:b/>
          <w:sz w:val="28"/>
          <w:szCs w:val="28"/>
          <w:lang w:val="ro-RO"/>
        </w:rPr>
        <w:t xml:space="preserve">  </w:t>
      </w:r>
      <w:r w:rsidR="006E25E3" w:rsidRPr="006D5D75">
        <w:rPr>
          <w:rFonts w:ascii="Courier New" w:hAnsi="Courier New" w:cs="Courier New"/>
          <w:b/>
          <w:sz w:val="28"/>
          <w:szCs w:val="28"/>
          <w:lang w:val="ro-RO"/>
        </w:rPr>
        <w:t>100 puncte</w:t>
      </w:r>
    </w:p>
    <w:p w14:paraId="6219BA0B" w14:textId="77777777" w:rsidR="006E25E3" w:rsidRPr="00724AB0" w:rsidRDefault="006E25E3" w:rsidP="00724AB0">
      <w:pPr>
        <w:rPr>
          <w:bCs/>
          <w:lang w:val="ro-RO"/>
        </w:rPr>
      </w:pPr>
    </w:p>
    <w:p w14:paraId="7903CA14" w14:textId="6BFFDA50" w:rsidR="006E25E3" w:rsidRPr="006E25E3" w:rsidRDefault="00441807" w:rsidP="006D5D75">
      <w:pPr>
        <w:jc w:val="both"/>
        <w:rPr>
          <w:bCs/>
          <w:lang w:val="ro-RO"/>
        </w:rPr>
      </w:pPr>
      <w:r>
        <w:rPr>
          <w:bCs/>
          <w:lang w:val="ro-RO"/>
        </w:rPr>
        <w:t>Matei își doreșt</w:t>
      </w:r>
      <w:r w:rsidR="000A14BD">
        <w:rPr>
          <w:bCs/>
          <w:lang w:val="ro-RO"/>
        </w:rPr>
        <w:t>e foarte mult o jucărie de tip k</w:t>
      </w:r>
      <w:r>
        <w:rPr>
          <w:bCs/>
          <w:lang w:val="ro-RO"/>
        </w:rPr>
        <w:t xml:space="preserve">endama foarte specială și scumpă. Mama lui îi promite jucăria dorită dacă îndeplinește </w:t>
      </w:r>
      <w:r w:rsidR="00997929">
        <w:rPr>
          <w:bCs/>
          <w:lang w:val="ro-RO"/>
        </w:rPr>
        <w:t>anumite</w:t>
      </w:r>
      <w:r>
        <w:rPr>
          <w:bCs/>
          <w:lang w:val="ro-RO"/>
        </w:rPr>
        <w:t xml:space="preserve"> condiții: </w:t>
      </w:r>
      <w:r w:rsidR="000A14BD">
        <w:rPr>
          <w:bCs/>
          <w:lang w:val="ro-RO"/>
        </w:rPr>
        <w:t>primește k</w:t>
      </w:r>
      <w:r w:rsidR="00997929">
        <w:rPr>
          <w:bCs/>
          <w:lang w:val="ro-RO"/>
        </w:rPr>
        <w:t xml:space="preserve">endama dacă </w:t>
      </w:r>
      <w:r>
        <w:rPr>
          <w:bCs/>
          <w:lang w:val="ro-RO"/>
        </w:rPr>
        <w:t xml:space="preserve">numărul </w:t>
      </w:r>
      <w:r w:rsidR="006E7B0E">
        <w:rPr>
          <w:bCs/>
          <w:lang w:val="ro-RO"/>
        </w:rPr>
        <w:t>notelor</w:t>
      </w:r>
      <w:r>
        <w:rPr>
          <w:bCs/>
          <w:lang w:val="ro-RO"/>
        </w:rPr>
        <w:t xml:space="preserve"> d</w:t>
      </w:r>
      <w:r w:rsidR="00997929">
        <w:rPr>
          <w:bCs/>
          <w:lang w:val="ro-RO"/>
        </w:rPr>
        <w:t>e la școală mai mari decât 7 depășește</w:t>
      </w:r>
      <w:r>
        <w:rPr>
          <w:bCs/>
          <w:lang w:val="ro-RO"/>
        </w:rPr>
        <w:t xml:space="preserve"> numărul </w:t>
      </w:r>
      <w:r w:rsidR="006E7B0E">
        <w:rPr>
          <w:bCs/>
          <w:lang w:val="ro-RO"/>
        </w:rPr>
        <w:t>notelor</w:t>
      </w:r>
      <w:r>
        <w:rPr>
          <w:bCs/>
          <w:lang w:val="ro-RO"/>
        </w:rPr>
        <w:t xml:space="preserve"> sub 7. Dacă este egalitate între primele două valori, vor verifica suplimentar dacă numărul notelor de 10 depășește numărul notelor de 9.</w:t>
      </w:r>
      <w:r w:rsidR="006E7B0E">
        <w:rPr>
          <w:bCs/>
          <w:lang w:val="ro-RO"/>
        </w:rPr>
        <w:t xml:space="preserve"> </w:t>
      </w:r>
      <w:r w:rsidR="00B110A5">
        <w:rPr>
          <w:bCs/>
          <w:lang w:val="ro-RO"/>
        </w:rPr>
        <w:t xml:space="preserve">În </w:t>
      </w:r>
      <w:r w:rsidR="000D723F">
        <w:rPr>
          <w:bCs/>
          <w:lang w:val="ro-RO"/>
        </w:rPr>
        <w:t>caz</w:t>
      </w:r>
      <w:r w:rsidR="000A14BD">
        <w:rPr>
          <w:bCs/>
          <w:lang w:val="ro-RO"/>
        </w:rPr>
        <w:t xml:space="preserve"> adevărat, Matei va primi k</w:t>
      </w:r>
      <w:r w:rsidR="00B110A5">
        <w:rPr>
          <w:bCs/>
          <w:lang w:val="ro-RO"/>
        </w:rPr>
        <w:t xml:space="preserve">endama și verificările se termină. </w:t>
      </w:r>
      <w:r w:rsidR="006E7B0E">
        <w:rPr>
          <w:bCs/>
          <w:lang w:val="ro-RO"/>
        </w:rPr>
        <w:t xml:space="preserve">Dacă </w:t>
      </w:r>
      <w:r w:rsidR="00751AE1">
        <w:rPr>
          <w:bCs/>
          <w:lang w:val="ro-RO"/>
        </w:rPr>
        <w:t>nu are mai multe note de 10</w:t>
      </w:r>
      <w:r w:rsidR="006E7B0E">
        <w:rPr>
          <w:bCs/>
          <w:lang w:val="ro-RO"/>
        </w:rPr>
        <w:t xml:space="preserve">, se verifică </w:t>
      </w:r>
      <w:r w:rsidR="00B110A5">
        <w:rPr>
          <w:bCs/>
          <w:lang w:val="ro-RO"/>
        </w:rPr>
        <w:t xml:space="preserve">o nouă condiție: </w:t>
      </w:r>
      <w:r w:rsidR="006E7B0E">
        <w:rPr>
          <w:bCs/>
          <w:lang w:val="ro-RO"/>
        </w:rPr>
        <w:t xml:space="preserve">să </w:t>
      </w:r>
      <w:r w:rsidR="000D723F">
        <w:rPr>
          <w:bCs/>
          <w:lang w:val="ro-RO"/>
        </w:rPr>
        <w:t xml:space="preserve">nu aibă deloc note mai mici decât </w:t>
      </w:r>
      <w:r w:rsidR="006E7B0E">
        <w:rPr>
          <w:bCs/>
          <w:lang w:val="ro-RO"/>
        </w:rPr>
        <w:t xml:space="preserve">6. </w:t>
      </w:r>
      <w:r w:rsidR="000D723F">
        <w:rPr>
          <w:bCs/>
          <w:lang w:val="ro-RO"/>
        </w:rPr>
        <w:t xml:space="preserve"> În caz afirmativ</w:t>
      </w:r>
      <w:r w:rsidR="000A14BD">
        <w:rPr>
          <w:bCs/>
          <w:lang w:val="ro-RO"/>
        </w:rPr>
        <w:t xml:space="preserve"> Matei va primi k</w:t>
      </w:r>
      <w:r>
        <w:rPr>
          <w:bCs/>
          <w:lang w:val="ro-RO"/>
        </w:rPr>
        <w:t>endama</w:t>
      </w:r>
      <w:r w:rsidR="000D723F">
        <w:rPr>
          <w:bCs/>
          <w:lang w:val="ro-RO"/>
        </w:rPr>
        <w:t>,</w:t>
      </w:r>
      <w:r w:rsidR="00B110A5">
        <w:rPr>
          <w:bCs/>
          <w:lang w:val="ro-RO"/>
        </w:rPr>
        <w:t xml:space="preserve"> iar</w:t>
      </w:r>
      <w:r w:rsidR="000D723F">
        <w:rPr>
          <w:bCs/>
          <w:lang w:val="ro-RO"/>
        </w:rPr>
        <w:t xml:space="preserve"> în caz negativ </w:t>
      </w:r>
      <w:r w:rsidR="00B110A5">
        <w:rPr>
          <w:bCs/>
          <w:lang w:val="ro-RO"/>
        </w:rPr>
        <w:t>nu va primi jucăria</w:t>
      </w:r>
      <w:r>
        <w:rPr>
          <w:bCs/>
          <w:lang w:val="ro-RO"/>
        </w:rPr>
        <w:t xml:space="preserve">. </w:t>
      </w:r>
    </w:p>
    <w:p w14:paraId="593999D1" w14:textId="77777777" w:rsidR="006E25E3" w:rsidRPr="00724AB0" w:rsidRDefault="006E25E3" w:rsidP="00724AB0">
      <w:pPr>
        <w:rPr>
          <w:bCs/>
          <w:lang w:val="ro-RO"/>
        </w:rPr>
      </w:pPr>
    </w:p>
    <w:p w14:paraId="55806D1D" w14:textId="77777777" w:rsidR="006E25E3" w:rsidRPr="006E25E3" w:rsidRDefault="006E25E3" w:rsidP="00724AB0">
      <w:pPr>
        <w:rPr>
          <w:b/>
          <w:bCs/>
          <w:lang w:val="ro-RO"/>
        </w:rPr>
      </w:pPr>
      <w:r w:rsidRPr="006E25E3">
        <w:rPr>
          <w:b/>
          <w:bCs/>
          <w:lang w:val="ro-RO"/>
        </w:rPr>
        <w:t>Cerință</w:t>
      </w:r>
    </w:p>
    <w:p w14:paraId="4664ED65" w14:textId="183C0162" w:rsidR="006E25E3" w:rsidRPr="006E25E3" w:rsidRDefault="006E25E3" w:rsidP="00AA2177">
      <w:pPr>
        <w:jc w:val="both"/>
        <w:rPr>
          <w:bCs/>
          <w:lang w:val="ro-RO"/>
        </w:rPr>
      </w:pPr>
      <w:r w:rsidRPr="006E25E3">
        <w:rPr>
          <w:bCs/>
          <w:lang w:val="ro-RO"/>
        </w:rPr>
        <w:t xml:space="preserve">Scrieți un program care să </w:t>
      </w:r>
      <w:r w:rsidR="00845129">
        <w:rPr>
          <w:bCs/>
          <w:lang w:val="ro-RO"/>
        </w:rPr>
        <w:t>verifice</w:t>
      </w:r>
      <w:r w:rsidRPr="006E25E3">
        <w:rPr>
          <w:bCs/>
          <w:lang w:val="ro-RO"/>
        </w:rPr>
        <w:t xml:space="preserve"> dacă </w:t>
      </w:r>
      <w:r w:rsidR="000A14BD">
        <w:rPr>
          <w:bCs/>
          <w:lang w:val="ro-RO"/>
        </w:rPr>
        <w:t>Matei va primi k</w:t>
      </w:r>
      <w:r w:rsidR="006E7B0E">
        <w:rPr>
          <w:bCs/>
          <w:lang w:val="ro-RO"/>
        </w:rPr>
        <w:t>endama</w:t>
      </w:r>
      <w:r w:rsidRPr="006E25E3">
        <w:rPr>
          <w:bCs/>
          <w:lang w:val="ro-RO"/>
        </w:rPr>
        <w:t>.</w:t>
      </w:r>
      <w:r w:rsidR="0079425A">
        <w:rPr>
          <w:bCs/>
          <w:lang w:val="ro-RO"/>
        </w:rPr>
        <w:t xml:space="preserve"> </w:t>
      </w:r>
      <w:r w:rsidRPr="006E25E3">
        <w:rPr>
          <w:bCs/>
          <w:lang w:val="ro-RO"/>
        </w:rPr>
        <w:t xml:space="preserve">Dacă </w:t>
      </w:r>
      <w:r w:rsidRPr="006E25E3">
        <w:rPr>
          <w:b/>
          <w:bCs/>
          <w:lang w:val="ro-RO"/>
        </w:rPr>
        <w:t xml:space="preserve">nu </w:t>
      </w:r>
      <w:r w:rsidR="006E7B0E">
        <w:rPr>
          <w:b/>
          <w:bCs/>
          <w:lang w:val="ro-RO"/>
        </w:rPr>
        <w:t xml:space="preserve">va primi </w:t>
      </w:r>
      <w:r w:rsidR="006E7B0E" w:rsidRPr="00047888">
        <w:rPr>
          <w:bCs/>
          <w:lang w:val="ro-RO"/>
        </w:rPr>
        <w:t>jucăria</w:t>
      </w:r>
      <w:r w:rsidRPr="006E25E3">
        <w:rPr>
          <w:bCs/>
          <w:lang w:val="ro-RO"/>
        </w:rPr>
        <w:t xml:space="preserve">, afișați în fișierul </w:t>
      </w:r>
      <w:r w:rsidR="000A14BD">
        <w:rPr>
          <w:rFonts w:ascii="Courier New" w:hAnsi="Courier New" w:cs="Courier New"/>
          <w:b/>
          <w:bCs/>
          <w:lang w:val="ro-RO"/>
        </w:rPr>
        <w:t>kendama</w:t>
      </w:r>
      <w:r w:rsidRPr="00EA4E59">
        <w:rPr>
          <w:rFonts w:ascii="Courier New" w:hAnsi="Courier New" w:cs="Courier New"/>
          <w:b/>
          <w:bCs/>
          <w:lang w:val="ro-RO"/>
        </w:rPr>
        <w:t>.out</w:t>
      </w:r>
      <w:r w:rsidRPr="006E25E3">
        <w:rPr>
          <w:bCs/>
          <w:lang w:val="ro-RO"/>
        </w:rPr>
        <w:t xml:space="preserve"> </w:t>
      </w:r>
      <w:r w:rsidR="0079425A">
        <w:rPr>
          <w:bCs/>
          <w:lang w:val="ro-RO"/>
        </w:rPr>
        <w:t>n</w:t>
      </w:r>
      <w:r w:rsidR="00047888">
        <w:rPr>
          <w:bCs/>
          <w:lang w:val="ro-RO"/>
        </w:rPr>
        <w:t xml:space="preserve">umărul notelor mai mici decât 6. </w:t>
      </w:r>
      <w:r w:rsidR="00047888" w:rsidRPr="00047888">
        <w:rPr>
          <w:bCs/>
          <w:lang w:val="ro-RO"/>
        </w:rPr>
        <w:t>Î</w:t>
      </w:r>
      <w:r w:rsidR="006E7B0E" w:rsidRPr="00047888">
        <w:rPr>
          <w:bCs/>
          <w:lang w:val="ro-RO"/>
        </w:rPr>
        <w:t>n caz</w:t>
      </w:r>
      <w:r w:rsidR="00047888" w:rsidRPr="00047888">
        <w:rPr>
          <w:bCs/>
          <w:lang w:val="ro-RO"/>
        </w:rPr>
        <w:t xml:space="preserve">ul în care </w:t>
      </w:r>
      <w:r w:rsidR="00047888">
        <w:rPr>
          <w:bCs/>
          <w:lang w:val="ro-RO"/>
        </w:rPr>
        <w:t>Matei</w:t>
      </w:r>
      <w:r w:rsidR="00047888">
        <w:rPr>
          <w:b/>
          <w:bCs/>
          <w:lang w:val="ro-RO"/>
        </w:rPr>
        <w:t xml:space="preserve"> va primi </w:t>
      </w:r>
      <w:r w:rsidR="000A14BD">
        <w:rPr>
          <w:bCs/>
          <w:lang w:val="ro-RO"/>
        </w:rPr>
        <w:t>k</w:t>
      </w:r>
      <w:r w:rsidR="00047888" w:rsidRPr="00047888">
        <w:rPr>
          <w:bCs/>
          <w:lang w:val="ro-RO"/>
        </w:rPr>
        <w:t>endama</w:t>
      </w:r>
      <w:r w:rsidR="006E7B0E">
        <w:rPr>
          <w:bCs/>
          <w:lang w:val="ro-RO"/>
        </w:rPr>
        <w:t xml:space="preserve"> afișați </w:t>
      </w:r>
      <w:r w:rsidR="00047888" w:rsidRPr="006E25E3">
        <w:rPr>
          <w:bCs/>
          <w:lang w:val="ro-RO"/>
        </w:rPr>
        <w:t xml:space="preserve">în fișierul </w:t>
      </w:r>
      <w:r w:rsidR="000A14BD">
        <w:rPr>
          <w:rFonts w:ascii="Courier New" w:hAnsi="Courier New" w:cs="Courier New"/>
          <w:b/>
          <w:bCs/>
          <w:lang w:val="ro-RO"/>
        </w:rPr>
        <w:t>kendama</w:t>
      </w:r>
      <w:r w:rsidR="00047888" w:rsidRPr="00EA4E59">
        <w:rPr>
          <w:rFonts w:ascii="Courier New" w:hAnsi="Courier New" w:cs="Courier New"/>
          <w:b/>
          <w:bCs/>
          <w:lang w:val="ro-RO"/>
        </w:rPr>
        <w:t>.out</w:t>
      </w:r>
      <w:r w:rsidR="00047888" w:rsidRPr="006E25E3">
        <w:rPr>
          <w:bCs/>
          <w:lang w:val="ro-RO"/>
        </w:rPr>
        <w:t xml:space="preserve"> </w:t>
      </w:r>
      <w:r w:rsidR="00AA2177">
        <w:rPr>
          <w:bCs/>
          <w:lang w:val="ro-RO"/>
        </w:rPr>
        <w:t>cea mai mare dintre notele</w:t>
      </w:r>
      <w:r w:rsidR="0079425A">
        <w:rPr>
          <w:bCs/>
          <w:lang w:val="ro-RO"/>
        </w:rPr>
        <w:t xml:space="preserve"> </w:t>
      </w:r>
      <w:r w:rsidR="00845129">
        <w:rPr>
          <w:bCs/>
          <w:lang w:val="ro-RO"/>
        </w:rPr>
        <w:t>lui Matei,</w:t>
      </w:r>
    </w:p>
    <w:p w14:paraId="445E4A05" w14:textId="77777777" w:rsidR="006E25E3" w:rsidRPr="00724AB0" w:rsidRDefault="006E25E3" w:rsidP="00724AB0">
      <w:pPr>
        <w:rPr>
          <w:bCs/>
          <w:lang w:val="ro-RO"/>
        </w:rPr>
      </w:pPr>
    </w:p>
    <w:p w14:paraId="57009D1A" w14:textId="77777777" w:rsidR="006E25E3" w:rsidRPr="006E25E3" w:rsidRDefault="006E25E3" w:rsidP="00724AB0">
      <w:pPr>
        <w:rPr>
          <w:b/>
          <w:bCs/>
          <w:lang w:val="ro-RO"/>
        </w:rPr>
      </w:pPr>
      <w:r w:rsidRPr="006E25E3">
        <w:rPr>
          <w:b/>
          <w:bCs/>
          <w:lang w:val="ro-RO"/>
        </w:rPr>
        <w:t>Date de intrare</w:t>
      </w:r>
    </w:p>
    <w:p w14:paraId="4D97C00B" w14:textId="2D292B44" w:rsidR="006E25E3" w:rsidRPr="006E25E3" w:rsidRDefault="006E25E3" w:rsidP="00AA2177">
      <w:pPr>
        <w:jc w:val="both"/>
        <w:rPr>
          <w:bCs/>
          <w:lang w:val="ro-RO"/>
        </w:rPr>
      </w:pPr>
      <w:r w:rsidRPr="006E25E3">
        <w:rPr>
          <w:bCs/>
          <w:lang w:val="ro-RO"/>
        </w:rPr>
        <w:t xml:space="preserve">Fișierul </w:t>
      </w:r>
      <w:r w:rsidR="000A14BD">
        <w:rPr>
          <w:rFonts w:ascii="Courier New" w:hAnsi="Courier New" w:cs="Courier New"/>
          <w:b/>
          <w:bCs/>
          <w:lang w:val="ro-RO"/>
        </w:rPr>
        <w:t>kendama</w:t>
      </w:r>
      <w:r w:rsidRPr="00EC1386">
        <w:rPr>
          <w:rFonts w:ascii="Courier New" w:hAnsi="Courier New" w:cs="Courier New"/>
          <w:b/>
          <w:bCs/>
          <w:lang w:val="ro-RO"/>
        </w:rPr>
        <w:t>.in</w:t>
      </w:r>
      <w:r w:rsidRPr="006E25E3">
        <w:rPr>
          <w:bCs/>
          <w:lang w:val="ro-RO"/>
        </w:rPr>
        <w:t xml:space="preserve"> conține </w:t>
      </w:r>
      <w:r w:rsidR="006E7B0E">
        <w:rPr>
          <w:bCs/>
          <w:lang w:val="ro-RO"/>
        </w:rPr>
        <w:t xml:space="preserve">pe prima linie </w:t>
      </w:r>
      <w:r w:rsidRPr="006E25E3">
        <w:rPr>
          <w:bCs/>
          <w:lang w:val="ro-RO"/>
        </w:rPr>
        <w:t xml:space="preserve">un număr natural </w:t>
      </w:r>
      <w:r w:rsidR="0079425A" w:rsidRPr="0079425A">
        <w:rPr>
          <w:rFonts w:ascii="Courier New" w:hAnsi="Courier New" w:cs="Courier New"/>
          <w:b/>
          <w:bCs/>
          <w:lang w:val="ro-RO"/>
        </w:rPr>
        <w:t>n</w:t>
      </w:r>
      <w:r w:rsidRPr="00724AB0">
        <w:rPr>
          <w:b/>
          <w:bCs/>
          <w:lang w:val="ro-RO"/>
        </w:rPr>
        <w:t xml:space="preserve"> </w:t>
      </w:r>
      <w:r w:rsidRPr="006E25E3">
        <w:rPr>
          <w:bCs/>
          <w:lang w:val="ro-RO"/>
        </w:rPr>
        <w:t>(</w:t>
      </w:r>
      <w:r w:rsidRPr="00EC1386">
        <w:rPr>
          <w:rFonts w:ascii="Courier New" w:hAnsi="Courier New" w:cs="Courier New"/>
          <w:bCs/>
          <w:lang w:val="ro-RO"/>
        </w:rPr>
        <w:t xml:space="preserve">1 ≤ </w:t>
      </w:r>
      <w:r w:rsidR="0079425A" w:rsidRPr="00EC1386">
        <w:rPr>
          <w:rFonts w:ascii="Courier New" w:hAnsi="Courier New" w:cs="Courier New"/>
          <w:b/>
          <w:bCs/>
          <w:lang w:val="ro-RO"/>
        </w:rPr>
        <w:t>n</w:t>
      </w:r>
      <w:r w:rsidRPr="00EC1386">
        <w:rPr>
          <w:rFonts w:ascii="Courier New" w:hAnsi="Courier New" w:cs="Courier New"/>
          <w:bCs/>
          <w:lang w:val="ro-RO"/>
        </w:rPr>
        <w:t xml:space="preserve"> ≤ 10</w:t>
      </w:r>
      <w:r w:rsidR="006E7B0E" w:rsidRPr="00EC1386">
        <w:rPr>
          <w:rFonts w:ascii="Courier New" w:hAnsi="Courier New" w:cs="Courier New"/>
          <w:bCs/>
          <w:lang w:val="ro-RO"/>
        </w:rPr>
        <w:t>0</w:t>
      </w:r>
      <w:r w:rsidR="00601BBD" w:rsidRPr="00EC1386">
        <w:rPr>
          <w:rFonts w:ascii="Courier New" w:hAnsi="Courier New" w:cs="Courier New"/>
          <w:bCs/>
          <w:lang w:val="ro-RO"/>
        </w:rPr>
        <w:t>0</w:t>
      </w:r>
      <w:r w:rsidR="006E7B0E" w:rsidRPr="00EC1386">
        <w:rPr>
          <w:rFonts w:ascii="Courier New" w:hAnsi="Courier New" w:cs="Courier New"/>
          <w:bCs/>
          <w:lang w:val="ro-RO"/>
        </w:rPr>
        <w:t>00</w:t>
      </w:r>
      <w:r w:rsidRPr="006E25E3">
        <w:rPr>
          <w:bCs/>
          <w:lang w:val="ro-RO"/>
        </w:rPr>
        <w:t>).</w:t>
      </w:r>
      <w:r w:rsidR="006E7B0E">
        <w:rPr>
          <w:bCs/>
          <w:lang w:val="ro-RO"/>
        </w:rPr>
        <w:t xml:space="preserve"> Pe linia următoare se găsesc exact </w:t>
      </w:r>
      <w:r w:rsidR="006E7B0E" w:rsidRPr="0079425A">
        <w:rPr>
          <w:rFonts w:ascii="Courier New" w:hAnsi="Courier New" w:cs="Courier New"/>
          <w:b/>
          <w:bCs/>
          <w:lang w:val="ro-RO"/>
        </w:rPr>
        <w:t>n</w:t>
      </w:r>
      <w:r w:rsidR="006E7B0E">
        <w:rPr>
          <w:bCs/>
          <w:lang w:val="ro-RO"/>
        </w:rPr>
        <w:t xml:space="preserve"> valori naturale, reprezentând notele obținute de Matei.</w:t>
      </w:r>
    </w:p>
    <w:p w14:paraId="51AF386B" w14:textId="77777777" w:rsidR="006E25E3" w:rsidRPr="006E25E3" w:rsidRDefault="006E25E3" w:rsidP="00724AB0">
      <w:pPr>
        <w:rPr>
          <w:b/>
          <w:bCs/>
          <w:lang w:val="ro-RO"/>
        </w:rPr>
      </w:pPr>
      <w:r w:rsidRPr="006E25E3">
        <w:rPr>
          <w:b/>
          <w:bCs/>
          <w:lang w:val="ro-RO"/>
        </w:rPr>
        <w:t>Date de ieșire</w:t>
      </w:r>
    </w:p>
    <w:p w14:paraId="4A143338" w14:textId="6221373A" w:rsidR="006E25E3" w:rsidRPr="006E25E3" w:rsidRDefault="006E25E3" w:rsidP="00724AB0">
      <w:pPr>
        <w:rPr>
          <w:bCs/>
          <w:lang w:val="ro-RO"/>
        </w:rPr>
      </w:pPr>
      <w:r w:rsidRPr="006E25E3">
        <w:rPr>
          <w:bCs/>
          <w:lang w:val="ro-RO"/>
        </w:rPr>
        <w:t xml:space="preserve">Fișierul </w:t>
      </w:r>
      <w:r w:rsidR="000A14BD">
        <w:rPr>
          <w:rFonts w:ascii="Courier New" w:hAnsi="Courier New" w:cs="Courier New"/>
          <w:b/>
          <w:bCs/>
          <w:lang w:val="ro-RO"/>
        </w:rPr>
        <w:t>kendama</w:t>
      </w:r>
      <w:r w:rsidRPr="00EC1386">
        <w:rPr>
          <w:rFonts w:ascii="Courier New" w:hAnsi="Courier New" w:cs="Courier New"/>
          <w:b/>
          <w:bCs/>
          <w:lang w:val="ro-RO"/>
        </w:rPr>
        <w:t>.out</w:t>
      </w:r>
      <w:r w:rsidRPr="006E25E3">
        <w:rPr>
          <w:bCs/>
          <w:lang w:val="ro-RO"/>
        </w:rPr>
        <w:t xml:space="preserve"> va conține:</w:t>
      </w:r>
    </w:p>
    <w:p w14:paraId="03FDB6BA" w14:textId="49757EC1" w:rsidR="006E25E3" w:rsidRPr="006E25E3" w:rsidRDefault="00601BBD" w:rsidP="00724AB0">
      <w:pPr>
        <w:numPr>
          <w:ilvl w:val="0"/>
          <w:numId w:val="20"/>
        </w:numPr>
        <w:rPr>
          <w:bCs/>
          <w:lang w:val="ro-RO"/>
        </w:rPr>
      </w:pPr>
      <w:r w:rsidRPr="00EA4E59">
        <w:rPr>
          <w:b/>
          <w:bCs/>
          <w:lang w:val="ro-RO"/>
        </w:rPr>
        <w:t>numărul notelor mai mici decât 6</w:t>
      </w:r>
      <w:r w:rsidR="00EA4E59">
        <w:rPr>
          <w:bCs/>
          <w:lang w:val="ro-RO"/>
        </w:rPr>
        <w:t>,</w:t>
      </w:r>
      <w:r w:rsidR="006E25E3" w:rsidRPr="006E25E3">
        <w:rPr>
          <w:bCs/>
          <w:lang w:val="ro-RO"/>
        </w:rPr>
        <w:t xml:space="preserve"> dacă </w:t>
      </w:r>
      <w:r w:rsidR="006E7B0E">
        <w:rPr>
          <w:bCs/>
          <w:lang w:val="ro-RO"/>
        </w:rPr>
        <w:t xml:space="preserve">Matei </w:t>
      </w:r>
      <w:r w:rsidR="00C7777C" w:rsidRPr="00EA4E59">
        <w:rPr>
          <w:b/>
          <w:bCs/>
          <w:lang w:val="ro-RO"/>
        </w:rPr>
        <w:t>nu</w:t>
      </w:r>
      <w:r w:rsidR="00063F0A">
        <w:rPr>
          <w:bCs/>
          <w:lang w:val="ro-RO"/>
        </w:rPr>
        <w:t xml:space="preserve"> primește k</w:t>
      </w:r>
      <w:r w:rsidR="006E7B0E">
        <w:rPr>
          <w:bCs/>
          <w:lang w:val="ro-RO"/>
        </w:rPr>
        <w:t>endama</w:t>
      </w:r>
      <w:r w:rsidR="006E25E3" w:rsidRPr="006E25E3">
        <w:rPr>
          <w:bCs/>
          <w:lang w:val="ro-RO"/>
        </w:rPr>
        <w:t>;</w:t>
      </w:r>
    </w:p>
    <w:p w14:paraId="3757A6B5" w14:textId="44CC594B" w:rsidR="006E25E3" w:rsidRPr="006E25E3" w:rsidRDefault="00601BBD" w:rsidP="00724AB0">
      <w:pPr>
        <w:numPr>
          <w:ilvl w:val="0"/>
          <w:numId w:val="20"/>
        </w:numPr>
        <w:rPr>
          <w:bCs/>
          <w:lang w:val="ro-RO"/>
        </w:rPr>
      </w:pPr>
      <w:r w:rsidRPr="00EA4E59">
        <w:rPr>
          <w:b/>
          <w:bCs/>
          <w:lang w:val="ro-RO"/>
        </w:rPr>
        <w:t xml:space="preserve">valoarea </w:t>
      </w:r>
      <w:r w:rsidR="00845129">
        <w:rPr>
          <w:b/>
          <w:bCs/>
          <w:lang w:val="ro-RO"/>
        </w:rPr>
        <w:t xml:space="preserve">celei mai mari note, </w:t>
      </w:r>
      <w:r w:rsidR="00EA4E59">
        <w:rPr>
          <w:bCs/>
          <w:lang w:val="ro-RO"/>
        </w:rPr>
        <w:t xml:space="preserve">dacă Matei </w:t>
      </w:r>
      <w:r w:rsidR="00EA4E59" w:rsidRPr="00EA4E59">
        <w:rPr>
          <w:b/>
          <w:bCs/>
          <w:lang w:val="ro-RO"/>
        </w:rPr>
        <w:t>primește</w:t>
      </w:r>
      <w:r w:rsidR="00063F0A">
        <w:rPr>
          <w:bCs/>
          <w:lang w:val="ro-RO"/>
        </w:rPr>
        <w:t xml:space="preserve"> k</w:t>
      </w:r>
      <w:r w:rsidR="00EA4E59">
        <w:rPr>
          <w:bCs/>
          <w:lang w:val="ro-RO"/>
        </w:rPr>
        <w:t>endama</w:t>
      </w:r>
      <w:r>
        <w:rPr>
          <w:bCs/>
          <w:lang w:val="ro-RO"/>
        </w:rPr>
        <w:t>.</w:t>
      </w:r>
    </w:p>
    <w:p w14:paraId="43AECF73" w14:textId="77777777" w:rsidR="007D11E8" w:rsidRPr="00724AB0" w:rsidRDefault="007D11E8" w:rsidP="00724AB0">
      <w:pPr>
        <w:rPr>
          <w:bCs/>
          <w:lang w:val="ro-RO"/>
        </w:rPr>
      </w:pPr>
    </w:p>
    <w:p w14:paraId="1AF4D4FF" w14:textId="77777777" w:rsidR="007D11E8" w:rsidRPr="007D11E8" w:rsidRDefault="007D11E8" w:rsidP="00724AB0">
      <w:pPr>
        <w:rPr>
          <w:b/>
          <w:bCs/>
          <w:lang w:val="ro-RO"/>
        </w:rPr>
      </w:pPr>
      <w:r w:rsidRPr="007D11E8">
        <w:rPr>
          <w:b/>
          <w:bCs/>
          <w:lang w:val="ro-RO"/>
        </w:rPr>
        <w:t>Restricții și precizări</w:t>
      </w:r>
    </w:p>
    <w:p w14:paraId="3D9C0CAF" w14:textId="1A5B95C4" w:rsidR="007D11E8" w:rsidRPr="00EA4E59" w:rsidRDefault="00EC1386" w:rsidP="00724AB0">
      <w:pPr>
        <w:numPr>
          <w:ilvl w:val="0"/>
          <w:numId w:val="22"/>
        </w:numPr>
        <w:rPr>
          <w:rFonts w:ascii="Courier New" w:hAnsi="Courier New" w:cs="Courier New"/>
          <w:bCs/>
          <w:lang w:val="ro-RO"/>
        </w:rPr>
      </w:pPr>
      <w:r w:rsidRPr="00EA4E59">
        <w:rPr>
          <w:rFonts w:ascii="Courier New" w:hAnsi="Courier New" w:cs="Courier New"/>
          <w:lang w:val="ro-RO"/>
        </w:rPr>
        <w:t>1</w:t>
      </w:r>
      <w:r w:rsidR="00EA4E59">
        <w:rPr>
          <w:rFonts w:ascii="Courier New" w:hAnsi="Courier New" w:cs="Courier New"/>
          <w:lang w:val="ro-RO"/>
        </w:rPr>
        <w:t xml:space="preserve"> </w:t>
      </w:r>
      <m:oMath>
        <m:r>
          <w:rPr>
            <w:rFonts w:ascii="Cambria Math" w:hAnsi="Cambria Math" w:cs="Courier New"/>
            <w:lang w:val="ro-RO"/>
          </w:rPr>
          <m:t>≤</m:t>
        </m:r>
      </m:oMath>
      <w:r w:rsidR="00AA2177" w:rsidRPr="00EA4E59">
        <w:rPr>
          <w:rFonts w:ascii="Courier New" w:hAnsi="Courier New" w:cs="Courier New"/>
          <w:lang w:val="ro-RO"/>
        </w:rPr>
        <w:t xml:space="preserve"> n </w:t>
      </w:r>
      <m:oMath>
        <m:r>
          <w:rPr>
            <w:rFonts w:ascii="Cambria Math" w:hAnsi="Cambria Math" w:cs="Courier New"/>
            <w:lang w:val="ro-RO"/>
          </w:rPr>
          <m:t xml:space="preserve">≤ </m:t>
        </m:r>
      </m:oMath>
      <w:r w:rsidR="00AA2177" w:rsidRPr="00EA4E59">
        <w:rPr>
          <w:rFonts w:ascii="Courier New" w:hAnsi="Courier New" w:cs="Courier New"/>
          <w:lang w:val="ro-RO"/>
        </w:rPr>
        <w:t xml:space="preserve"> 10000</w:t>
      </w:r>
    </w:p>
    <w:p w14:paraId="269F6B72" w14:textId="0F515FB6" w:rsidR="007D11E8" w:rsidRPr="007D11E8" w:rsidRDefault="00EA4E59" w:rsidP="00724AB0">
      <w:pPr>
        <w:numPr>
          <w:ilvl w:val="0"/>
          <w:numId w:val="22"/>
        </w:numPr>
        <w:rPr>
          <w:bCs/>
          <w:lang w:val="ro-RO"/>
        </w:rPr>
      </w:pPr>
      <w:r>
        <w:rPr>
          <w:bCs/>
          <w:lang w:val="ro-RO"/>
        </w:rPr>
        <w:t>notele din fișier sunt corecte (au valori între 1 și 10)</w:t>
      </w:r>
    </w:p>
    <w:p w14:paraId="0FB10DAB" w14:textId="77777777" w:rsidR="007D11E8" w:rsidRPr="00724AB0" w:rsidRDefault="007D11E8" w:rsidP="00724AB0">
      <w:pPr>
        <w:rPr>
          <w:bCs/>
          <w:lang w:val="ro-RO"/>
        </w:rPr>
      </w:pPr>
    </w:p>
    <w:p w14:paraId="70FC8679" w14:textId="77777777" w:rsidR="005921AB" w:rsidRPr="00B110A5" w:rsidRDefault="005921AB" w:rsidP="00724AB0">
      <w:pPr>
        <w:rPr>
          <w:rFonts w:ascii="Courier New" w:hAnsi="Courier New" w:cs="Courier New"/>
          <w:b/>
          <w:sz w:val="20"/>
          <w:lang w:val="ro-RO"/>
        </w:rPr>
      </w:pPr>
      <w:r w:rsidRPr="00B110A5">
        <w:rPr>
          <w:rFonts w:ascii="Courier New" w:hAnsi="Courier New" w:cs="Courier New"/>
          <w:b/>
          <w:sz w:val="20"/>
          <w:lang w:val="ro-RO"/>
        </w:rPr>
        <w:t>Exemplul 1: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573"/>
        <w:gridCol w:w="6195"/>
      </w:tblGrid>
      <w:tr w:rsidR="005921AB" w:rsidRPr="00B110A5" w14:paraId="2084B182" w14:textId="77777777" w:rsidTr="000A14BD">
        <w:tc>
          <w:tcPr>
            <w:tcW w:w="2830" w:type="dxa"/>
            <w:tcBorders>
              <w:bottom w:val="single" w:sz="4" w:space="0" w:color="auto"/>
            </w:tcBorders>
          </w:tcPr>
          <w:p w14:paraId="22BFBD5B" w14:textId="06C14FA6" w:rsidR="005921AB" w:rsidRPr="009C46F0" w:rsidRDefault="000A14BD" w:rsidP="00724AB0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20"/>
              </w:rPr>
              <w:t>kendama</w:t>
            </w:r>
            <w:proofErr w:type="spellEnd"/>
            <w:r w:rsidR="005921AB" w:rsidRP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.in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30D00707" w14:textId="4E9B94A6" w:rsidR="005921AB" w:rsidRPr="009C46F0" w:rsidRDefault="000A14BD" w:rsidP="00724AB0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20"/>
              </w:rPr>
              <w:t>kendama</w:t>
            </w:r>
            <w:proofErr w:type="spellEnd"/>
            <w:r w:rsidR="005921AB" w:rsidRP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.out</w:t>
            </w:r>
          </w:p>
        </w:tc>
        <w:tc>
          <w:tcPr>
            <w:tcW w:w="6195" w:type="dxa"/>
            <w:tcBorders>
              <w:bottom w:val="single" w:sz="4" w:space="0" w:color="auto"/>
            </w:tcBorders>
          </w:tcPr>
          <w:p w14:paraId="37AA6F82" w14:textId="77777777" w:rsidR="005921AB" w:rsidRPr="00B110A5" w:rsidRDefault="005921AB" w:rsidP="00724AB0">
            <w:pPr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Explicaţii</w:t>
            </w:r>
          </w:p>
        </w:tc>
      </w:tr>
      <w:tr w:rsidR="005921AB" w:rsidRPr="00724AB0" w14:paraId="127AF6F5" w14:textId="77777777" w:rsidTr="000A14BD">
        <w:tc>
          <w:tcPr>
            <w:tcW w:w="2830" w:type="dxa"/>
            <w:tcBorders>
              <w:bottom w:val="single" w:sz="4" w:space="0" w:color="auto"/>
            </w:tcBorders>
          </w:tcPr>
          <w:p w14:paraId="72B4EA21" w14:textId="7D9CDD63" w:rsidR="005921AB" w:rsidRPr="00B110A5" w:rsidRDefault="00601BBD" w:rsidP="00724AB0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1</w:t>
            </w:r>
            <w:r w:rsidR="00210944"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5</w:t>
            </w:r>
          </w:p>
          <w:p w14:paraId="597945D0" w14:textId="1D469338" w:rsidR="0079425A" w:rsidRPr="00B110A5" w:rsidRDefault="006D5D75" w:rsidP="00724AB0">
            <w:pPr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8 9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10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5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4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210944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10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 xml:space="preserve"> 8 10 </w:t>
            </w:r>
            <w:r w:rsidR="00063F0A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br/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</w:t>
            </w:r>
            <w:r w:rsidR="00210944"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210944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 xml:space="preserve">8 10 </w:t>
            </w:r>
            <w:r w:rsidR="00210944"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4</w:t>
            </w:r>
          </w:p>
          <w:p w14:paraId="4E682D72" w14:textId="68933714" w:rsidR="00601BBD" w:rsidRPr="00B110A5" w:rsidRDefault="00601BBD" w:rsidP="00724AB0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0DA4457C" w14:textId="6F94832A" w:rsidR="005921AB" w:rsidRPr="00B110A5" w:rsidRDefault="006D5D75" w:rsidP="00724AB0">
            <w:pPr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sz w:val="20"/>
                <w:szCs w:val="20"/>
                <w:lang w:val="ro-RO"/>
              </w:rPr>
              <w:t>10</w:t>
            </w:r>
          </w:p>
        </w:tc>
        <w:tc>
          <w:tcPr>
            <w:tcW w:w="6195" w:type="dxa"/>
            <w:tcBorders>
              <w:bottom w:val="single" w:sz="4" w:space="0" w:color="auto"/>
            </w:tcBorders>
          </w:tcPr>
          <w:p w14:paraId="720A5C11" w14:textId="67264641" w:rsidR="005921AB" w:rsidRPr="00EC1386" w:rsidRDefault="006D5D75" w:rsidP="00845129">
            <w:pPr>
              <w:ind w:right="-137"/>
              <w:rPr>
                <w:color w:val="0070C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Numărul notelor peste 7 </w:t>
            </w:r>
            <w:r w:rsidR="00210944">
              <w:rPr>
                <w:sz w:val="20"/>
                <w:szCs w:val="20"/>
                <w:lang w:val="ro-RO"/>
              </w:rPr>
              <w:t>este =9. Numărul notelor sub 7=</w:t>
            </w:r>
            <w:r w:rsidR="00EC1386">
              <w:rPr>
                <w:sz w:val="20"/>
                <w:szCs w:val="20"/>
                <w:lang w:val="ro-RO"/>
              </w:rPr>
              <w:t>4</w:t>
            </w:r>
            <w:r w:rsidR="00210944">
              <w:rPr>
                <w:sz w:val="20"/>
                <w:szCs w:val="20"/>
                <w:lang w:val="ro-RO"/>
              </w:rPr>
              <w:t xml:space="preserve"> </w:t>
            </w:r>
            <w:r w:rsidR="00F554C9">
              <w:rPr>
                <w:sz w:val="20"/>
                <w:szCs w:val="20"/>
                <w:lang w:val="ro-RO"/>
              </w:rPr>
              <w:t xml:space="preserve">. Matei va primi Kendama, deci scriem în fișierul de ieșire nota </w:t>
            </w:r>
            <w:r w:rsidR="00845129">
              <w:rPr>
                <w:sz w:val="20"/>
                <w:szCs w:val="20"/>
                <w:lang w:val="ro-RO"/>
              </w:rPr>
              <w:t xml:space="preserve">cea mai mare </w:t>
            </w:r>
            <w:r w:rsidR="00F554C9">
              <w:rPr>
                <w:sz w:val="20"/>
                <w:szCs w:val="20"/>
                <w:lang w:val="ro-RO"/>
              </w:rPr>
              <w:t xml:space="preserve">primită de </w:t>
            </w:r>
            <w:r w:rsidR="00845129">
              <w:rPr>
                <w:sz w:val="20"/>
                <w:szCs w:val="20"/>
                <w:lang w:val="ro-RO"/>
              </w:rPr>
              <w:t>Matei.</w:t>
            </w:r>
            <w:r w:rsidR="00210944"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1260D55F" w14:textId="77777777" w:rsidR="005921AB" w:rsidRPr="00B110A5" w:rsidRDefault="005921AB" w:rsidP="00724AB0">
      <w:pPr>
        <w:rPr>
          <w:b/>
          <w:sz w:val="10"/>
          <w:lang w:val="ro-RO"/>
        </w:rPr>
      </w:pPr>
    </w:p>
    <w:p w14:paraId="76A2DBCA" w14:textId="2DF84006" w:rsidR="00B110A5" w:rsidRPr="00B110A5" w:rsidRDefault="00B110A5" w:rsidP="00B110A5">
      <w:pPr>
        <w:rPr>
          <w:rFonts w:ascii="Courier New" w:hAnsi="Courier New" w:cs="Courier New"/>
          <w:b/>
          <w:sz w:val="20"/>
          <w:lang w:val="ro-RO"/>
        </w:rPr>
      </w:pPr>
      <w:r>
        <w:rPr>
          <w:rFonts w:ascii="Courier New" w:hAnsi="Courier New" w:cs="Courier New"/>
          <w:b/>
          <w:sz w:val="20"/>
          <w:lang w:val="ro-RO"/>
        </w:rPr>
        <w:t>Exemplul 2</w:t>
      </w:r>
      <w:r w:rsidRPr="00B110A5">
        <w:rPr>
          <w:rFonts w:ascii="Courier New" w:hAnsi="Courier New" w:cs="Courier New"/>
          <w:b/>
          <w:sz w:val="20"/>
          <w:lang w:val="ro-RO"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586"/>
        <w:gridCol w:w="6182"/>
      </w:tblGrid>
      <w:tr w:rsidR="000A14BD" w:rsidRPr="00B110A5" w14:paraId="09447A50" w14:textId="77777777" w:rsidTr="000A14BD">
        <w:tc>
          <w:tcPr>
            <w:tcW w:w="2830" w:type="dxa"/>
            <w:tcBorders>
              <w:bottom w:val="single" w:sz="4" w:space="0" w:color="auto"/>
            </w:tcBorders>
          </w:tcPr>
          <w:p w14:paraId="699B114B" w14:textId="11C41329" w:rsidR="000A14BD" w:rsidRPr="009C46F0" w:rsidRDefault="000A14BD" w:rsidP="000A14BD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20"/>
              </w:rPr>
              <w:t>kendama</w:t>
            </w:r>
            <w:proofErr w:type="spellEnd"/>
            <w:r w:rsidRP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.in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7CF34AD3" w14:textId="22110DC0" w:rsidR="000A14BD" w:rsidRPr="009C46F0" w:rsidRDefault="000A14BD" w:rsidP="000A14BD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20"/>
              </w:rPr>
              <w:t>kendama</w:t>
            </w:r>
            <w:proofErr w:type="spellEnd"/>
            <w:r w:rsidRP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.out</w:t>
            </w:r>
          </w:p>
        </w:tc>
        <w:tc>
          <w:tcPr>
            <w:tcW w:w="6182" w:type="dxa"/>
            <w:tcBorders>
              <w:bottom w:val="single" w:sz="4" w:space="0" w:color="auto"/>
            </w:tcBorders>
          </w:tcPr>
          <w:p w14:paraId="1C8A8607" w14:textId="77777777" w:rsidR="000A14BD" w:rsidRPr="00B110A5" w:rsidRDefault="000A14BD" w:rsidP="000A14BD">
            <w:pPr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Explicaţii</w:t>
            </w:r>
          </w:p>
        </w:tc>
      </w:tr>
      <w:tr w:rsidR="006D5D75" w:rsidRPr="00724AB0" w14:paraId="2AC9FB91" w14:textId="77777777" w:rsidTr="000A14BD">
        <w:tc>
          <w:tcPr>
            <w:tcW w:w="2830" w:type="dxa"/>
            <w:tcBorders>
              <w:bottom w:val="single" w:sz="4" w:space="0" w:color="auto"/>
            </w:tcBorders>
          </w:tcPr>
          <w:p w14:paraId="67B1FEE9" w14:textId="45A8A991" w:rsidR="00006B5E" w:rsidRPr="00B110A5" w:rsidRDefault="00006B5E" w:rsidP="00006B5E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20</w:t>
            </w:r>
          </w:p>
          <w:p w14:paraId="521B84B4" w14:textId="6EAE7F65" w:rsidR="00006B5E" w:rsidRPr="00B110A5" w:rsidRDefault="00006B5E" w:rsidP="00006B5E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5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5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10</w:t>
            </w:r>
            <w:r w:rsidR="00185039"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5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 xml:space="preserve">4 </w:t>
            </w:r>
            <w:r w:rsidR="00185039"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5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</w:p>
          <w:p w14:paraId="759F75DE" w14:textId="375A4645" w:rsidR="006D5D75" w:rsidRPr="00B110A5" w:rsidRDefault="00006B5E" w:rsidP="00E24730">
            <w:pPr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color w:val="538135" w:themeColor="accent6" w:themeShade="BF"/>
                <w:sz w:val="18"/>
                <w:szCs w:val="20"/>
                <w:lang w:val="ro-RO"/>
              </w:rPr>
              <w:t>6</w:t>
            </w:r>
            <w:r w:rsid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4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7 </w:t>
            </w:r>
            <w:r w:rsidRPr="00B110A5">
              <w:rPr>
                <w:rFonts w:ascii="Courier New" w:hAnsi="Courier New" w:cs="Courier New"/>
                <w:b/>
                <w:color w:val="538135" w:themeColor="accent6" w:themeShade="BF"/>
                <w:sz w:val="18"/>
                <w:szCs w:val="20"/>
                <w:lang w:val="ro-RO"/>
              </w:rPr>
              <w:t>6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063F0A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7</w:t>
            </w:r>
            <w:r w:rsidR="00185039"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 xml:space="preserve">8 10 </w:t>
            </w:r>
            <w:r w:rsidR="00185039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4</w:t>
            </w:r>
            <w:r w:rsidR="00185039"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 7</w:t>
            </w:r>
          </w:p>
          <w:p w14:paraId="0179AAF5" w14:textId="77777777" w:rsidR="006D5D75" w:rsidRPr="00B110A5" w:rsidRDefault="006D5D75" w:rsidP="00E24730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33A01C4C" w14:textId="64B65C5A" w:rsidR="006D5D75" w:rsidRPr="00B110A5" w:rsidRDefault="00185039" w:rsidP="00185039">
            <w:pPr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sz w:val="20"/>
                <w:szCs w:val="20"/>
                <w:lang w:val="ro-RO"/>
              </w:rPr>
              <w:t>7</w:t>
            </w:r>
          </w:p>
        </w:tc>
        <w:tc>
          <w:tcPr>
            <w:tcW w:w="6182" w:type="dxa"/>
            <w:tcBorders>
              <w:bottom w:val="single" w:sz="4" w:space="0" w:color="auto"/>
            </w:tcBorders>
          </w:tcPr>
          <w:p w14:paraId="66DE64A4" w14:textId="7F5B6965" w:rsidR="00006B5E" w:rsidRDefault="00006B5E" w:rsidP="00006B5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Numărul notelor peste 7 este =6. Numărul notelor sub 7=</w:t>
            </w:r>
            <w:r w:rsidR="000D723F">
              <w:rPr>
                <w:sz w:val="20"/>
                <w:szCs w:val="20"/>
                <w:lang w:val="ro-RO"/>
              </w:rPr>
              <w:t>9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F554C9">
              <w:rPr>
                <w:sz w:val="20"/>
                <w:szCs w:val="20"/>
                <w:lang w:val="ro-RO"/>
              </w:rPr>
              <w:t>.</w:t>
            </w:r>
          </w:p>
          <w:p w14:paraId="206A584B" w14:textId="0E7766F1" w:rsidR="006D5D75" w:rsidRPr="00724AB0" w:rsidRDefault="00F554C9" w:rsidP="00F554C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Matei nu va primi Kendama, deci se va scrie în fișierul de ieșire n</w:t>
            </w:r>
            <w:r w:rsidR="00006B5E">
              <w:rPr>
                <w:sz w:val="20"/>
                <w:szCs w:val="20"/>
                <w:lang w:val="ro-RO"/>
              </w:rPr>
              <w:t>umărul notelor mai mici decât 6</w:t>
            </w:r>
            <w:r>
              <w:rPr>
                <w:sz w:val="20"/>
                <w:szCs w:val="20"/>
                <w:lang w:val="ro-RO"/>
              </w:rPr>
              <w:t xml:space="preserve">. Acesta </w:t>
            </w:r>
            <w:r w:rsidR="00006B5E">
              <w:rPr>
                <w:sz w:val="20"/>
                <w:szCs w:val="20"/>
                <w:lang w:val="ro-RO"/>
              </w:rPr>
              <w:t xml:space="preserve">este egal cu </w:t>
            </w:r>
            <w:r w:rsidR="00185039">
              <w:rPr>
                <w:sz w:val="20"/>
                <w:szCs w:val="20"/>
                <w:lang w:val="ro-RO"/>
              </w:rPr>
              <w:t>7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</w:tr>
    </w:tbl>
    <w:p w14:paraId="269FC63F" w14:textId="77777777" w:rsidR="007D11E8" w:rsidRPr="00B110A5" w:rsidRDefault="007D11E8" w:rsidP="00724AB0">
      <w:pPr>
        <w:rPr>
          <w:bCs/>
          <w:sz w:val="16"/>
          <w:lang w:val="ro-RO"/>
        </w:rPr>
      </w:pPr>
    </w:p>
    <w:p w14:paraId="293997C3" w14:textId="70A66278" w:rsidR="00B110A5" w:rsidRPr="00B110A5" w:rsidRDefault="00B110A5" w:rsidP="00B110A5">
      <w:pPr>
        <w:rPr>
          <w:rFonts w:ascii="Courier New" w:hAnsi="Courier New" w:cs="Courier New"/>
          <w:b/>
          <w:sz w:val="20"/>
          <w:lang w:val="ro-RO"/>
        </w:rPr>
      </w:pPr>
      <w:r>
        <w:rPr>
          <w:rFonts w:ascii="Courier New" w:hAnsi="Courier New" w:cs="Courier New"/>
          <w:b/>
          <w:sz w:val="20"/>
          <w:lang w:val="ro-RO"/>
        </w:rPr>
        <w:t>Exemplul 3</w:t>
      </w:r>
      <w:r w:rsidRPr="00B110A5">
        <w:rPr>
          <w:rFonts w:ascii="Courier New" w:hAnsi="Courier New" w:cs="Courier New"/>
          <w:b/>
          <w:sz w:val="20"/>
          <w:lang w:val="ro-RO"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418"/>
        <w:gridCol w:w="6350"/>
      </w:tblGrid>
      <w:tr w:rsidR="000A14BD" w:rsidRPr="00B110A5" w14:paraId="1A71520A" w14:textId="77777777" w:rsidTr="000A14BD">
        <w:tc>
          <w:tcPr>
            <w:tcW w:w="2830" w:type="dxa"/>
            <w:tcBorders>
              <w:bottom w:val="single" w:sz="4" w:space="0" w:color="auto"/>
            </w:tcBorders>
          </w:tcPr>
          <w:p w14:paraId="21C4C25B" w14:textId="16514291" w:rsidR="000A14BD" w:rsidRPr="009C46F0" w:rsidRDefault="000A14BD" w:rsidP="000A14BD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20"/>
              </w:rPr>
              <w:t>kendama</w:t>
            </w:r>
            <w:proofErr w:type="spellEnd"/>
            <w:r w:rsidRP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.in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60E2A2" w14:textId="54BA2E7A" w:rsidR="000A14BD" w:rsidRPr="009C46F0" w:rsidRDefault="000A14BD" w:rsidP="000A14BD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sz w:val="18"/>
                <w:szCs w:val="20"/>
              </w:rPr>
              <w:t>kendama</w:t>
            </w:r>
            <w:proofErr w:type="spellEnd"/>
            <w:r w:rsidRP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.out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14:paraId="63E31A35" w14:textId="77777777" w:rsidR="000A14BD" w:rsidRPr="00B110A5" w:rsidRDefault="000A14BD" w:rsidP="000A14BD">
            <w:pPr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Explicaţii</w:t>
            </w:r>
          </w:p>
        </w:tc>
      </w:tr>
      <w:tr w:rsidR="006D5D75" w:rsidRPr="00724AB0" w14:paraId="25586C37" w14:textId="77777777" w:rsidTr="000A14BD">
        <w:tc>
          <w:tcPr>
            <w:tcW w:w="2830" w:type="dxa"/>
            <w:tcBorders>
              <w:bottom w:val="single" w:sz="4" w:space="0" w:color="auto"/>
            </w:tcBorders>
          </w:tcPr>
          <w:p w14:paraId="00699AFD" w14:textId="6025C80E" w:rsidR="00185039" w:rsidRPr="00B110A5" w:rsidRDefault="00185039" w:rsidP="00185039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30</w:t>
            </w:r>
          </w:p>
          <w:p w14:paraId="6E6B796E" w14:textId="54F2EEF1" w:rsidR="00185039" w:rsidRPr="00B110A5" w:rsidRDefault="00751AE1" w:rsidP="00185039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185039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 w:rsidR="00845129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185039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</w:p>
          <w:p w14:paraId="2C1E6088" w14:textId="697DDCF9" w:rsidR="00185039" w:rsidRPr="00B110A5" w:rsidRDefault="00185039" w:rsidP="00185039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751AE1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 w:rsidRPr="00B110A5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7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845129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="00751AE1">
              <w:rPr>
                <w:rFonts w:ascii="Courier New" w:hAnsi="Courier New" w:cs="Courier New"/>
                <w:b/>
                <w:color w:val="0070C0"/>
                <w:sz w:val="18"/>
                <w:szCs w:val="20"/>
                <w:lang w:val="ro-RO"/>
              </w:rPr>
              <w:t>6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7</w:t>
            </w:r>
          </w:p>
          <w:p w14:paraId="25A24918" w14:textId="13212536" w:rsidR="006D5D75" w:rsidRPr="00B110A5" w:rsidRDefault="00845129" w:rsidP="00E24730">
            <w:pPr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</w:pP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8 8</w:t>
            </w:r>
            <w:r w:rsidR="00185039"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 xml:space="preserve"> </w:t>
            </w:r>
            <w:r w:rsidRPr="00B110A5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>8</w:t>
            </w:r>
            <w:r w:rsidR="009C46F0">
              <w:rPr>
                <w:rFonts w:ascii="Courier New" w:hAnsi="Courier New" w:cs="Courier New"/>
                <w:b/>
                <w:color w:val="FF0000"/>
                <w:sz w:val="18"/>
                <w:szCs w:val="20"/>
                <w:lang w:val="ro-RO"/>
              </w:rPr>
              <w:t xml:space="preserve"> </w:t>
            </w:r>
            <w:r w:rsidR="009C46F0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 xml:space="preserve">7 7 7 7 7 7 </w:t>
            </w:r>
            <w:r w:rsidR="00185039" w:rsidRPr="00B110A5">
              <w:rPr>
                <w:rFonts w:ascii="Courier New" w:hAnsi="Courier New" w:cs="Courier New"/>
                <w:b/>
                <w:sz w:val="18"/>
                <w:szCs w:val="20"/>
                <w:lang w:val="ro-RO"/>
              </w:rPr>
              <w:t>7</w:t>
            </w:r>
          </w:p>
          <w:p w14:paraId="5DDAF2B0" w14:textId="77777777" w:rsidR="006D5D75" w:rsidRPr="00B110A5" w:rsidRDefault="006D5D75" w:rsidP="00E24730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9D2307" w14:textId="29C0B938" w:rsidR="006D5D75" w:rsidRPr="000D723F" w:rsidRDefault="00845129" w:rsidP="00E2473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110A5">
              <w:rPr>
                <w:rFonts w:ascii="Courier New" w:hAnsi="Courier New" w:cs="Courier New"/>
                <w:sz w:val="20"/>
                <w:szCs w:val="20"/>
                <w:lang w:val="ro-RO"/>
              </w:rPr>
              <w:t>8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14:paraId="2E559C42" w14:textId="29247E9F" w:rsidR="006D5D75" w:rsidRPr="00724AB0" w:rsidRDefault="00185039" w:rsidP="009979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Numărul notelor peste 7 este =9. Numărul notelor sub 7=</w:t>
            </w:r>
            <w:r w:rsidR="00634DFC">
              <w:rPr>
                <w:sz w:val="20"/>
                <w:szCs w:val="20"/>
                <w:lang w:val="ro-RO"/>
              </w:rPr>
              <w:t>9.</w:t>
            </w:r>
            <w:r w:rsidR="00EA4E59">
              <w:rPr>
                <w:sz w:val="20"/>
                <w:szCs w:val="20"/>
                <w:lang w:val="ro-RO"/>
              </w:rPr>
              <w:t xml:space="preserve"> Egalitate la primul criteriu, </w:t>
            </w:r>
            <w:r w:rsidR="00634DFC">
              <w:rPr>
                <w:sz w:val="20"/>
                <w:szCs w:val="20"/>
                <w:lang w:val="ro-RO"/>
              </w:rPr>
              <w:t xml:space="preserve">trecem la al doilea criteriu </w:t>
            </w:r>
            <w:r w:rsidR="00047888">
              <w:rPr>
                <w:sz w:val="20"/>
                <w:szCs w:val="20"/>
                <w:lang w:val="ro-RO"/>
              </w:rPr>
              <w:t>unde</w:t>
            </w:r>
            <w:r w:rsidR="00634DFC">
              <w:rPr>
                <w:sz w:val="20"/>
                <w:szCs w:val="20"/>
                <w:lang w:val="ro-RO"/>
              </w:rPr>
              <w:t xml:space="preserve"> </w:t>
            </w:r>
            <w:r w:rsidR="00997929">
              <w:rPr>
                <w:sz w:val="20"/>
                <w:szCs w:val="20"/>
                <w:lang w:val="ro-RO"/>
              </w:rPr>
              <w:t xml:space="preserve">nu </w:t>
            </w:r>
            <w:r w:rsidR="00634DFC">
              <w:rPr>
                <w:sz w:val="20"/>
                <w:szCs w:val="20"/>
                <w:lang w:val="ro-RO"/>
              </w:rPr>
              <w:t xml:space="preserve">avem </w:t>
            </w:r>
            <w:r w:rsidR="00997929">
              <w:rPr>
                <w:sz w:val="20"/>
                <w:szCs w:val="20"/>
                <w:lang w:val="ro-RO"/>
              </w:rPr>
              <w:t xml:space="preserve">mai multe </w:t>
            </w:r>
            <w:r w:rsidR="00634DFC">
              <w:rPr>
                <w:sz w:val="20"/>
                <w:szCs w:val="20"/>
                <w:lang w:val="ro-RO"/>
              </w:rPr>
              <w:t xml:space="preserve"> note de 10</w:t>
            </w:r>
            <w:r w:rsidR="00EA4E59">
              <w:rPr>
                <w:sz w:val="20"/>
                <w:szCs w:val="20"/>
                <w:lang w:val="ro-RO"/>
              </w:rPr>
              <w:t xml:space="preserve">. </w:t>
            </w:r>
            <w:r w:rsidR="00751AE1">
              <w:rPr>
                <w:sz w:val="20"/>
                <w:szCs w:val="20"/>
                <w:lang w:val="ro-RO"/>
              </w:rPr>
              <w:t>Trecem la al treilea criteriu unde verificăm notele sub 6. Nu are deloc note sub 6, deci s</w:t>
            </w:r>
            <w:r w:rsidR="00047888">
              <w:rPr>
                <w:sz w:val="20"/>
                <w:szCs w:val="20"/>
                <w:lang w:val="ro-RO"/>
              </w:rPr>
              <w:t xml:space="preserve">e poate lua decizia: </w:t>
            </w:r>
            <w:r w:rsidR="00EA4E59">
              <w:rPr>
                <w:sz w:val="20"/>
                <w:szCs w:val="20"/>
                <w:lang w:val="ro-RO"/>
              </w:rPr>
              <w:t xml:space="preserve"> </w:t>
            </w:r>
            <w:r w:rsidR="00047888">
              <w:rPr>
                <w:sz w:val="20"/>
                <w:szCs w:val="20"/>
                <w:lang w:val="ro-RO"/>
              </w:rPr>
              <w:t xml:space="preserve">Matei </w:t>
            </w:r>
            <w:r w:rsidR="00EA4E59">
              <w:rPr>
                <w:sz w:val="20"/>
                <w:szCs w:val="20"/>
                <w:lang w:val="ro-RO"/>
              </w:rPr>
              <w:t>va primi K</w:t>
            </w:r>
            <w:r w:rsidR="00634DFC">
              <w:rPr>
                <w:sz w:val="20"/>
                <w:szCs w:val="20"/>
                <w:lang w:val="ro-RO"/>
              </w:rPr>
              <w:t>endama.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EA4E59">
              <w:rPr>
                <w:sz w:val="20"/>
                <w:szCs w:val="20"/>
                <w:lang w:val="ro-RO"/>
              </w:rPr>
              <w:t>Se va scrie în fișier n</w:t>
            </w:r>
            <w:r>
              <w:rPr>
                <w:sz w:val="20"/>
                <w:szCs w:val="20"/>
                <w:lang w:val="ro-RO"/>
              </w:rPr>
              <w:t>o</w:t>
            </w:r>
            <w:r w:rsidR="00634DFC">
              <w:rPr>
                <w:sz w:val="20"/>
                <w:szCs w:val="20"/>
                <w:lang w:val="ro-RO"/>
              </w:rPr>
              <w:t>ta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845129">
              <w:rPr>
                <w:sz w:val="20"/>
                <w:szCs w:val="20"/>
                <w:lang w:val="ro-RO"/>
              </w:rPr>
              <w:t>cea mai mare, adica 8.</w:t>
            </w:r>
          </w:p>
        </w:tc>
      </w:tr>
    </w:tbl>
    <w:p w14:paraId="6ABE6DC7" w14:textId="77777777" w:rsidR="005921AB" w:rsidRPr="00724AB0" w:rsidRDefault="005921AB" w:rsidP="00724AB0">
      <w:pPr>
        <w:rPr>
          <w:b/>
          <w:lang w:val="ro-RO"/>
        </w:rPr>
      </w:pPr>
    </w:p>
    <w:p w14:paraId="6179EC34" w14:textId="35B87AEF" w:rsidR="006E25E3" w:rsidRPr="00B110A5" w:rsidRDefault="006E25E3" w:rsidP="00724AB0">
      <w:pPr>
        <w:rPr>
          <w:rFonts w:ascii="Courier New" w:hAnsi="Courier New" w:cs="Courier New"/>
          <w:b/>
          <w:sz w:val="20"/>
          <w:szCs w:val="20"/>
          <w:lang w:val="ro-RO"/>
        </w:rPr>
      </w:pPr>
      <w:r w:rsidRPr="00B110A5">
        <w:rPr>
          <w:rFonts w:ascii="Courier New" w:hAnsi="Courier New" w:cs="Courier New"/>
          <w:b/>
          <w:sz w:val="20"/>
          <w:szCs w:val="20"/>
          <w:lang w:val="ro-RO"/>
        </w:rPr>
        <w:t xml:space="preserve">Timp maxim de execuție/test: </w:t>
      </w:r>
      <w:r w:rsidR="003B7D8D">
        <w:rPr>
          <w:rFonts w:ascii="Courier New" w:hAnsi="Courier New" w:cs="Courier New"/>
          <w:b/>
          <w:sz w:val="20"/>
          <w:szCs w:val="20"/>
          <w:lang w:val="ro-RO"/>
        </w:rPr>
        <w:t>1 secund</w:t>
      </w:r>
      <w:r w:rsidR="003B7D8D" w:rsidRPr="00B110A5">
        <w:rPr>
          <w:rFonts w:ascii="Courier New" w:hAnsi="Courier New" w:cs="Courier New"/>
          <w:b/>
          <w:sz w:val="20"/>
          <w:szCs w:val="20"/>
          <w:lang w:val="ro-RO"/>
        </w:rPr>
        <w:t>ă</w:t>
      </w:r>
    </w:p>
    <w:p w14:paraId="1D6773C4" w14:textId="77777777" w:rsidR="006E25E3" w:rsidRPr="00B110A5" w:rsidRDefault="006E25E3" w:rsidP="00724AB0">
      <w:pPr>
        <w:rPr>
          <w:rFonts w:ascii="Courier New" w:hAnsi="Courier New" w:cs="Courier New"/>
          <w:b/>
          <w:sz w:val="20"/>
          <w:szCs w:val="20"/>
          <w:lang w:val="ro-RO"/>
        </w:rPr>
      </w:pPr>
      <w:r w:rsidRPr="00B110A5">
        <w:rPr>
          <w:rFonts w:ascii="Courier New" w:hAnsi="Courier New" w:cs="Courier New"/>
          <w:b/>
          <w:sz w:val="20"/>
          <w:szCs w:val="20"/>
          <w:lang w:val="ro-RO"/>
        </w:rPr>
        <w:t>Memorie totală disponibilă: 64 MB, din care 2 MB pentru stivă</w:t>
      </w:r>
    </w:p>
    <w:p w14:paraId="75019164" w14:textId="785C4976" w:rsidR="006E25E3" w:rsidRPr="00B110A5" w:rsidRDefault="006E25E3" w:rsidP="00724AB0">
      <w:pPr>
        <w:rPr>
          <w:rFonts w:ascii="Courier New" w:hAnsi="Courier New" w:cs="Courier New"/>
          <w:b/>
          <w:sz w:val="20"/>
          <w:szCs w:val="20"/>
          <w:lang w:val="ro-RO"/>
        </w:rPr>
      </w:pPr>
      <w:r w:rsidRPr="00B110A5">
        <w:rPr>
          <w:rFonts w:ascii="Courier New" w:hAnsi="Courier New" w:cs="Courier New"/>
          <w:b/>
          <w:sz w:val="20"/>
          <w:szCs w:val="20"/>
          <w:lang w:val="ro-RO"/>
        </w:rPr>
        <w:t>Dimensiunea maximă a sursei: 10 KB</w:t>
      </w:r>
      <w:bookmarkStart w:id="0" w:name="_GoBack"/>
      <w:bookmarkEnd w:id="0"/>
    </w:p>
    <w:sectPr w:rsidR="006E25E3" w:rsidRPr="00B110A5" w:rsidSect="005D7B48">
      <w:headerReference w:type="default" r:id="rId9"/>
      <w:pgSz w:w="11906" w:h="16838" w:code="9"/>
      <w:pgMar w:top="1418" w:right="567" w:bottom="567" w:left="567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67AD6" w14:textId="77777777" w:rsidR="00F5688D" w:rsidRDefault="00F5688D">
      <w:r>
        <w:separator/>
      </w:r>
    </w:p>
  </w:endnote>
  <w:endnote w:type="continuationSeparator" w:id="0">
    <w:p w14:paraId="553E18E3" w14:textId="77777777" w:rsidR="00F5688D" w:rsidRDefault="00F5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0B72B" w14:textId="77777777" w:rsidR="00F5688D" w:rsidRDefault="00F5688D">
      <w:r>
        <w:separator/>
      </w:r>
    </w:p>
  </w:footnote>
  <w:footnote w:type="continuationSeparator" w:id="0">
    <w:p w14:paraId="3F85CDD6" w14:textId="77777777" w:rsidR="00F5688D" w:rsidRDefault="00F56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63B9" w14:textId="77777777" w:rsidR="005D7B48" w:rsidRDefault="005D7B48" w:rsidP="005D7B48">
    <w:pPr>
      <w:pStyle w:val="Header"/>
      <w:rPr>
        <w:noProof/>
      </w:rPr>
    </w:pPr>
    <w:r>
      <w:rPr>
        <w:noProof/>
        <w:lang w:val="ro-RO" w:eastAsia="ro-RO"/>
      </w:rPr>
      <w:drawing>
        <wp:anchor distT="0" distB="0" distL="114300" distR="114300" simplePos="0" relativeHeight="251655680" behindDoc="1" locked="0" layoutInCell="1" allowOverlap="1" wp14:anchorId="6DBEA21D" wp14:editId="455E1CA2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C592E3" w14:textId="77777777" w:rsidR="005D7B48" w:rsidRDefault="00D9176D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  <w:lang w:val="ro-RO" w:eastAsia="ro-RO"/>
      </w:rPr>
      <w:drawing>
        <wp:anchor distT="0" distB="0" distL="114300" distR="114300" simplePos="0" relativeHeight="251659776" behindDoc="0" locked="0" layoutInCell="1" allowOverlap="1" wp14:anchorId="467D547C" wp14:editId="121D5582">
          <wp:simplePos x="0" y="0"/>
          <wp:positionH relativeFrom="column">
            <wp:posOffset>3780155</wp:posOffset>
          </wp:positionH>
          <wp:positionV relativeFrom="paragraph">
            <wp:posOffset>12700</wp:posOffset>
          </wp:positionV>
          <wp:extent cx="2962275" cy="503555"/>
          <wp:effectExtent l="0" t="0" r="0" b="0"/>
          <wp:wrapNone/>
          <wp:docPr id="2" name="Picture 2" descr="Screenshot 2025-01-08 090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reenshot 2025-01-08 09055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tab/>
    </w:r>
  </w:p>
  <w:p w14:paraId="38A0F0C6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14:paraId="11419B66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1CF345C3" w14:textId="77777777" w:rsidR="005D7B48" w:rsidRPr="006F699A" w:rsidRDefault="005D7B48" w:rsidP="005D7B48">
    <w:pPr>
      <w:tabs>
        <w:tab w:val="right" w:pos="10631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</w:t>
    </w:r>
    <w:proofErr w:type="spellStart"/>
    <w:r w:rsidRPr="006F699A">
      <w:rPr>
        <w:b/>
        <w:sz w:val="22"/>
        <w:szCs w:val="22"/>
        <w:lang w:val="es-ES"/>
      </w:rPr>
      <w:t>Informatică</w:t>
    </w:r>
    <w:proofErr w:type="spellEnd"/>
    <w:r w:rsidRPr="006F699A">
      <w:rPr>
        <w:b/>
        <w:sz w:val="22"/>
        <w:szCs w:val="22"/>
        <w:lang w:val="es-ES"/>
      </w:rPr>
      <w:t xml:space="preserve">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r w:rsidRPr="00CB459C">
      <w:rPr>
        <w:b/>
        <w:sz w:val="22"/>
        <w:szCs w:val="22"/>
        <w:lang w:val="pt-BR"/>
      </w:rPr>
      <w:t xml:space="preserve">Clasa </w:t>
    </w:r>
    <w:r w:rsidR="00F21BBC">
      <w:rPr>
        <w:b/>
        <w:sz w:val="22"/>
        <w:szCs w:val="22"/>
        <w:lang w:val="pt-BR"/>
      </w:rPr>
      <w:t xml:space="preserve">a </w:t>
    </w:r>
    <w:r w:rsidR="00F038F8">
      <w:rPr>
        <w:b/>
        <w:sz w:val="22"/>
        <w:szCs w:val="22"/>
        <w:lang w:val="pt-BR"/>
      </w:rPr>
      <w:t>V</w:t>
    </w:r>
    <w:r w:rsidRPr="00CB459C">
      <w:rPr>
        <w:b/>
        <w:sz w:val="22"/>
        <w:szCs w:val="22"/>
        <w:lang w:val="pt-BR"/>
      </w:rPr>
      <w:t>-a</w:t>
    </w:r>
    <w:r w:rsidRPr="006F699A">
      <w:rPr>
        <w:b/>
        <w:sz w:val="22"/>
        <w:szCs w:val="22"/>
        <w:lang w:val="pt-BR"/>
      </w:rPr>
      <w:t xml:space="preserve"> </w:t>
    </w:r>
  </w:p>
  <w:p w14:paraId="3BC81C09" w14:textId="02BA3786" w:rsidR="005D7B48" w:rsidRPr="006F699A" w:rsidRDefault="002C1D55" w:rsidP="005D7B48">
    <w:pPr>
      <w:tabs>
        <w:tab w:val="right" w:pos="10631"/>
      </w:tabs>
      <w:rPr>
        <w:rFonts w:ascii="Courier New" w:hAnsi="Courier New" w:cs="Courier New"/>
        <w:b/>
        <w:sz w:val="22"/>
        <w:szCs w:val="22"/>
      </w:rPr>
    </w:pPr>
    <w:r>
      <w:rPr>
        <w:b/>
        <w:sz w:val="22"/>
        <w:szCs w:val="22"/>
        <w:lang w:val="fr-FR"/>
      </w:rPr>
      <w:t>7</w:t>
    </w:r>
    <w:r w:rsidR="005D7B48" w:rsidRPr="006F699A">
      <w:rPr>
        <w:b/>
        <w:sz w:val="22"/>
        <w:szCs w:val="22"/>
        <w:lang w:val="fr-FR"/>
      </w:rPr>
      <w:t xml:space="preserve">  </w:t>
    </w:r>
    <w:proofErr w:type="spellStart"/>
    <w:r w:rsidR="005D7B48" w:rsidRPr="006F699A">
      <w:rPr>
        <w:b/>
        <w:sz w:val="22"/>
        <w:szCs w:val="22"/>
        <w:lang w:val="fr-FR"/>
      </w:rPr>
      <w:t>februarie</w:t>
    </w:r>
    <w:proofErr w:type="spellEnd"/>
    <w:r w:rsidR="005D7B48" w:rsidRPr="006F699A">
      <w:rPr>
        <w:b/>
        <w:sz w:val="22"/>
        <w:szCs w:val="22"/>
        <w:lang w:val="fr-FR"/>
      </w:rPr>
      <w:t xml:space="preserve"> 202</w:t>
    </w:r>
    <w:r w:rsidR="000B479E"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proofErr w:type="spellStart"/>
    <w:r w:rsidR="005D7B48" w:rsidRPr="006F699A">
      <w:rPr>
        <w:b/>
        <w:sz w:val="22"/>
        <w:szCs w:val="22"/>
      </w:rPr>
      <w:t>Sursa</w:t>
    </w:r>
    <w:proofErr w:type="spellEnd"/>
    <w:r w:rsidR="005D7B48" w:rsidRPr="006F699A">
      <w:rPr>
        <w:b/>
        <w:sz w:val="22"/>
        <w:szCs w:val="22"/>
      </w:rPr>
      <w:t xml:space="preserve">: </w:t>
    </w:r>
    <w:r w:rsidR="00740275">
      <w:rPr>
        <w:rFonts w:ascii="Courier New" w:hAnsi="Courier New" w:cs="Courier New"/>
        <w:b/>
        <w:sz w:val="22"/>
        <w:szCs w:val="22"/>
      </w:rPr>
      <w:t>kendama</w:t>
    </w:r>
    <w:r w:rsidR="00441807">
      <w:rPr>
        <w:rFonts w:ascii="Courier New" w:hAnsi="Courier New" w:cs="Courier New"/>
        <w:b/>
        <w:sz w:val="22"/>
        <w:szCs w:val="22"/>
      </w:rPr>
      <w:t>.cpp</w:t>
    </w:r>
  </w:p>
  <w:p w14:paraId="06E86914" w14:textId="6554599A" w:rsidR="0032092C" w:rsidRPr="005D7B48" w:rsidRDefault="00D67869" w:rsidP="005D7B48">
    <w:pPr>
      <w:pStyle w:val="Header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7E757A" wp14:editId="014C4088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705600" cy="0"/>
              <wp:effectExtent l="11430" t="11430" r="7620" b="7620"/>
              <wp:wrapNone/>
              <wp:docPr id="189930962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AD86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2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okuAEAAFYDAAAOAAAAZHJzL2Uyb0RvYy54bWysU8Fu2zAMvQ/YPwi6L3YCJNu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4A164E"/>
    <w:multiLevelType w:val="multilevel"/>
    <w:tmpl w:val="CAEE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3096"/>
    <w:multiLevelType w:val="hybridMultilevel"/>
    <w:tmpl w:val="9C8E7BC2"/>
    <w:lvl w:ilvl="0" w:tplc="16E80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B3FE1"/>
    <w:multiLevelType w:val="multilevel"/>
    <w:tmpl w:val="CEAC1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FF0BD4"/>
    <w:multiLevelType w:val="multilevel"/>
    <w:tmpl w:val="D12AD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DB37C8"/>
    <w:multiLevelType w:val="multilevel"/>
    <w:tmpl w:val="840A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D12F4"/>
    <w:multiLevelType w:val="multilevel"/>
    <w:tmpl w:val="AB66F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11514A"/>
    <w:multiLevelType w:val="multilevel"/>
    <w:tmpl w:val="B996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6A4602"/>
    <w:multiLevelType w:val="multilevel"/>
    <w:tmpl w:val="0300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701F24"/>
    <w:multiLevelType w:val="multilevel"/>
    <w:tmpl w:val="D456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A022F"/>
    <w:multiLevelType w:val="multilevel"/>
    <w:tmpl w:val="E868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3"/>
  </w:num>
  <w:num w:numId="4">
    <w:abstractNumId w:val="16"/>
  </w:num>
  <w:num w:numId="5">
    <w:abstractNumId w:val="21"/>
  </w:num>
  <w:num w:numId="6">
    <w:abstractNumId w:val="5"/>
  </w:num>
  <w:num w:numId="7">
    <w:abstractNumId w:val="17"/>
  </w:num>
  <w:num w:numId="8">
    <w:abstractNumId w:val="7"/>
  </w:num>
  <w:num w:numId="9">
    <w:abstractNumId w:val="2"/>
  </w:num>
  <w:num w:numId="10">
    <w:abstractNumId w:val="19"/>
  </w:num>
  <w:num w:numId="11">
    <w:abstractNumId w:val="0"/>
  </w:num>
  <w:num w:numId="12">
    <w:abstractNumId w:val="14"/>
  </w:num>
  <w:num w:numId="13">
    <w:abstractNumId w:val="3"/>
  </w:num>
  <w:num w:numId="14">
    <w:abstractNumId w:val="9"/>
  </w:num>
  <w:num w:numId="15">
    <w:abstractNumId w:val="8"/>
  </w:num>
  <w:num w:numId="16">
    <w:abstractNumId w:val="11"/>
  </w:num>
  <w:num w:numId="17">
    <w:abstractNumId w:val="12"/>
  </w:num>
  <w:num w:numId="18">
    <w:abstractNumId w:val="10"/>
  </w:num>
  <w:num w:numId="19">
    <w:abstractNumId w:val="20"/>
  </w:num>
  <w:num w:numId="20">
    <w:abstractNumId w:val="18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45"/>
    <w:rsid w:val="000059A7"/>
    <w:rsid w:val="00006B5E"/>
    <w:rsid w:val="00010C41"/>
    <w:rsid w:val="000155B9"/>
    <w:rsid w:val="000350C2"/>
    <w:rsid w:val="00047888"/>
    <w:rsid w:val="00063F0A"/>
    <w:rsid w:val="000666B7"/>
    <w:rsid w:val="000835AB"/>
    <w:rsid w:val="00086172"/>
    <w:rsid w:val="00087B99"/>
    <w:rsid w:val="000A14BD"/>
    <w:rsid w:val="000B479E"/>
    <w:rsid w:val="000B6EA6"/>
    <w:rsid w:val="000D723F"/>
    <w:rsid w:val="000D7828"/>
    <w:rsid w:val="000F6A4D"/>
    <w:rsid w:val="00131C42"/>
    <w:rsid w:val="00137AF8"/>
    <w:rsid w:val="001777A2"/>
    <w:rsid w:val="00180EE1"/>
    <w:rsid w:val="0018476E"/>
    <w:rsid w:val="00185039"/>
    <w:rsid w:val="001C40FA"/>
    <w:rsid w:val="001C4C30"/>
    <w:rsid w:val="001F28E6"/>
    <w:rsid w:val="00210944"/>
    <w:rsid w:val="00220245"/>
    <w:rsid w:val="00242D99"/>
    <w:rsid w:val="00251D83"/>
    <w:rsid w:val="00253F55"/>
    <w:rsid w:val="00262D87"/>
    <w:rsid w:val="00280010"/>
    <w:rsid w:val="002B7EF7"/>
    <w:rsid w:val="002C1D55"/>
    <w:rsid w:val="002D0CA7"/>
    <w:rsid w:val="002D6150"/>
    <w:rsid w:val="003056E7"/>
    <w:rsid w:val="00311DC3"/>
    <w:rsid w:val="0032092C"/>
    <w:rsid w:val="00354A57"/>
    <w:rsid w:val="00381A79"/>
    <w:rsid w:val="00383E20"/>
    <w:rsid w:val="00392359"/>
    <w:rsid w:val="0039379B"/>
    <w:rsid w:val="003A6139"/>
    <w:rsid w:val="003B0309"/>
    <w:rsid w:val="003B7D8D"/>
    <w:rsid w:val="003D2F1D"/>
    <w:rsid w:val="00417B2E"/>
    <w:rsid w:val="00441807"/>
    <w:rsid w:val="00467801"/>
    <w:rsid w:val="00480102"/>
    <w:rsid w:val="0049778D"/>
    <w:rsid w:val="004A3EC4"/>
    <w:rsid w:val="004E73D9"/>
    <w:rsid w:val="004F298E"/>
    <w:rsid w:val="004F7587"/>
    <w:rsid w:val="005261AE"/>
    <w:rsid w:val="00527920"/>
    <w:rsid w:val="00585745"/>
    <w:rsid w:val="005921AB"/>
    <w:rsid w:val="005A2583"/>
    <w:rsid w:val="005A6532"/>
    <w:rsid w:val="005D7B48"/>
    <w:rsid w:val="005E1906"/>
    <w:rsid w:val="005F05AD"/>
    <w:rsid w:val="00601BBD"/>
    <w:rsid w:val="00603CF8"/>
    <w:rsid w:val="00634DFC"/>
    <w:rsid w:val="00640A56"/>
    <w:rsid w:val="00641B16"/>
    <w:rsid w:val="00655F4C"/>
    <w:rsid w:val="00660EC1"/>
    <w:rsid w:val="006933AF"/>
    <w:rsid w:val="00693FA5"/>
    <w:rsid w:val="006B142F"/>
    <w:rsid w:val="006C1B94"/>
    <w:rsid w:val="006D5D75"/>
    <w:rsid w:val="006E25E3"/>
    <w:rsid w:val="006E6C33"/>
    <w:rsid w:val="006E7B0E"/>
    <w:rsid w:val="00706619"/>
    <w:rsid w:val="00724AB0"/>
    <w:rsid w:val="007366E0"/>
    <w:rsid w:val="00740275"/>
    <w:rsid w:val="007435D2"/>
    <w:rsid w:val="007440FA"/>
    <w:rsid w:val="00751AE1"/>
    <w:rsid w:val="00761A89"/>
    <w:rsid w:val="0079425A"/>
    <w:rsid w:val="007A048C"/>
    <w:rsid w:val="007C03CC"/>
    <w:rsid w:val="007D11E8"/>
    <w:rsid w:val="007E0A5D"/>
    <w:rsid w:val="007E7DC3"/>
    <w:rsid w:val="007F27A5"/>
    <w:rsid w:val="007F6B93"/>
    <w:rsid w:val="00802A91"/>
    <w:rsid w:val="00812B7E"/>
    <w:rsid w:val="00815238"/>
    <w:rsid w:val="008414C6"/>
    <w:rsid w:val="00845129"/>
    <w:rsid w:val="00867F65"/>
    <w:rsid w:val="008A3924"/>
    <w:rsid w:val="008C03D6"/>
    <w:rsid w:val="008D24DF"/>
    <w:rsid w:val="008D44EC"/>
    <w:rsid w:val="009113AD"/>
    <w:rsid w:val="009308A8"/>
    <w:rsid w:val="00931E1B"/>
    <w:rsid w:val="009435C4"/>
    <w:rsid w:val="00997929"/>
    <w:rsid w:val="009C46F0"/>
    <w:rsid w:val="009D5338"/>
    <w:rsid w:val="009E4329"/>
    <w:rsid w:val="00A0245D"/>
    <w:rsid w:val="00A11270"/>
    <w:rsid w:val="00A34DA5"/>
    <w:rsid w:val="00AA2177"/>
    <w:rsid w:val="00AA2498"/>
    <w:rsid w:val="00AE6629"/>
    <w:rsid w:val="00B110A5"/>
    <w:rsid w:val="00B121C7"/>
    <w:rsid w:val="00B1658B"/>
    <w:rsid w:val="00B24946"/>
    <w:rsid w:val="00B402E3"/>
    <w:rsid w:val="00B633A9"/>
    <w:rsid w:val="00B912DB"/>
    <w:rsid w:val="00BA529F"/>
    <w:rsid w:val="00BE48FC"/>
    <w:rsid w:val="00BF11CD"/>
    <w:rsid w:val="00C24800"/>
    <w:rsid w:val="00C7777C"/>
    <w:rsid w:val="00C85804"/>
    <w:rsid w:val="00C91747"/>
    <w:rsid w:val="00CC5015"/>
    <w:rsid w:val="00CD0D06"/>
    <w:rsid w:val="00CD2437"/>
    <w:rsid w:val="00CE56BA"/>
    <w:rsid w:val="00D20769"/>
    <w:rsid w:val="00D30E6A"/>
    <w:rsid w:val="00D4703D"/>
    <w:rsid w:val="00D552DC"/>
    <w:rsid w:val="00D56617"/>
    <w:rsid w:val="00D67869"/>
    <w:rsid w:val="00D70B6F"/>
    <w:rsid w:val="00D71F2D"/>
    <w:rsid w:val="00D9176D"/>
    <w:rsid w:val="00D973D2"/>
    <w:rsid w:val="00DC214D"/>
    <w:rsid w:val="00DE4488"/>
    <w:rsid w:val="00E0320F"/>
    <w:rsid w:val="00E047CF"/>
    <w:rsid w:val="00E07F57"/>
    <w:rsid w:val="00E32FC5"/>
    <w:rsid w:val="00E55F80"/>
    <w:rsid w:val="00E6371A"/>
    <w:rsid w:val="00E67ABE"/>
    <w:rsid w:val="00E7174C"/>
    <w:rsid w:val="00E75454"/>
    <w:rsid w:val="00E761FC"/>
    <w:rsid w:val="00EA4E59"/>
    <w:rsid w:val="00EC1386"/>
    <w:rsid w:val="00ED115D"/>
    <w:rsid w:val="00F038F8"/>
    <w:rsid w:val="00F200CA"/>
    <w:rsid w:val="00F21BBC"/>
    <w:rsid w:val="00F554C9"/>
    <w:rsid w:val="00F5688D"/>
    <w:rsid w:val="00F62A06"/>
    <w:rsid w:val="00F67051"/>
    <w:rsid w:val="00F70DA2"/>
    <w:rsid w:val="00F72764"/>
    <w:rsid w:val="00F874C1"/>
    <w:rsid w:val="00FE6A30"/>
    <w:rsid w:val="00FF0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A094"/>
  <w15:docId w15:val="{F7B04F4B-EE98-46FD-877A-61925B41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0B479E"/>
    <w:pPr>
      <w:spacing w:before="100" w:beforeAutospacing="1" w:after="100" w:afterAutospacing="1"/>
      <w:outlineLvl w:val="2"/>
    </w:pPr>
    <w:rPr>
      <w:b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0B479E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NormalWeb">
    <w:name w:val="Normal (Web)"/>
    <w:basedOn w:val="Normal"/>
    <w:uiPriority w:val="99"/>
    <w:unhideWhenUsed/>
    <w:rsid w:val="000B479E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0B479E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B47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8B47B2A8-328A-41AA-A171-49167696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5</TotalTime>
  <Pages>1</Pages>
  <Words>376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user</cp:lastModifiedBy>
  <cp:revision>6</cp:revision>
  <cp:lastPrinted>2026-02-03T16:11:00Z</cp:lastPrinted>
  <dcterms:created xsi:type="dcterms:W3CDTF">2026-02-03T16:11:00Z</dcterms:created>
  <dcterms:modified xsi:type="dcterms:W3CDTF">2026-02-04T06:47:00Z</dcterms:modified>
</cp:coreProperties>
</file>