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3A5D4" w14:textId="73E00E22" w:rsidR="00D61BA1" w:rsidRDefault="00D61BA1" w:rsidP="00D61BA1">
      <w:pPr>
        <w:rPr>
          <w:b/>
        </w:rPr>
      </w:pPr>
      <w:r w:rsidRPr="00AF17DE">
        <w:rPr>
          <w:b/>
          <w:lang w:val="ro-RO"/>
        </w:rPr>
        <w:t>Problema</w:t>
      </w:r>
      <w:r>
        <w:rPr>
          <w:b/>
          <w:lang w:val="ro-RO"/>
        </w:rPr>
        <w:t xml:space="preserve"> </w:t>
      </w:r>
      <w:r w:rsidR="00357EDE">
        <w:rPr>
          <w:b/>
          <w:lang w:val="ro-RO"/>
        </w:rPr>
        <w:t>1</w:t>
      </w:r>
      <w:r w:rsidRPr="00AF17DE">
        <w:rPr>
          <w:b/>
        </w:rPr>
        <w:t xml:space="preserve"> </w:t>
      </w:r>
      <w:r>
        <w:rPr>
          <w:b/>
        </w:rPr>
        <w:t>-</w:t>
      </w:r>
      <w:r w:rsidRPr="00AF17DE">
        <w:rPr>
          <w:b/>
        </w:rPr>
        <w:t xml:space="preserve"> </w:t>
      </w:r>
      <w:r w:rsidRPr="00D12398">
        <w:rPr>
          <w:rFonts w:ascii="Courier New" w:hAnsi="Courier New" w:cs="Courier New"/>
          <w:b/>
        </w:rPr>
        <w:t>Darius</w:t>
      </w:r>
      <w:r w:rsidRPr="00AF17DE">
        <w:rPr>
          <w:b/>
        </w:rPr>
        <w:tab/>
      </w:r>
      <w:r>
        <w:rPr>
          <w:b/>
        </w:rPr>
        <w:tab/>
      </w:r>
      <w:r w:rsidRPr="00AF17DE">
        <w:rPr>
          <w:b/>
        </w:rPr>
        <w:tab/>
      </w:r>
      <w:r w:rsidRPr="00AF17DE">
        <w:rPr>
          <w:b/>
        </w:rPr>
        <w:tab/>
      </w:r>
      <w:r w:rsidRPr="00AF17DE">
        <w:rPr>
          <w:b/>
        </w:rPr>
        <w:tab/>
      </w:r>
      <w:r w:rsidRPr="00AF17DE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Pr="00AF17DE">
        <w:rPr>
          <w:b/>
        </w:rPr>
        <w:t>100 puncte</w:t>
      </w:r>
    </w:p>
    <w:p w14:paraId="605DA189" w14:textId="77777777" w:rsidR="00D61BA1" w:rsidRPr="00F41FC9" w:rsidRDefault="00D61BA1" w:rsidP="00D61BA1">
      <w:pPr>
        <w:rPr>
          <w:sz w:val="16"/>
        </w:rPr>
      </w:pPr>
    </w:p>
    <w:p w14:paraId="030AF7B7" w14:textId="77777777" w:rsidR="00D61BA1" w:rsidRDefault="00D61BA1" w:rsidP="00D61BA1">
      <w:pPr>
        <w:jc w:val="both"/>
        <w:rPr>
          <w:lang w:val="ro-RO"/>
        </w:rPr>
      </w:pPr>
      <w:r w:rsidRPr="00D809ED">
        <w:rPr>
          <w:lang w:val="fr-FR"/>
        </w:rPr>
        <w:t xml:space="preserve">Darius se antrenează pentru competiția IronChild, un concurs de fitness unde rezistența, ritmul și alternanța exercițiilor sunt esențiale. </w:t>
      </w:r>
      <w:r>
        <w:rPr>
          <w:lang w:val="fr-FR"/>
        </w:rPr>
        <w:t xml:space="preserve">Antrenorul </w:t>
      </w:r>
      <w:r>
        <w:rPr>
          <w:lang w:val="ro-RO"/>
        </w:rPr>
        <w:t xml:space="preserve">îi propune o listă cu </w:t>
      </w:r>
      <w:r w:rsidRPr="007C3D50">
        <w:rPr>
          <w:rFonts w:ascii="Courier New" w:hAnsi="Courier New" w:cs="Courier New"/>
          <w:lang w:val="ro-RO"/>
        </w:rPr>
        <w:t>N</w:t>
      </w:r>
      <w:r w:rsidRPr="007F6284">
        <w:rPr>
          <w:lang w:val="ro-RO"/>
        </w:rPr>
        <w:t xml:space="preserve"> </w:t>
      </w:r>
      <w:r w:rsidRPr="00AF17DE">
        <w:rPr>
          <w:lang w:val="ro-RO"/>
        </w:rPr>
        <w:t xml:space="preserve">exerciții identificate prin numere naturale </w:t>
      </w:r>
      <w:r w:rsidRPr="00D12398">
        <w:rPr>
          <w:rFonts w:ascii="Courier New" w:hAnsi="Courier New" w:cs="Courier New"/>
          <w:lang w:val="ro-RO"/>
        </w:rPr>
        <w:t>X</w:t>
      </w:r>
      <w:proofErr w:type="gramStart"/>
      <w:r w:rsidRPr="00D12398">
        <w:rPr>
          <w:rFonts w:ascii="Courier New" w:hAnsi="Courier New" w:cs="Courier New"/>
          <w:vertAlign w:val="subscript"/>
          <w:lang w:val="ro-RO"/>
        </w:rPr>
        <w:t>1</w:t>
      </w:r>
      <w:r w:rsidRPr="00D12398">
        <w:rPr>
          <w:rFonts w:ascii="Courier New" w:hAnsi="Courier New" w:cs="Courier New"/>
          <w:lang w:val="ro-RO"/>
        </w:rPr>
        <w:t>,X</w:t>
      </w:r>
      <w:r w:rsidRPr="00F41FC9">
        <w:rPr>
          <w:rFonts w:ascii="Courier New" w:hAnsi="Courier New" w:cs="Courier New"/>
          <w:vertAlign w:val="subscript"/>
          <w:lang w:val="ro-RO"/>
        </w:rPr>
        <w:t>2</w:t>
      </w:r>
      <w:r w:rsidRPr="00D12398">
        <w:rPr>
          <w:rFonts w:ascii="Courier New" w:hAnsi="Courier New" w:cs="Courier New"/>
          <w:lang w:val="ro-RO"/>
        </w:rPr>
        <w:t>,...</w:t>
      </w:r>
      <w:proofErr w:type="gramEnd"/>
      <w:r w:rsidRPr="00D12398">
        <w:rPr>
          <w:rFonts w:ascii="Courier New" w:hAnsi="Courier New" w:cs="Courier New"/>
          <w:lang w:val="ro-RO"/>
        </w:rPr>
        <w:t>,X</w:t>
      </w:r>
      <w:r w:rsidRPr="00D12398">
        <w:rPr>
          <w:rFonts w:ascii="Courier New" w:hAnsi="Courier New" w:cs="Courier New"/>
          <w:vertAlign w:val="subscript"/>
          <w:lang w:val="ro-RO"/>
        </w:rPr>
        <w:t>N</w:t>
      </w:r>
      <w:r>
        <w:rPr>
          <w:lang w:val="ro-RO"/>
        </w:rPr>
        <w:t xml:space="preserve">. Fiecare exercițiu are un anumit nivel de intensitate și poate fi de tip </w:t>
      </w:r>
      <w:r w:rsidRPr="005E7B00">
        <w:rPr>
          <w:i/>
          <w:iCs/>
          <w:lang w:val="ro-RO"/>
        </w:rPr>
        <w:t>forță</w:t>
      </w:r>
      <w:r>
        <w:rPr>
          <w:i/>
          <w:iCs/>
          <w:lang w:val="ro-RO"/>
        </w:rPr>
        <w:t xml:space="preserve"> </w:t>
      </w:r>
      <w:r w:rsidRPr="00AF17DE">
        <w:rPr>
          <w:lang w:val="ro-RO"/>
        </w:rPr>
        <w:t xml:space="preserve">sau </w:t>
      </w:r>
      <w:r w:rsidRPr="005E7B00">
        <w:rPr>
          <w:i/>
          <w:iCs/>
          <w:lang w:val="ro-RO"/>
        </w:rPr>
        <w:t>cardio</w:t>
      </w:r>
      <w:r>
        <w:rPr>
          <w:i/>
          <w:iCs/>
          <w:lang w:val="ro-RO"/>
        </w:rPr>
        <w:t>.</w:t>
      </w:r>
      <w:r>
        <w:rPr>
          <w:lang w:val="ro-RO"/>
        </w:rPr>
        <w:t xml:space="preserve"> Pentru concurs, Darius trebuie să-și selecteze din lista primită ce exerciții dorește, dar cu următoarele condiții: să nu aibă exerciții cu intensități egale și să le poată prezenta alternativ în funcție de tip. El este hotărât să câștige competiția, de aceea dorește să aleagă exercițiile astfel încât </w:t>
      </w:r>
      <w:r w:rsidRPr="00AF17DE">
        <w:rPr>
          <w:lang w:val="ro-RO"/>
        </w:rPr>
        <w:t>suma intensităților</w:t>
      </w:r>
      <w:r>
        <w:rPr>
          <w:lang w:val="ro-RO"/>
        </w:rPr>
        <w:t xml:space="preserve"> să fie cea mai mare posibilă.</w:t>
      </w:r>
    </w:p>
    <w:p w14:paraId="56CDCD05" w14:textId="77777777" w:rsidR="00D61BA1" w:rsidRDefault="00D61BA1" w:rsidP="00D61BA1">
      <w:pPr>
        <w:jc w:val="both"/>
        <w:rPr>
          <w:lang w:val="ro-RO"/>
        </w:rPr>
      </w:pPr>
      <w:r>
        <w:rPr>
          <w:lang w:val="ro-RO"/>
        </w:rPr>
        <w:t xml:space="preserve">Intensitatea exercițiului </w:t>
      </w:r>
      <w:r w:rsidRPr="00D12398">
        <w:rPr>
          <w:rFonts w:ascii="Courier New" w:hAnsi="Courier New" w:cs="Courier New"/>
          <w:lang w:val="ro-RO"/>
        </w:rPr>
        <w:t>X</w:t>
      </w:r>
      <w:r>
        <w:rPr>
          <w:rFonts w:ascii="Courier New" w:hAnsi="Courier New" w:cs="Courier New"/>
          <w:vertAlign w:val="subscript"/>
          <w:lang w:val="ro-RO"/>
        </w:rPr>
        <w:t>i</w:t>
      </w:r>
      <w:r>
        <w:rPr>
          <w:lang w:val="ro-RO"/>
        </w:rPr>
        <w:t xml:space="preserve"> este stabilită astfel: se construiește în </w:t>
      </w:r>
      <w:r w:rsidRPr="002228B9">
        <w:rPr>
          <w:rFonts w:ascii="Courier New" w:hAnsi="Courier New" w:cs="Courier New"/>
          <w:lang w:val="ro-RO"/>
        </w:rPr>
        <w:t>f</w:t>
      </w:r>
      <w:r w:rsidRPr="00167682">
        <w:rPr>
          <w:lang w:val="ro-RO"/>
        </w:rPr>
        <w:t xml:space="preserve"> </w:t>
      </w:r>
      <w:r>
        <w:rPr>
          <w:lang w:val="ro-RO"/>
        </w:rPr>
        <w:t xml:space="preserve">numărul format prin alipirea, în ordine, a tuturor cifrelor impare din </w:t>
      </w:r>
      <w:r w:rsidRPr="00D12398">
        <w:rPr>
          <w:rFonts w:ascii="Courier New" w:hAnsi="Courier New" w:cs="Courier New"/>
          <w:lang w:val="ro-RO"/>
        </w:rPr>
        <w:t>X</w:t>
      </w:r>
      <w:r>
        <w:rPr>
          <w:rFonts w:ascii="Courier New" w:hAnsi="Courier New" w:cs="Courier New"/>
          <w:vertAlign w:val="subscript"/>
          <w:lang w:val="ro-RO"/>
        </w:rPr>
        <w:t>i</w:t>
      </w:r>
      <w:r w:rsidRPr="00D809ED">
        <w:rPr>
          <w:lang w:val="ro-RO"/>
        </w:rPr>
        <w:t xml:space="preserve"> și în </w:t>
      </w:r>
      <w:r w:rsidRPr="002228B9">
        <w:rPr>
          <w:rFonts w:ascii="Courier New" w:hAnsi="Courier New" w:cs="Courier New"/>
          <w:lang w:val="ro-RO"/>
        </w:rPr>
        <w:t>c</w:t>
      </w:r>
      <w:r w:rsidRPr="00D809ED">
        <w:rPr>
          <w:lang w:val="ro-RO"/>
        </w:rPr>
        <w:t xml:space="preserve"> </w:t>
      </w:r>
      <w:r>
        <w:rPr>
          <w:lang w:val="ro-RO"/>
        </w:rPr>
        <w:t xml:space="preserve">numărul format prin alipirea, în ordine, a tuturor cifrelor pare din </w:t>
      </w:r>
      <w:r w:rsidRPr="00D12398">
        <w:rPr>
          <w:rFonts w:ascii="Courier New" w:hAnsi="Courier New" w:cs="Courier New"/>
          <w:lang w:val="ro-RO"/>
        </w:rPr>
        <w:t>X</w:t>
      </w:r>
      <w:r>
        <w:rPr>
          <w:rFonts w:ascii="Courier New" w:hAnsi="Courier New" w:cs="Courier New"/>
          <w:vertAlign w:val="subscript"/>
          <w:lang w:val="ro-RO"/>
        </w:rPr>
        <w:t>i</w:t>
      </w:r>
      <w:r>
        <w:rPr>
          <w:lang w:val="ro-RO"/>
        </w:rPr>
        <w:t xml:space="preserve">. Dacă </w:t>
      </w:r>
      <w:r w:rsidRPr="002228B9">
        <w:rPr>
          <w:rFonts w:ascii="Courier New" w:hAnsi="Courier New" w:cs="Courier New"/>
          <w:lang w:val="ro-RO"/>
        </w:rPr>
        <w:t>f&gt;c</w:t>
      </w:r>
      <w:r>
        <w:rPr>
          <w:lang w:val="ro-RO"/>
        </w:rPr>
        <w:t xml:space="preserve"> sau </w:t>
      </w:r>
      <w:r w:rsidRPr="002228B9">
        <w:rPr>
          <w:rFonts w:ascii="Courier New" w:hAnsi="Courier New" w:cs="Courier New"/>
          <w:lang w:val="ro-RO"/>
        </w:rPr>
        <w:t>X</w:t>
      </w:r>
      <w:r>
        <w:rPr>
          <w:rFonts w:ascii="Courier New" w:hAnsi="Courier New" w:cs="Courier New"/>
          <w:vertAlign w:val="subscript"/>
          <w:lang w:val="ro-RO"/>
        </w:rPr>
        <w:t>i</w:t>
      </w:r>
      <w:r>
        <w:rPr>
          <w:lang w:val="ro-RO"/>
        </w:rPr>
        <w:t xml:space="preserve"> nu are cifre pare atunci exercițiul  </w:t>
      </w:r>
      <w:r w:rsidRPr="002228B9">
        <w:rPr>
          <w:rFonts w:ascii="Courier New" w:hAnsi="Courier New" w:cs="Courier New"/>
          <w:lang w:val="ro-RO"/>
        </w:rPr>
        <w:t>X</w:t>
      </w:r>
      <w:r>
        <w:rPr>
          <w:rFonts w:ascii="Courier New" w:hAnsi="Courier New" w:cs="Courier New"/>
          <w:vertAlign w:val="subscript"/>
          <w:lang w:val="ro-RO"/>
        </w:rPr>
        <w:t>i</w:t>
      </w:r>
      <w:r>
        <w:rPr>
          <w:rFonts w:ascii="Courier New" w:hAnsi="Courier New" w:cs="Courier New"/>
          <w:lang w:val="ro-RO"/>
        </w:rPr>
        <w:t xml:space="preserve"> </w:t>
      </w:r>
      <w:r w:rsidRPr="002228B9">
        <w:rPr>
          <w:lang w:val="ro-RO"/>
        </w:rPr>
        <w:t>este</w:t>
      </w:r>
      <w:r>
        <w:rPr>
          <w:lang w:val="ro-RO"/>
        </w:rPr>
        <w:t xml:space="preserve"> de tip </w:t>
      </w:r>
      <w:r w:rsidRPr="005E7B00">
        <w:rPr>
          <w:i/>
          <w:iCs/>
          <w:lang w:val="ro-RO"/>
        </w:rPr>
        <w:t>forță</w:t>
      </w:r>
      <w:r>
        <w:rPr>
          <w:iCs/>
          <w:lang w:val="ro-RO"/>
        </w:rPr>
        <w:t xml:space="preserve"> cu intensitatea </w:t>
      </w:r>
      <w:r w:rsidRPr="002228B9">
        <w:rPr>
          <w:rFonts w:ascii="Courier New" w:hAnsi="Courier New" w:cs="Courier New"/>
          <w:iCs/>
          <w:lang w:val="ro-RO"/>
        </w:rPr>
        <w:t>f</w:t>
      </w:r>
      <w:r>
        <w:rPr>
          <w:iCs/>
          <w:lang w:val="ro-RO"/>
        </w:rPr>
        <w:t xml:space="preserve">, iar dacă </w:t>
      </w:r>
      <w:r w:rsidRPr="002228B9">
        <w:rPr>
          <w:rFonts w:ascii="Courier New" w:hAnsi="Courier New" w:cs="Courier New"/>
          <w:iCs/>
          <w:lang w:val="ro-RO"/>
        </w:rPr>
        <w:t>f&lt;c</w:t>
      </w:r>
      <w:r w:rsidRPr="002228B9">
        <w:rPr>
          <w:iCs/>
          <w:lang w:val="ro-RO"/>
        </w:rPr>
        <w:t xml:space="preserve"> sau </w:t>
      </w:r>
      <w:r w:rsidRPr="002228B9">
        <w:rPr>
          <w:rFonts w:ascii="Courier New" w:hAnsi="Courier New" w:cs="Courier New"/>
          <w:iCs/>
          <w:lang w:val="ro-RO"/>
        </w:rPr>
        <w:t>X</w:t>
      </w:r>
      <w:r>
        <w:rPr>
          <w:rFonts w:ascii="Courier New" w:hAnsi="Courier New" w:cs="Courier New"/>
          <w:iCs/>
          <w:vertAlign w:val="subscript"/>
          <w:lang w:val="ro-RO"/>
        </w:rPr>
        <w:t>i</w:t>
      </w:r>
      <w:r w:rsidRPr="002228B9">
        <w:rPr>
          <w:iCs/>
          <w:lang w:val="ro-RO"/>
        </w:rPr>
        <w:t xml:space="preserve"> nu are cifre impare atunci</w:t>
      </w:r>
      <w:r>
        <w:rPr>
          <w:iCs/>
          <w:lang w:val="ro-RO"/>
        </w:rPr>
        <w:t xml:space="preserve"> </w:t>
      </w:r>
      <w:r>
        <w:rPr>
          <w:lang w:val="ro-RO"/>
        </w:rPr>
        <w:t xml:space="preserve">este de tip </w:t>
      </w:r>
      <w:r w:rsidRPr="005E7B00">
        <w:rPr>
          <w:i/>
          <w:iCs/>
          <w:lang w:val="ro-RO"/>
        </w:rPr>
        <w:t>cardio</w:t>
      </w:r>
      <w:r>
        <w:rPr>
          <w:iCs/>
          <w:lang w:val="ro-RO"/>
        </w:rPr>
        <w:t xml:space="preserve"> cu intensitatea </w:t>
      </w:r>
      <w:r w:rsidRPr="006D2321">
        <w:rPr>
          <w:rFonts w:ascii="Courier New" w:hAnsi="Courier New" w:cs="Courier New"/>
          <w:iCs/>
          <w:lang w:val="ro-RO"/>
        </w:rPr>
        <w:t>c</w:t>
      </w:r>
      <w:r>
        <w:rPr>
          <w:iCs/>
          <w:lang w:val="ro-RO"/>
        </w:rPr>
        <w:t xml:space="preserve">. </w:t>
      </w:r>
    </w:p>
    <w:p w14:paraId="42307D62" w14:textId="77777777" w:rsidR="00D61BA1" w:rsidRDefault="00D61BA1" w:rsidP="00D61BA1">
      <w:pPr>
        <w:rPr>
          <w:b/>
          <w:lang w:val="ro-RO"/>
        </w:rPr>
      </w:pPr>
      <w:r w:rsidRPr="00AF17DE">
        <w:rPr>
          <w:b/>
          <w:lang w:val="ro-RO"/>
        </w:rPr>
        <w:t>Cerințe</w:t>
      </w:r>
    </w:p>
    <w:p w14:paraId="5946F104" w14:textId="77777777" w:rsidR="00D61BA1" w:rsidRDefault="00D61BA1" w:rsidP="00D61BA1">
      <w:pPr>
        <w:rPr>
          <w:b/>
          <w:lang w:val="ro-RO"/>
        </w:rPr>
      </w:pPr>
      <w:r w:rsidRPr="004E7D21">
        <w:rPr>
          <w:lang w:val="ro-RO"/>
        </w:rPr>
        <w:t>Scrieţi un program care să determine</w:t>
      </w:r>
      <w:r>
        <w:rPr>
          <w:lang w:val="ro-RO"/>
        </w:rPr>
        <w:t xml:space="preserve"> și să afișeze:</w:t>
      </w:r>
    </w:p>
    <w:p w14:paraId="11990D2F" w14:textId="77777777" w:rsidR="00D61BA1" w:rsidRPr="00AF17DE" w:rsidRDefault="00D61BA1" w:rsidP="00D61BA1">
      <w:pPr>
        <w:pStyle w:val="ListParagraph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Numărul</w:t>
      </w:r>
      <w:r w:rsidRPr="00AF17DE">
        <w:rPr>
          <w:rFonts w:ascii="Times New Roman" w:hAnsi="Times New Roman" w:cs="Times New Roman"/>
          <w:sz w:val="24"/>
          <w:szCs w:val="24"/>
        </w:rPr>
        <w:t xml:space="preserve"> intensități</w:t>
      </w:r>
      <w:r>
        <w:rPr>
          <w:rFonts w:ascii="Times New Roman" w:hAnsi="Times New Roman" w:cs="Times New Roman"/>
          <w:sz w:val="24"/>
          <w:szCs w:val="24"/>
        </w:rPr>
        <w:t>lor</w:t>
      </w:r>
      <w:r w:rsidRPr="00AF17DE">
        <w:rPr>
          <w:rFonts w:ascii="Times New Roman" w:hAnsi="Times New Roman" w:cs="Times New Roman"/>
          <w:sz w:val="24"/>
          <w:szCs w:val="24"/>
        </w:rPr>
        <w:t xml:space="preserve"> distincte </w:t>
      </w:r>
      <w:r>
        <w:rPr>
          <w:rFonts w:ascii="Times New Roman" w:hAnsi="Times New Roman" w:cs="Times New Roman"/>
          <w:sz w:val="24"/>
          <w:szCs w:val="24"/>
        </w:rPr>
        <w:t xml:space="preserve">pentru exercițiile </w:t>
      </w:r>
      <w:r w:rsidRPr="00AF17DE">
        <w:rPr>
          <w:rFonts w:ascii="Times New Roman" w:hAnsi="Times New Roman" w:cs="Times New Roman"/>
          <w:sz w:val="24"/>
          <w:szCs w:val="24"/>
        </w:rPr>
        <w:t xml:space="preserve">de tip </w:t>
      </w:r>
      <w:r w:rsidRPr="004E7D21">
        <w:rPr>
          <w:rFonts w:ascii="Times New Roman" w:hAnsi="Times New Roman" w:cs="Times New Roman"/>
          <w:i/>
          <w:iCs/>
          <w:sz w:val="24"/>
          <w:szCs w:val="24"/>
        </w:rPr>
        <w:t>forță</w:t>
      </w:r>
      <w:r>
        <w:rPr>
          <w:rFonts w:ascii="Times New Roman" w:hAnsi="Times New Roman" w:cs="Times New Roman"/>
          <w:sz w:val="24"/>
          <w:szCs w:val="24"/>
        </w:rPr>
        <w:t xml:space="preserve">, respectiv </w:t>
      </w:r>
      <w:r w:rsidRPr="00054800">
        <w:rPr>
          <w:rFonts w:ascii="Times New Roman" w:hAnsi="Times New Roman" w:cs="Times New Roman"/>
          <w:i/>
          <w:iCs/>
          <w:sz w:val="24"/>
          <w:szCs w:val="24"/>
        </w:rPr>
        <w:t>cardio</w:t>
      </w:r>
      <w:r>
        <w:rPr>
          <w:rFonts w:ascii="Times New Roman" w:hAnsi="Times New Roman" w:cs="Times New Roman"/>
          <w:sz w:val="24"/>
          <w:szCs w:val="24"/>
        </w:rPr>
        <w:t xml:space="preserve"> din</w:t>
      </w:r>
      <w:r w:rsidRPr="00AF17DE">
        <w:rPr>
          <w:rFonts w:ascii="Times New Roman" w:hAnsi="Times New Roman" w:cs="Times New Roman"/>
          <w:sz w:val="24"/>
          <w:szCs w:val="24"/>
        </w:rPr>
        <w:t xml:space="preserve"> lista </w:t>
      </w:r>
      <w:r>
        <w:rPr>
          <w:rFonts w:ascii="Times New Roman" w:hAnsi="Times New Roman" w:cs="Times New Roman"/>
          <w:sz w:val="24"/>
          <w:szCs w:val="24"/>
        </w:rPr>
        <w:t>inițială.</w:t>
      </w:r>
    </w:p>
    <w:p w14:paraId="379B78AD" w14:textId="77777777" w:rsidR="00D61BA1" w:rsidRPr="00AF17DE" w:rsidRDefault="00D61BA1" w:rsidP="00D61BA1">
      <w:pPr>
        <w:pStyle w:val="ListParagraph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AF17DE">
        <w:rPr>
          <w:rFonts w:ascii="Times New Roman" w:hAnsi="Times New Roman" w:cs="Times New Roman"/>
          <w:sz w:val="24"/>
          <w:szCs w:val="24"/>
        </w:rPr>
        <w:t xml:space="preserve">ntensitatea maximă </w:t>
      </w:r>
      <w:r>
        <w:rPr>
          <w:rFonts w:ascii="Times New Roman" w:hAnsi="Times New Roman" w:cs="Times New Roman"/>
          <w:sz w:val="24"/>
          <w:szCs w:val="24"/>
        </w:rPr>
        <w:t>din</w:t>
      </w:r>
      <w:r w:rsidRPr="00AF17DE">
        <w:rPr>
          <w:rFonts w:ascii="Times New Roman" w:hAnsi="Times New Roman" w:cs="Times New Roman"/>
          <w:sz w:val="24"/>
          <w:szCs w:val="24"/>
        </w:rPr>
        <w:t xml:space="preserve"> exerciți</w:t>
      </w:r>
      <w:r>
        <w:rPr>
          <w:rFonts w:ascii="Times New Roman" w:hAnsi="Times New Roman" w:cs="Times New Roman"/>
          <w:sz w:val="24"/>
          <w:szCs w:val="24"/>
        </w:rPr>
        <w:t>ile</w:t>
      </w:r>
      <w:r w:rsidRPr="00AF17DE">
        <w:rPr>
          <w:rFonts w:ascii="Times New Roman" w:hAnsi="Times New Roman" w:cs="Times New Roman"/>
          <w:sz w:val="24"/>
          <w:szCs w:val="24"/>
        </w:rPr>
        <w:t xml:space="preserve"> de tip </w:t>
      </w:r>
      <w:r w:rsidRPr="004E7D21">
        <w:rPr>
          <w:rFonts w:ascii="Times New Roman" w:hAnsi="Times New Roman" w:cs="Times New Roman"/>
          <w:i/>
          <w:iCs/>
          <w:sz w:val="24"/>
          <w:szCs w:val="24"/>
        </w:rPr>
        <w:t>forță</w:t>
      </w:r>
      <w:r w:rsidRPr="00AF17DE">
        <w:rPr>
          <w:rFonts w:ascii="Times New Roman" w:hAnsi="Times New Roman" w:cs="Times New Roman"/>
          <w:sz w:val="24"/>
          <w:szCs w:val="24"/>
        </w:rPr>
        <w:t xml:space="preserve"> și </w:t>
      </w:r>
      <w:r>
        <w:rPr>
          <w:rFonts w:ascii="Times New Roman" w:hAnsi="Times New Roman" w:cs="Times New Roman"/>
          <w:sz w:val="24"/>
          <w:szCs w:val="24"/>
        </w:rPr>
        <w:t xml:space="preserve">din cele </w:t>
      </w:r>
      <w:r w:rsidRPr="00AF17DE">
        <w:rPr>
          <w:rFonts w:ascii="Times New Roman" w:hAnsi="Times New Roman" w:cs="Times New Roman"/>
          <w:sz w:val="24"/>
          <w:szCs w:val="24"/>
        </w:rPr>
        <w:t xml:space="preserve">de tip </w:t>
      </w:r>
      <w:r w:rsidRPr="004E7D21">
        <w:rPr>
          <w:rFonts w:ascii="Times New Roman" w:hAnsi="Times New Roman" w:cs="Times New Roman"/>
          <w:i/>
          <w:iCs/>
          <w:sz w:val="24"/>
          <w:szCs w:val="24"/>
        </w:rPr>
        <w:t>cardio</w:t>
      </w:r>
      <w:r w:rsidRPr="00AF1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din</w:t>
      </w:r>
      <w:r w:rsidRPr="00AF17DE">
        <w:rPr>
          <w:rFonts w:ascii="Times New Roman" w:hAnsi="Times New Roman" w:cs="Times New Roman"/>
          <w:sz w:val="24"/>
          <w:szCs w:val="24"/>
        </w:rPr>
        <w:t xml:space="preserve"> lista </w:t>
      </w:r>
      <w:r>
        <w:rPr>
          <w:rFonts w:ascii="Times New Roman" w:hAnsi="Times New Roman" w:cs="Times New Roman"/>
          <w:sz w:val="24"/>
          <w:szCs w:val="24"/>
        </w:rPr>
        <w:t>inițială</w:t>
      </w:r>
      <w:r w:rsidRPr="00AF17DE">
        <w:rPr>
          <w:rFonts w:ascii="Times New Roman" w:hAnsi="Times New Roman" w:cs="Times New Roman"/>
          <w:sz w:val="24"/>
          <w:szCs w:val="24"/>
        </w:rPr>
        <w:t>.</w:t>
      </w:r>
    </w:p>
    <w:p w14:paraId="62714BF4" w14:textId="77777777" w:rsidR="00D61BA1" w:rsidRPr="00AF17DE" w:rsidRDefault="00D61BA1" w:rsidP="00D61BA1">
      <w:pPr>
        <w:pStyle w:val="ListParagraph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AF17DE">
        <w:rPr>
          <w:rFonts w:ascii="Times New Roman" w:hAnsi="Times New Roman" w:cs="Times New Roman"/>
          <w:sz w:val="24"/>
          <w:szCs w:val="24"/>
        </w:rPr>
        <w:t xml:space="preserve">uma maximă posibilă a intensităților </w:t>
      </w:r>
      <w:r>
        <w:rPr>
          <w:rFonts w:ascii="Times New Roman" w:hAnsi="Times New Roman" w:cs="Times New Roman"/>
          <w:sz w:val="24"/>
          <w:szCs w:val="24"/>
        </w:rPr>
        <w:t>distincte obținută din exercițiile</w:t>
      </w:r>
      <w:r w:rsidRPr="00AF17DE">
        <w:rPr>
          <w:rFonts w:ascii="Times New Roman" w:hAnsi="Times New Roman" w:cs="Times New Roman"/>
          <w:sz w:val="24"/>
          <w:szCs w:val="24"/>
        </w:rPr>
        <w:t xml:space="preserve"> </w:t>
      </w:r>
      <w:r w:rsidRPr="007D0DFD">
        <w:rPr>
          <w:rFonts w:ascii="Times New Roman" w:hAnsi="Times New Roman" w:cs="Times New Roman"/>
          <w:i/>
          <w:sz w:val="24"/>
          <w:szCs w:val="24"/>
        </w:rPr>
        <w:t>alternative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7D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lese de Darius</w:t>
      </w:r>
      <w:r w:rsidRPr="00AF17DE">
        <w:rPr>
          <w:rFonts w:ascii="Times New Roman" w:hAnsi="Times New Roman" w:cs="Times New Roman"/>
          <w:sz w:val="24"/>
          <w:szCs w:val="24"/>
        </w:rPr>
        <w:t>.</w:t>
      </w:r>
    </w:p>
    <w:p w14:paraId="303F12BC" w14:textId="77777777" w:rsidR="00D61BA1" w:rsidRPr="00F41FC9" w:rsidRDefault="00D61BA1" w:rsidP="00D61BA1">
      <w:pPr>
        <w:rPr>
          <w:b/>
          <w:sz w:val="16"/>
          <w:lang w:val="ro-RO"/>
        </w:rPr>
      </w:pPr>
    </w:p>
    <w:p w14:paraId="0B0EDDFB" w14:textId="2991BA25" w:rsidR="00F62A06" w:rsidRPr="00C3497D" w:rsidRDefault="00585745" w:rsidP="00D209D0">
      <w:pPr>
        <w:spacing w:before="60"/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Date de intrare</w:t>
      </w:r>
    </w:p>
    <w:p w14:paraId="2E9EA881" w14:textId="77777777" w:rsidR="00D61BA1" w:rsidRDefault="00D61BA1" w:rsidP="00D61BA1">
      <w:pPr>
        <w:jc w:val="both"/>
        <w:rPr>
          <w:lang w:val="ro-RO"/>
        </w:rPr>
      </w:pPr>
      <w:r w:rsidRPr="00AF17DE">
        <w:rPr>
          <w:lang w:val="ro-RO"/>
        </w:rPr>
        <w:t xml:space="preserve">Fișierul </w:t>
      </w:r>
      <w:r w:rsidRPr="00AF17DE">
        <w:rPr>
          <w:b/>
          <w:bCs/>
          <w:lang w:val="ro-RO"/>
        </w:rPr>
        <w:t>darius.in</w:t>
      </w:r>
      <w:r w:rsidRPr="00AF17DE">
        <w:rPr>
          <w:lang w:val="ro-RO"/>
        </w:rPr>
        <w:t xml:space="preserve"> conţine pe prima linie cerința </w:t>
      </w:r>
      <w:r w:rsidRPr="007D0DFD">
        <w:rPr>
          <w:rFonts w:ascii="Courier New" w:hAnsi="Courier New" w:cs="Courier New"/>
          <w:spacing w:val="-6"/>
          <w:lang w:val="ro-RO"/>
        </w:rPr>
        <w:t xml:space="preserve">1, 2 </w:t>
      </w:r>
      <w:r w:rsidRPr="00AF17DE">
        <w:rPr>
          <w:spacing w:val="-6"/>
          <w:lang w:val="ro-RO"/>
        </w:rPr>
        <w:t xml:space="preserve">sau </w:t>
      </w:r>
      <w:r w:rsidRPr="007D0DFD">
        <w:rPr>
          <w:rFonts w:ascii="Courier New" w:hAnsi="Courier New" w:cs="Courier New"/>
          <w:spacing w:val="-6"/>
          <w:lang w:val="ro-RO"/>
        </w:rPr>
        <w:t>3</w:t>
      </w:r>
      <w:r w:rsidRPr="00AF17DE">
        <w:rPr>
          <w:spacing w:val="-6"/>
          <w:lang w:val="ro-RO"/>
        </w:rPr>
        <w:t>,</w:t>
      </w:r>
      <w:r w:rsidRPr="00AF17DE">
        <w:rPr>
          <w:lang w:val="ro-RO"/>
        </w:rPr>
        <w:t xml:space="preserve"> pe a doua linie </w:t>
      </w:r>
      <w:r>
        <w:rPr>
          <w:lang w:val="ro-RO"/>
        </w:rPr>
        <w:t xml:space="preserve">numărul </w:t>
      </w:r>
      <w:r w:rsidRPr="00167682">
        <w:rPr>
          <w:rFonts w:ascii="Courier New" w:hAnsi="Courier New" w:cs="Courier New"/>
          <w:lang w:val="ro-RO"/>
        </w:rPr>
        <w:t>N</w:t>
      </w:r>
      <w:r>
        <w:rPr>
          <w:lang w:val="ro-RO"/>
        </w:rPr>
        <w:t xml:space="preserve">, iar pe a treia linie </w:t>
      </w:r>
      <w:r w:rsidRPr="00AF17DE">
        <w:rPr>
          <w:lang w:val="ro-RO"/>
        </w:rPr>
        <w:t xml:space="preserve">numerele naturale </w:t>
      </w:r>
      <w:r w:rsidRPr="00D12398">
        <w:rPr>
          <w:rFonts w:ascii="Courier New" w:hAnsi="Courier New" w:cs="Courier New"/>
          <w:lang w:val="ro-RO"/>
        </w:rPr>
        <w:t>X</w:t>
      </w:r>
      <w:r w:rsidRPr="00D12398">
        <w:rPr>
          <w:rFonts w:ascii="Courier New" w:hAnsi="Courier New" w:cs="Courier New"/>
          <w:vertAlign w:val="subscript"/>
          <w:lang w:val="ro-RO"/>
        </w:rPr>
        <w:t>1</w:t>
      </w:r>
      <w:r w:rsidRPr="00D12398">
        <w:rPr>
          <w:rFonts w:ascii="Courier New" w:hAnsi="Courier New" w:cs="Courier New"/>
          <w:lang w:val="ro-RO"/>
        </w:rPr>
        <w:t>,X</w:t>
      </w:r>
      <w:r w:rsidRPr="004210C7">
        <w:rPr>
          <w:rFonts w:ascii="Courier New" w:hAnsi="Courier New" w:cs="Courier New"/>
          <w:vertAlign w:val="subscript"/>
          <w:lang w:val="ro-RO"/>
        </w:rPr>
        <w:t>2</w:t>
      </w:r>
      <w:r w:rsidRPr="00D12398">
        <w:rPr>
          <w:rFonts w:ascii="Courier New" w:hAnsi="Courier New" w:cs="Courier New"/>
          <w:lang w:val="ro-RO"/>
        </w:rPr>
        <w:t>,...,X</w:t>
      </w:r>
      <w:r w:rsidRPr="00D12398">
        <w:rPr>
          <w:rFonts w:ascii="Courier New" w:hAnsi="Courier New" w:cs="Courier New"/>
          <w:vertAlign w:val="subscript"/>
          <w:lang w:val="ro-RO"/>
        </w:rPr>
        <w:t>N</w:t>
      </w:r>
      <w:r w:rsidRPr="00AF17DE">
        <w:rPr>
          <w:lang w:val="ro-RO"/>
        </w:rPr>
        <w:t xml:space="preserve"> </w:t>
      </w:r>
      <w:r>
        <w:rPr>
          <w:lang w:val="ro-RO"/>
        </w:rPr>
        <w:t xml:space="preserve">ce identifică exercițiile propuse lui Darius de antrenorul său. </w:t>
      </w:r>
    </w:p>
    <w:p w14:paraId="5DE3C7E3" w14:textId="3143FFD1" w:rsidR="00585745" w:rsidRPr="00C3497D" w:rsidRDefault="00585745" w:rsidP="00D61BA1">
      <w:pPr>
        <w:spacing w:before="120"/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Date de ieșire</w:t>
      </w:r>
    </w:p>
    <w:p w14:paraId="380FBAF4" w14:textId="77777777" w:rsidR="00D61BA1" w:rsidRDefault="00D61BA1" w:rsidP="00D61BA1">
      <w:pPr>
        <w:jc w:val="both"/>
        <w:rPr>
          <w:noProof/>
          <w:lang w:val="ro-RO"/>
        </w:rPr>
      </w:pPr>
      <w:r>
        <w:rPr>
          <w:noProof/>
          <w:lang w:val="ro-RO"/>
        </w:rPr>
        <w:t xml:space="preserve">Fișierul </w:t>
      </w:r>
      <w:r w:rsidRPr="007646C0">
        <w:rPr>
          <w:b/>
          <w:bCs/>
          <w:noProof/>
          <w:lang w:val="ro-RO"/>
        </w:rPr>
        <w:t>darius.out</w:t>
      </w:r>
      <w:r>
        <w:rPr>
          <w:noProof/>
          <w:lang w:val="ro-RO"/>
        </w:rPr>
        <w:t xml:space="preserve"> va conține:</w:t>
      </w:r>
    </w:p>
    <w:p w14:paraId="4E840492" w14:textId="77777777" w:rsidR="00D61BA1" w:rsidRDefault="00D61BA1" w:rsidP="00D61BA1">
      <w:pPr>
        <w:jc w:val="both"/>
        <w:rPr>
          <w:noProof/>
          <w:lang w:val="ro-RO"/>
        </w:rPr>
      </w:pPr>
      <w:r>
        <w:rPr>
          <w:noProof/>
          <w:lang w:val="ro-RO"/>
        </w:rPr>
        <w:t xml:space="preserve">-pentru cerința 1): două numere naturale separate printr-un singur spațiu reprezentând, în această ordine, numărul de intensități distincte ale exercițiilor de tip </w:t>
      </w:r>
      <w:r w:rsidRPr="0010492C">
        <w:rPr>
          <w:i/>
          <w:iCs/>
          <w:noProof/>
          <w:lang w:val="ro-RO"/>
        </w:rPr>
        <w:t>forță</w:t>
      </w:r>
      <w:r>
        <w:rPr>
          <w:noProof/>
          <w:lang w:val="ro-RO"/>
        </w:rPr>
        <w:t xml:space="preserve">, respectiv </w:t>
      </w:r>
      <w:r w:rsidRPr="0010492C">
        <w:rPr>
          <w:i/>
          <w:iCs/>
          <w:noProof/>
          <w:lang w:val="ro-RO"/>
        </w:rPr>
        <w:t>cardio</w:t>
      </w:r>
    </w:p>
    <w:p w14:paraId="39B03E64" w14:textId="77777777" w:rsidR="00D61BA1" w:rsidRDefault="00D61BA1" w:rsidP="00D61BA1">
      <w:pPr>
        <w:jc w:val="both"/>
        <w:rPr>
          <w:noProof/>
          <w:lang w:val="ro-RO"/>
        </w:rPr>
      </w:pPr>
      <w:r>
        <w:rPr>
          <w:noProof/>
          <w:lang w:val="ro-RO"/>
        </w:rPr>
        <w:t xml:space="preserve">-pentru cerința 2): două numere naturale separate printr-un singur spațiu reprezentând, în această ordine, intensitatea maximă a unui exercițiu de tip </w:t>
      </w:r>
      <w:r w:rsidRPr="0010492C">
        <w:rPr>
          <w:i/>
          <w:iCs/>
          <w:noProof/>
          <w:lang w:val="ro-RO"/>
        </w:rPr>
        <w:t>forță</w:t>
      </w:r>
      <w:r>
        <w:rPr>
          <w:noProof/>
          <w:lang w:val="ro-RO"/>
        </w:rPr>
        <w:t xml:space="preserve">, respectiv </w:t>
      </w:r>
      <w:r w:rsidRPr="0010492C">
        <w:rPr>
          <w:i/>
          <w:iCs/>
          <w:noProof/>
          <w:lang w:val="ro-RO"/>
        </w:rPr>
        <w:t>cardio</w:t>
      </w:r>
    </w:p>
    <w:p w14:paraId="01DE4FEA" w14:textId="635E904A" w:rsidR="00D61BA1" w:rsidRPr="00D61BA1" w:rsidRDefault="00D61BA1" w:rsidP="00D61BA1">
      <w:pPr>
        <w:jc w:val="both"/>
        <w:rPr>
          <w:noProof/>
          <w:spacing w:val="-4"/>
          <w:lang w:val="ro-RO"/>
        </w:rPr>
      </w:pPr>
      <w:r>
        <w:rPr>
          <w:noProof/>
          <w:lang w:val="ro-RO"/>
        </w:rPr>
        <w:t xml:space="preserve">-pentru cerința 3): </w:t>
      </w:r>
      <w:r w:rsidRPr="007D0DFD">
        <w:rPr>
          <w:noProof/>
          <w:spacing w:val="-4"/>
          <w:lang w:val="ro-RO"/>
        </w:rPr>
        <w:t xml:space="preserve">suma maximă posibilă obținută din intensitățile exercițiilor </w:t>
      </w:r>
      <w:r w:rsidRPr="007D0DFD">
        <w:rPr>
          <w:i/>
          <w:noProof/>
          <w:spacing w:val="-4"/>
          <w:lang w:val="ro-RO"/>
        </w:rPr>
        <w:t>alternative</w:t>
      </w:r>
      <w:r w:rsidRPr="007D0DFD">
        <w:rPr>
          <w:noProof/>
          <w:spacing w:val="-4"/>
          <w:lang w:val="ro-RO"/>
        </w:rPr>
        <w:t xml:space="preserve"> alese pentru concurs</w:t>
      </w:r>
    </w:p>
    <w:p w14:paraId="0346E981" w14:textId="4CCD7A6C" w:rsidR="00585745" w:rsidRPr="00C3497D" w:rsidRDefault="00585745" w:rsidP="00D61BA1">
      <w:pPr>
        <w:spacing w:before="120"/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Restricții</w:t>
      </w:r>
    </w:p>
    <w:p w14:paraId="0D03D474" w14:textId="77777777" w:rsidR="00D61BA1" w:rsidRPr="00D12398" w:rsidRDefault="00D61BA1" w:rsidP="00D61BA1">
      <w:pPr>
        <w:pStyle w:val="PlainText"/>
        <w:numPr>
          <w:ilvl w:val="0"/>
          <w:numId w:val="12"/>
        </w:numPr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D12398">
        <w:rPr>
          <w:rFonts w:eastAsia="Batang" w:cs="Courier New"/>
          <w:sz w:val="24"/>
          <w:szCs w:val="24"/>
          <w:lang w:eastAsia="ko-KR"/>
        </w:rPr>
        <w:t>1 &lt; N ≤ 100000</w:t>
      </w:r>
      <w:r w:rsidRPr="00D12398">
        <w:rPr>
          <w:rFonts w:ascii="Times New Roman" w:eastAsia="Batang" w:hAnsi="Times New Roman"/>
          <w:sz w:val="24"/>
          <w:szCs w:val="24"/>
          <w:lang w:eastAsia="ko-KR"/>
        </w:rPr>
        <w:t>, număr natural</w:t>
      </w:r>
    </w:p>
    <w:p w14:paraId="7A64933A" w14:textId="7996BD8D" w:rsidR="00FC5773" w:rsidRDefault="00D61BA1" w:rsidP="00D61BA1">
      <w:pPr>
        <w:pStyle w:val="PlainText"/>
        <w:numPr>
          <w:ilvl w:val="0"/>
          <w:numId w:val="12"/>
        </w:numPr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D12398">
        <w:rPr>
          <w:rFonts w:eastAsia="Batang" w:cs="Courier New"/>
          <w:sz w:val="24"/>
          <w:szCs w:val="24"/>
          <w:lang w:eastAsia="ko-KR"/>
        </w:rPr>
        <w:t>X</w:t>
      </w:r>
      <w:r w:rsidRPr="00D12398">
        <w:rPr>
          <w:rFonts w:eastAsia="Batang" w:cs="Courier New"/>
          <w:sz w:val="24"/>
          <w:szCs w:val="24"/>
          <w:vertAlign w:val="subscript"/>
          <w:lang w:eastAsia="ko-KR"/>
        </w:rPr>
        <w:t>1</w:t>
      </w:r>
      <w:r w:rsidRPr="00D12398">
        <w:rPr>
          <w:rFonts w:eastAsia="Batang" w:cs="Courier New"/>
          <w:sz w:val="24"/>
          <w:szCs w:val="24"/>
          <w:lang w:eastAsia="ko-KR"/>
        </w:rPr>
        <w:t>,X</w:t>
      </w:r>
      <w:r w:rsidRPr="00D12398">
        <w:rPr>
          <w:rFonts w:eastAsia="Batang" w:cs="Courier New"/>
          <w:sz w:val="24"/>
          <w:szCs w:val="24"/>
          <w:vertAlign w:val="subscript"/>
          <w:lang w:eastAsia="ko-KR"/>
        </w:rPr>
        <w:t>2</w:t>
      </w:r>
      <w:r w:rsidRPr="00D12398">
        <w:rPr>
          <w:rFonts w:eastAsia="Batang" w:cs="Courier New"/>
          <w:sz w:val="24"/>
          <w:szCs w:val="24"/>
          <w:lang w:eastAsia="ko-KR"/>
        </w:rPr>
        <w:t>,...,X</w:t>
      </w:r>
      <w:r w:rsidRPr="00D12398">
        <w:rPr>
          <w:rFonts w:eastAsia="Batang" w:cs="Courier New"/>
          <w:sz w:val="24"/>
          <w:szCs w:val="24"/>
          <w:vertAlign w:val="subscript"/>
          <w:lang w:eastAsia="ko-KR"/>
        </w:rPr>
        <w:t>N</w:t>
      </w:r>
      <w:r w:rsidRPr="00D12398">
        <w:rPr>
          <w:rFonts w:ascii="Times New Roman" w:eastAsia="Batang" w:hAnsi="Times New Roman"/>
          <w:sz w:val="24"/>
          <w:szCs w:val="24"/>
          <w:lang w:eastAsia="ko-KR"/>
        </w:rPr>
        <w:t xml:space="preserve"> numere naturale</w:t>
      </w:r>
      <w:r>
        <w:rPr>
          <w:rFonts w:ascii="Times New Roman" w:eastAsia="Batang" w:hAnsi="Times New Roman"/>
          <w:sz w:val="24"/>
          <w:szCs w:val="24"/>
          <w:lang w:eastAsia="ko-KR"/>
        </w:rPr>
        <w:t xml:space="preserve"> nenule cu maxim 4 cifre, identifică exerciții de ambele tipuri</w:t>
      </w:r>
    </w:p>
    <w:p w14:paraId="7974CAB0" w14:textId="1991F224" w:rsidR="00821649" w:rsidRPr="00D61BA1" w:rsidRDefault="00821649" w:rsidP="00D61BA1">
      <w:pPr>
        <w:pStyle w:val="PlainText"/>
        <w:numPr>
          <w:ilvl w:val="0"/>
          <w:numId w:val="12"/>
        </w:numPr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29FE">
        <w:rPr>
          <w:rFonts w:ascii="Times New Roman" w:eastAsia="Batang" w:hAnsi="Times New Roman"/>
          <w:sz w:val="24"/>
          <w:szCs w:val="24"/>
          <w:lang w:eastAsia="ko-KR"/>
        </w:rPr>
        <w:t>se acordă pe</w:t>
      </w:r>
      <w:r>
        <w:rPr>
          <w:rFonts w:ascii="Times New Roman" w:eastAsia="Batang" w:hAnsi="Times New Roman"/>
          <w:sz w:val="24"/>
          <w:szCs w:val="24"/>
          <w:lang w:eastAsia="ko-KR"/>
        </w:rPr>
        <w:t>ntru fiecare cerință 30 de punct</w:t>
      </w:r>
      <w:r w:rsidRPr="001A29FE">
        <w:rPr>
          <w:rFonts w:ascii="Times New Roman" w:eastAsia="Batang" w:hAnsi="Times New Roman"/>
          <w:sz w:val="24"/>
          <w:szCs w:val="24"/>
          <w:lang w:eastAsia="ko-KR"/>
        </w:rPr>
        <w:t>e</w:t>
      </w:r>
    </w:p>
    <w:p w14:paraId="21C10AF4" w14:textId="77777777" w:rsidR="00585745" w:rsidRPr="00C3497D" w:rsidRDefault="004E73D9" w:rsidP="00D61BA1">
      <w:pPr>
        <w:pStyle w:val="ProblemStatement"/>
        <w:spacing w:before="120"/>
        <w:ind w:firstLine="0"/>
        <w:rPr>
          <w:b/>
          <w:bCs/>
          <w:szCs w:val="22"/>
          <w:lang w:val="ro-RO"/>
        </w:rPr>
      </w:pPr>
      <w:r w:rsidRPr="00C3497D">
        <w:rPr>
          <w:b/>
          <w:bCs/>
          <w:szCs w:val="22"/>
          <w:lang w:val="ro-RO"/>
        </w:rPr>
        <w:t>Exemple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3510"/>
        <w:gridCol w:w="1418"/>
        <w:gridCol w:w="5273"/>
      </w:tblGrid>
      <w:tr w:rsidR="00D61BA1" w:rsidRPr="00B86BC2" w14:paraId="42267CF2" w14:textId="77777777" w:rsidTr="00D61BA1">
        <w:tc>
          <w:tcPr>
            <w:tcW w:w="3510" w:type="dxa"/>
          </w:tcPr>
          <w:p w14:paraId="0AF541EA" w14:textId="77777777" w:rsidR="00D61BA1" w:rsidRPr="00B86BC2" w:rsidRDefault="00D61BA1" w:rsidP="00C4170A">
            <w:pPr>
              <w:jc w:val="both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fr-FR"/>
              </w:rPr>
            </w:pPr>
            <w:r w:rsidRPr="00B86BC2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fr-FR"/>
              </w:rPr>
              <w:t>darius.in</w:t>
            </w:r>
          </w:p>
        </w:tc>
        <w:tc>
          <w:tcPr>
            <w:tcW w:w="1418" w:type="dxa"/>
          </w:tcPr>
          <w:p w14:paraId="7DEE56C4" w14:textId="77777777" w:rsidR="00D61BA1" w:rsidRPr="00B86BC2" w:rsidRDefault="00D61BA1" w:rsidP="00C4170A">
            <w:pPr>
              <w:ind w:left="-140" w:right="-78" w:firstLine="140"/>
              <w:jc w:val="both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fr-FR"/>
              </w:rPr>
            </w:pPr>
            <w:r w:rsidRPr="00B86BC2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fr-FR"/>
              </w:rPr>
              <w:t>darius.out</w:t>
            </w:r>
          </w:p>
        </w:tc>
        <w:tc>
          <w:tcPr>
            <w:tcW w:w="5273" w:type="dxa"/>
          </w:tcPr>
          <w:p w14:paraId="3B839637" w14:textId="77777777" w:rsidR="00D61BA1" w:rsidRPr="00B86BC2" w:rsidRDefault="00D61BA1" w:rsidP="00C4170A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fr-FR"/>
              </w:rPr>
            </w:pPr>
            <w:r w:rsidRPr="00B86BC2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fr-FR"/>
              </w:rPr>
              <w:t>Explicații</w:t>
            </w:r>
          </w:p>
        </w:tc>
      </w:tr>
      <w:tr w:rsidR="00D61BA1" w:rsidRPr="00CD7FFC" w14:paraId="62020329" w14:textId="77777777" w:rsidTr="00D61BA1">
        <w:tc>
          <w:tcPr>
            <w:tcW w:w="3510" w:type="dxa"/>
          </w:tcPr>
          <w:p w14:paraId="599415E5" w14:textId="77777777" w:rsidR="00D61BA1" w:rsidRPr="00B86BC2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  <w:lang w:val="fr-FR"/>
              </w:rPr>
            </w:pPr>
            <w:r w:rsidRPr="00B86BC2">
              <w:rPr>
                <w:rFonts w:ascii="Courier New" w:hAnsi="Courier New" w:cs="Courier New"/>
                <w:noProof/>
                <w:sz w:val="20"/>
                <w:szCs w:val="20"/>
                <w:lang w:val="fr-FR"/>
              </w:rPr>
              <w:t>1</w:t>
            </w:r>
          </w:p>
          <w:p w14:paraId="2118E50F" w14:textId="77777777" w:rsidR="00D61BA1" w:rsidRPr="00B86BC2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  <w:lang w:val="fr-FR"/>
              </w:rPr>
            </w:pPr>
            <w:r w:rsidRPr="00B86BC2">
              <w:rPr>
                <w:rFonts w:ascii="Courier New" w:hAnsi="Courier New" w:cs="Courier New"/>
                <w:noProof/>
                <w:sz w:val="20"/>
                <w:szCs w:val="20"/>
                <w:lang w:val="fr-FR"/>
              </w:rPr>
              <w:t>8</w:t>
            </w:r>
          </w:p>
          <w:p w14:paraId="53183562" w14:textId="77777777" w:rsidR="00D61BA1" w:rsidRPr="007D0DFD" w:rsidRDefault="00D61BA1" w:rsidP="00C4170A">
            <w:pPr>
              <w:ind w:right="-76"/>
              <w:jc w:val="both"/>
              <w:rPr>
                <w:rFonts w:ascii="Courier New" w:hAnsi="Courier New" w:cs="Courier New"/>
                <w:noProof/>
                <w:spacing w:val="-4"/>
                <w:sz w:val="20"/>
                <w:szCs w:val="20"/>
              </w:rPr>
            </w:pPr>
            <w:r w:rsidRPr="007D0DFD">
              <w:rPr>
                <w:rFonts w:ascii="Courier New" w:hAnsi="Courier New" w:cs="Courier New"/>
                <w:noProof/>
                <w:spacing w:val="-4"/>
                <w:sz w:val="20"/>
                <w:szCs w:val="20"/>
                <w:lang w:val="fr-FR"/>
              </w:rPr>
              <w:t xml:space="preserve">41 1265 </w:t>
            </w:r>
            <w:r w:rsidRPr="007D0DFD">
              <w:rPr>
                <w:rFonts w:ascii="Courier New" w:hAnsi="Courier New" w:cs="Courier New"/>
                <w:noProof/>
                <w:spacing w:val="-4"/>
                <w:sz w:val="20"/>
                <w:szCs w:val="20"/>
              </w:rPr>
              <w:t>50 11 3236 172 323 5</w:t>
            </w:r>
          </w:p>
        </w:tc>
        <w:tc>
          <w:tcPr>
            <w:tcW w:w="1418" w:type="dxa"/>
          </w:tcPr>
          <w:p w14:paraId="62C4CEA3" w14:textId="77777777" w:rsidR="00D61BA1" w:rsidRPr="00B0261C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4 2</w:t>
            </w:r>
          </w:p>
        </w:tc>
        <w:tc>
          <w:tcPr>
            <w:tcW w:w="5273" w:type="dxa"/>
          </w:tcPr>
          <w:p w14:paraId="33381B7B" w14:textId="77777777" w:rsidR="00D61BA1" w:rsidRDefault="00D61BA1" w:rsidP="00C4170A">
            <w:pPr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-exerciții de tip forță: 50 (intensitate 5), 11 (intensitate 11), 3236 (intensitate 33), 172 (intensitate 17), 323 (intensitate 33), 5 (intensitate 5); 4 intensit</w:t>
            </w:r>
            <w:r>
              <w:rPr>
                <w:noProof/>
                <w:sz w:val="20"/>
                <w:szCs w:val="20"/>
                <w:lang w:val="ro-RO"/>
              </w:rPr>
              <w:t>ăți</w:t>
            </w:r>
            <w:r>
              <w:rPr>
                <w:noProof/>
                <w:sz w:val="20"/>
                <w:szCs w:val="20"/>
              </w:rPr>
              <w:t xml:space="preserve"> distincte (5, 11, 33,17)</w:t>
            </w:r>
          </w:p>
          <w:p w14:paraId="0A83167A" w14:textId="77777777" w:rsidR="00D61BA1" w:rsidRPr="0032207E" w:rsidRDefault="00D61BA1" w:rsidP="00C4170A">
            <w:pPr>
              <w:jc w:val="both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</w:rPr>
              <w:t>-</w:t>
            </w:r>
            <w:r w:rsidRPr="00B86BC2">
              <w:rPr>
                <w:noProof/>
                <w:sz w:val="20"/>
                <w:szCs w:val="20"/>
              </w:rPr>
              <w:t>exerci</w:t>
            </w:r>
            <w:r>
              <w:rPr>
                <w:noProof/>
                <w:sz w:val="20"/>
                <w:szCs w:val="20"/>
                <w:lang w:val="ro-RO"/>
              </w:rPr>
              <w:t xml:space="preserve">ții de tip cardio: </w:t>
            </w:r>
            <w:r w:rsidRPr="00B86BC2">
              <w:rPr>
                <w:noProof/>
                <w:sz w:val="20"/>
                <w:szCs w:val="20"/>
              </w:rPr>
              <w:t>41 (intensitate 4), 1265 (intensitate 26); 2 intensități distincte (4, 26)</w:t>
            </w:r>
          </w:p>
        </w:tc>
      </w:tr>
      <w:tr w:rsidR="00D61BA1" w:rsidRPr="00350A66" w14:paraId="2D60FC98" w14:textId="77777777" w:rsidTr="00D61BA1">
        <w:tc>
          <w:tcPr>
            <w:tcW w:w="3510" w:type="dxa"/>
          </w:tcPr>
          <w:p w14:paraId="0240289F" w14:textId="77777777" w:rsidR="00D61BA1" w:rsidRPr="00B0261C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2</w:t>
            </w:r>
          </w:p>
          <w:p w14:paraId="7262FE60" w14:textId="77777777" w:rsidR="00D61BA1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8</w:t>
            </w:r>
          </w:p>
          <w:p w14:paraId="5AC5A5EE" w14:textId="77777777" w:rsidR="00D61BA1" w:rsidRPr="007D0DFD" w:rsidRDefault="00D61BA1" w:rsidP="00C4170A">
            <w:pPr>
              <w:jc w:val="both"/>
              <w:rPr>
                <w:rFonts w:ascii="Courier New" w:hAnsi="Courier New" w:cs="Courier New"/>
                <w:noProof/>
                <w:spacing w:val="-4"/>
                <w:sz w:val="20"/>
                <w:szCs w:val="20"/>
              </w:rPr>
            </w:pPr>
            <w:r w:rsidRPr="007D0DFD">
              <w:rPr>
                <w:rFonts w:ascii="Courier New" w:hAnsi="Courier New" w:cs="Courier New"/>
                <w:noProof/>
                <w:spacing w:val="-4"/>
                <w:sz w:val="20"/>
                <w:szCs w:val="20"/>
              </w:rPr>
              <w:t>41 1265 50 11 3236 172 323 5</w:t>
            </w:r>
          </w:p>
        </w:tc>
        <w:tc>
          <w:tcPr>
            <w:tcW w:w="1418" w:type="dxa"/>
          </w:tcPr>
          <w:p w14:paraId="6B7B925F" w14:textId="77777777" w:rsidR="00D61BA1" w:rsidRPr="00B0261C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33 26</w:t>
            </w:r>
          </w:p>
        </w:tc>
        <w:tc>
          <w:tcPr>
            <w:tcW w:w="5273" w:type="dxa"/>
          </w:tcPr>
          <w:p w14:paraId="7EAB2A76" w14:textId="77777777" w:rsidR="00D61BA1" w:rsidRDefault="00D61BA1" w:rsidP="00C4170A">
            <w:pPr>
              <w:jc w:val="both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fr-FR"/>
              </w:rPr>
              <w:t>-</w:t>
            </w:r>
            <w:r w:rsidRPr="00CD7FFC">
              <w:rPr>
                <w:noProof/>
                <w:sz w:val="20"/>
                <w:szCs w:val="20"/>
                <w:lang w:val="fr-FR"/>
              </w:rPr>
              <w:t>intensitatea maximă din exercițiile de</w:t>
            </w:r>
            <w:r>
              <w:rPr>
                <w:noProof/>
                <w:sz w:val="20"/>
                <w:szCs w:val="20"/>
                <w:lang w:val="fr-FR"/>
              </w:rPr>
              <w:t xml:space="preserve"> tip forță este</w:t>
            </w:r>
            <w:r>
              <w:rPr>
                <w:noProof/>
                <w:sz w:val="20"/>
                <w:szCs w:val="20"/>
                <w:lang w:val="ro-RO"/>
              </w:rPr>
              <w:t xml:space="preserve"> 33</w:t>
            </w:r>
          </w:p>
          <w:p w14:paraId="0788FD10" w14:textId="77777777" w:rsidR="00D61BA1" w:rsidRPr="008E7251" w:rsidRDefault="00D61BA1" w:rsidP="00C4170A">
            <w:pPr>
              <w:jc w:val="both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fr-FR"/>
              </w:rPr>
              <w:t>-</w:t>
            </w:r>
            <w:r w:rsidRPr="00CD7FFC">
              <w:rPr>
                <w:noProof/>
                <w:sz w:val="20"/>
                <w:szCs w:val="20"/>
                <w:lang w:val="fr-FR"/>
              </w:rPr>
              <w:t>intensitatea maximă din exercițiile de</w:t>
            </w:r>
            <w:r>
              <w:rPr>
                <w:noProof/>
                <w:sz w:val="20"/>
                <w:szCs w:val="20"/>
                <w:lang w:val="fr-FR"/>
              </w:rPr>
              <w:t xml:space="preserve"> tip cardio este</w:t>
            </w:r>
            <w:r>
              <w:rPr>
                <w:noProof/>
                <w:sz w:val="20"/>
                <w:szCs w:val="20"/>
                <w:lang w:val="ro-RO"/>
              </w:rPr>
              <w:t xml:space="preserve"> 26</w:t>
            </w:r>
          </w:p>
        </w:tc>
      </w:tr>
      <w:tr w:rsidR="00D61BA1" w:rsidRPr="00E10122" w14:paraId="7C040FD3" w14:textId="77777777" w:rsidTr="00D61BA1">
        <w:tc>
          <w:tcPr>
            <w:tcW w:w="3510" w:type="dxa"/>
          </w:tcPr>
          <w:p w14:paraId="7CC72C61" w14:textId="77777777" w:rsidR="00D61BA1" w:rsidRPr="00B0261C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3</w:t>
            </w:r>
          </w:p>
          <w:p w14:paraId="7FFE8B48" w14:textId="77777777" w:rsidR="00D61BA1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8</w:t>
            </w:r>
          </w:p>
          <w:p w14:paraId="633247B5" w14:textId="77777777" w:rsidR="00D61BA1" w:rsidRPr="007D0DFD" w:rsidRDefault="00D61BA1" w:rsidP="00C4170A">
            <w:pPr>
              <w:jc w:val="both"/>
              <w:rPr>
                <w:rFonts w:ascii="Courier New" w:hAnsi="Courier New" w:cs="Courier New"/>
                <w:noProof/>
                <w:spacing w:val="-4"/>
                <w:sz w:val="20"/>
                <w:szCs w:val="20"/>
              </w:rPr>
            </w:pPr>
            <w:r w:rsidRPr="007D0DFD">
              <w:rPr>
                <w:rFonts w:ascii="Courier New" w:hAnsi="Courier New" w:cs="Courier New"/>
                <w:noProof/>
                <w:spacing w:val="-4"/>
                <w:sz w:val="20"/>
                <w:szCs w:val="20"/>
              </w:rPr>
              <w:t>41 1265 50 11 3236 172 323 5</w:t>
            </w:r>
          </w:p>
        </w:tc>
        <w:tc>
          <w:tcPr>
            <w:tcW w:w="1418" w:type="dxa"/>
          </w:tcPr>
          <w:p w14:paraId="1AF5E304" w14:textId="77777777" w:rsidR="00D61BA1" w:rsidRPr="00B0261C" w:rsidRDefault="00D61BA1" w:rsidP="00C4170A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91</w:t>
            </w:r>
          </w:p>
        </w:tc>
        <w:tc>
          <w:tcPr>
            <w:tcW w:w="5273" w:type="dxa"/>
          </w:tcPr>
          <w:p w14:paraId="6612D862" w14:textId="77777777" w:rsidR="00D61BA1" w:rsidRPr="00E10122" w:rsidRDefault="00D61BA1" w:rsidP="00C4170A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O posibilitate de alegere a exerci</w:t>
            </w:r>
            <w:r>
              <w:rPr>
                <w:noProof/>
                <w:sz w:val="20"/>
                <w:szCs w:val="20"/>
                <w:lang w:val="ro-RO"/>
              </w:rPr>
              <w:t xml:space="preserve">țiilor pentru a obține </w:t>
            </w:r>
            <w:r>
              <w:rPr>
                <w:noProof/>
                <w:sz w:val="20"/>
                <w:szCs w:val="20"/>
              </w:rPr>
              <w:t>intensitatea maximă 91 ar putea fi: 11 (forță), 41 (cardio), 3236 (forță), 1265 (cardio), 172 (forță) (11+4+33+26+17=91)</w:t>
            </w:r>
          </w:p>
        </w:tc>
      </w:tr>
    </w:tbl>
    <w:p w14:paraId="52C3B31C" w14:textId="77777777" w:rsidR="00D61BA1" w:rsidRPr="0004374E" w:rsidRDefault="00D61BA1" w:rsidP="00D61BA1">
      <w:pPr>
        <w:spacing w:before="120"/>
        <w:rPr>
          <w:b/>
          <w:color w:val="000000"/>
        </w:rPr>
      </w:pPr>
      <w:r w:rsidRPr="0004374E">
        <w:rPr>
          <w:bCs/>
          <w:color w:val="000000"/>
        </w:rPr>
        <w:t>Timp maxim de execuţie/test:</w:t>
      </w:r>
      <w:r w:rsidRPr="0004374E">
        <w:rPr>
          <w:b/>
          <w:color w:val="000000"/>
        </w:rPr>
        <w:t xml:space="preserve"> </w:t>
      </w:r>
      <w:r>
        <w:rPr>
          <w:b/>
          <w:color w:val="000000"/>
        </w:rPr>
        <w:t>0.1 secunde</w:t>
      </w:r>
    </w:p>
    <w:p w14:paraId="38BB1A0E" w14:textId="77777777" w:rsidR="00D61BA1" w:rsidRPr="0004374E" w:rsidRDefault="00D61BA1" w:rsidP="00D61BA1">
      <w:pPr>
        <w:rPr>
          <w:b/>
          <w:color w:val="000000"/>
        </w:rPr>
      </w:pPr>
      <w:r w:rsidRPr="0004374E">
        <w:rPr>
          <w:bCs/>
          <w:color w:val="000000"/>
        </w:rPr>
        <w:t>Memorie totală disponibilă:</w:t>
      </w:r>
      <w:r w:rsidRPr="0004374E">
        <w:rPr>
          <w:b/>
          <w:color w:val="000000"/>
        </w:rPr>
        <w:t xml:space="preserve"> 2 MB </w:t>
      </w:r>
      <w:r w:rsidRPr="0004374E">
        <w:rPr>
          <w:bCs/>
          <w:color w:val="000000"/>
        </w:rPr>
        <w:t>din care</w:t>
      </w:r>
      <w:r w:rsidRPr="0004374E">
        <w:rPr>
          <w:b/>
          <w:color w:val="000000"/>
        </w:rPr>
        <w:t xml:space="preserve"> 1 MB </w:t>
      </w:r>
      <w:r w:rsidRPr="0004374E">
        <w:rPr>
          <w:bCs/>
          <w:color w:val="000000"/>
        </w:rPr>
        <w:t>pentru stivă</w:t>
      </w:r>
    </w:p>
    <w:p w14:paraId="7CE35F9A" w14:textId="77777777" w:rsidR="00D61BA1" w:rsidRPr="0004374E" w:rsidRDefault="00D61BA1" w:rsidP="00D61BA1">
      <w:pPr>
        <w:rPr>
          <w:b/>
          <w:color w:val="000000"/>
        </w:rPr>
      </w:pPr>
      <w:r w:rsidRPr="0004374E">
        <w:rPr>
          <w:bCs/>
          <w:color w:val="000000"/>
        </w:rPr>
        <w:t>Dimensiunea maximă a sursei:</w:t>
      </w:r>
      <w:r w:rsidRPr="0004374E">
        <w:rPr>
          <w:b/>
          <w:color w:val="000000"/>
        </w:rPr>
        <w:t xml:space="preserve"> 5KB</w:t>
      </w:r>
    </w:p>
    <w:p w14:paraId="6E7D2F13" w14:textId="4C2CAEB6" w:rsidR="008B5B0D" w:rsidRPr="00C3497D" w:rsidRDefault="008B5B0D" w:rsidP="001E7FB6">
      <w:pPr>
        <w:rPr>
          <w:b/>
          <w:color w:val="000000" w:themeColor="text1"/>
          <w:sz w:val="22"/>
          <w:szCs w:val="22"/>
          <w:lang w:val="ro-RO"/>
        </w:rPr>
      </w:pPr>
      <w:r w:rsidRPr="00C3497D">
        <w:rPr>
          <w:b/>
          <w:color w:val="000000" w:themeColor="text1"/>
          <w:sz w:val="22"/>
          <w:szCs w:val="22"/>
        </w:rPr>
        <w:t>10 puncte se acordă din oficiu</w:t>
      </w:r>
    </w:p>
    <w:sectPr w:rsidR="008B5B0D" w:rsidRPr="00C3497D" w:rsidSect="001F3C75">
      <w:headerReference w:type="default" r:id="rId9"/>
      <w:pgSz w:w="11906" w:h="16838" w:code="9"/>
      <w:pgMar w:top="1418" w:right="851" w:bottom="426" w:left="851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E633D" w14:textId="77777777" w:rsidR="00A402AA" w:rsidRDefault="00A402AA">
      <w:r>
        <w:separator/>
      </w:r>
    </w:p>
  </w:endnote>
  <w:endnote w:type="continuationSeparator" w:id="0">
    <w:p w14:paraId="4760DE23" w14:textId="77777777" w:rsidR="00A402AA" w:rsidRDefault="00A4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D5CA9" w14:textId="77777777" w:rsidR="00A402AA" w:rsidRDefault="00A402AA">
      <w:r>
        <w:separator/>
      </w:r>
    </w:p>
  </w:footnote>
  <w:footnote w:type="continuationSeparator" w:id="0">
    <w:p w14:paraId="51ECB48B" w14:textId="77777777" w:rsidR="00A402AA" w:rsidRDefault="00A40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01BAF" w14:textId="25305C6B" w:rsidR="005D7B48" w:rsidRDefault="005D7B48" w:rsidP="005D7B4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0E077F55" wp14:editId="708EC4A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521867246" name="Picture 152186724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2D48D" w14:textId="4B562B58" w:rsidR="005D7B48" w:rsidRDefault="00651789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45FB021" wp14:editId="1DEBD057">
          <wp:simplePos x="0" y="0"/>
          <wp:positionH relativeFrom="column">
            <wp:posOffset>3517265</wp:posOffset>
          </wp:positionH>
          <wp:positionV relativeFrom="paragraph">
            <wp:posOffset>5715</wp:posOffset>
          </wp:positionV>
          <wp:extent cx="2962275" cy="503555"/>
          <wp:effectExtent l="0" t="0" r="0" b="0"/>
          <wp:wrapNone/>
          <wp:docPr id="1643556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</w:rPr>
      <w:tab/>
    </w:r>
  </w:p>
  <w:p w14:paraId="0B71061C" w14:textId="77777777"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14:paraId="0A040E55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58A68228" w14:textId="1BF10385" w:rsidR="005D7B48" w:rsidRPr="006F699A" w:rsidRDefault="005D7B48" w:rsidP="0033530F">
    <w:pPr>
      <w:tabs>
        <w:tab w:val="right" w:pos="10204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Informatică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bookmarkStart w:id="0" w:name="_Hlk187603036"/>
    <w:r w:rsidRPr="00CB459C">
      <w:rPr>
        <w:b/>
        <w:sz w:val="22"/>
        <w:szCs w:val="22"/>
        <w:lang w:val="pt-BR"/>
      </w:rPr>
      <w:t>Clas</w:t>
    </w:r>
    <w:r w:rsidR="00D61BA1">
      <w:rPr>
        <w:b/>
        <w:sz w:val="22"/>
        <w:szCs w:val="22"/>
        <w:lang w:val="pt-BR"/>
      </w:rPr>
      <w:t>a</w:t>
    </w:r>
    <w:r w:rsidR="00027258">
      <w:rPr>
        <w:b/>
        <w:sz w:val="22"/>
        <w:szCs w:val="22"/>
        <w:lang w:val="pt-BR"/>
      </w:rPr>
      <w:t xml:space="preserve"> a </w:t>
    </w:r>
    <w:r w:rsidR="00D61BA1">
      <w:rPr>
        <w:b/>
        <w:sz w:val="22"/>
        <w:szCs w:val="22"/>
        <w:lang w:val="pt-BR"/>
      </w:rPr>
      <w:t>V</w:t>
    </w:r>
    <w:r w:rsidR="00027258">
      <w:rPr>
        <w:b/>
        <w:sz w:val="22"/>
        <w:szCs w:val="22"/>
        <w:lang w:val="pt-BR"/>
      </w:rPr>
      <w:t>I</w:t>
    </w:r>
    <w:r w:rsidRPr="00CB459C">
      <w:rPr>
        <w:b/>
        <w:sz w:val="22"/>
        <w:szCs w:val="22"/>
        <w:lang w:val="pt-BR"/>
      </w:rPr>
      <w:t>-a</w:t>
    </w:r>
    <w:r w:rsidRPr="006F699A">
      <w:rPr>
        <w:b/>
        <w:sz w:val="22"/>
        <w:szCs w:val="22"/>
        <w:lang w:val="pt-BR"/>
      </w:rPr>
      <w:t xml:space="preserve"> </w:t>
    </w:r>
    <w:bookmarkEnd w:id="0"/>
  </w:p>
  <w:p w14:paraId="06DC29FA" w14:textId="7D027AB9" w:rsidR="005D7B48" w:rsidRPr="00993B79" w:rsidRDefault="00CF66B7" w:rsidP="0033530F">
    <w:pPr>
      <w:tabs>
        <w:tab w:val="right" w:pos="10204"/>
      </w:tabs>
      <w:rPr>
        <w:rFonts w:ascii="Courier New" w:hAnsi="Courier New" w:cs="Courier New"/>
        <w:b/>
        <w:sz w:val="20"/>
        <w:szCs w:val="20"/>
      </w:rPr>
    </w:pPr>
    <w:proofErr w:type="gramStart"/>
    <w:r>
      <w:rPr>
        <w:b/>
        <w:sz w:val="22"/>
        <w:szCs w:val="22"/>
        <w:lang w:val="fr-FR"/>
      </w:rPr>
      <w:t>7</w:t>
    </w:r>
    <w:r w:rsidR="005D7B48" w:rsidRPr="006F699A">
      <w:rPr>
        <w:b/>
        <w:sz w:val="22"/>
        <w:szCs w:val="22"/>
        <w:lang w:val="fr-FR"/>
      </w:rPr>
      <w:t xml:space="preserve">  februarie</w:t>
    </w:r>
    <w:proofErr w:type="gramEnd"/>
    <w:r w:rsidR="005D7B48" w:rsidRPr="006F699A">
      <w:rPr>
        <w:b/>
        <w:sz w:val="22"/>
        <w:szCs w:val="22"/>
        <w:lang w:val="fr-FR"/>
      </w:rPr>
      <w:t xml:space="preserve"> 202</w:t>
    </w:r>
    <w:r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  <w:proofErr w:type="gramStart"/>
    <w:r w:rsidR="005D7B48" w:rsidRPr="006F699A">
      <w:rPr>
        <w:b/>
        <w:sz w:val="22"/>
        <w:szCs w:val="22"/>
      </w:rPr>
      <w:t>Sursa:</w:t>
    </w:r>
    <w:proofErr w:type="gramEnd"/>
    <w:r w:rsidR="005D7B48" w:rsidRPr="006F699A">
      <w:rPr>
        <w:b/>
        <w:sz w:val="22"/>
        <w:szCs w:val="22"/>
      </w:rPr>
      <w:t xml:space="preserve"> </w:t>
    </w:r>
    <w:r w:rsidR="00D61BA1">
      <w:rPr>
        <w:rFonts w:ascii="Courier New" w:hAnsi="Courier New" w:cs="Courier New"/>
        <w:b/>
        <w:sz w:val="20"/>
        <w:szCs w:val="20"/>
        <w:lang w:val="ro-RO"/>
      </w:rPr>
      <w:t>darius</w:t>
    </w:r>
    <w:r w:rsidR="005D7B48" w:rsidRPr="00993B79">
      <w:rPr>
        <w:rFonts w:ascii="Courier New" w:hAnsi="Courier New" w:cs="Courier New"/>
        <w:b/>
        <w:sz w:val="20"/>
        <w:szCs w:val="20"/>
      </w:rPr>
      <w:t>.cpp</w:t>
    </w:r>
  </w:p>
  <w:p w14:paraId="4EA86B6C" w14:textId="59EF2D08" w:rsidR="0032092C" w:rsidRPr="005D7B48" w:rsidRDefault="00821649" w:rsidP="005D7B4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FC07EA" wp14:editId="5BF826A3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464300" cy="635"/>
              <wp:effectExtent l="11430" t="11430" r="10795" b="6985"/>
              <wp:wrapNone/>
              <wp:docPr id="56572323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EEFF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4pt;margin-top:4.65pt;width:509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5B49B7"/>
    <w:multiLevelType w:val="hybridMultilevel"/>
    <w:tmpl w:val="4980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61E1C"/>
    <w:multiLevelType w:val="hybridMultilevel"/>
    <w:tmpl w:val="66B0C6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C13DB"/>
    <w:multiLevelType w:val="hybridMultilevel"/>
    <w:tmpl w:val="B8508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D237A"/>
    <w:multiLevelType w:val="hybridMultilevel"/>
    <w:tmpl w:val="25B619A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FA4C8B"/>
    <w:multiLevelType w:val="hybridMultilevel"/>
    <w:tmpl w:val="B1B60990"/>
    <w:lvl w:ilvl="0" w:tplc="2B0E4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8A2D28"/>
    <w:multiLevelType w:val="hybridMultilevel"/>
    <w:tmpl w:val="2B0CC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6219129">
    <w:abstractNumId w:val="7"/>
  </w:num>
  <w:num w:numId="2" w16cid:durableId="409011745">
    <w:abstractNumId w:val="12"/>
  </w:num>
  <w:num w:numId="3" w16cid:durableId="275723083">
    <w:abstractNumId w:val="10"/>
  </w:num>
  <w:num w:numId="4" w16cid:durableId="1698895809">
    <w:abstractNumId w:val="13"/>
  </w:num>
  <w:num w:numId="5" w16cid:durableId="1745108843">
    <w:abstractNumId w:val="17"/>
  </w:num>
  <w:num w:numId="6" w16cid:durableId="1288929023">
    <w:abstractNumId w:val="6"/>
  </w:num>
  <w:num w:numId="7" w16cid:durableId="1198394149">
    <w:abstractNumId w:val="15"/>
  </w:num>
  <w:num w:numId="8" w16cid:durableId="999891197">
    <w:abstractNumId w:val="8"/>
  </w:num>
  <w:num w:numId="9" w16cid:durableId="1573201772">
    <w:abstractNumId w:val="4"/>
  </w:num>
  <w:num w:numId="10" w16cid:durableId="405038429">
    <w:abstractNumId w:val="16"/>
  </w:num>
  <w:num w:numId="11" w16cid:durableId="299772051">
    <w:abstractNumId w:val="0"/>
  </w:num>
  <w:num w:numId="12" w16cid:durableId="2021157344">
    <w:abstractNumId w:val="11"/>
  </w:num>
  <w:num w:numId="13" w16cid:durableId="2028869244">
    <w:abstractNumId w:val="2"/>
  </w:num>
  <w:num w:numId="14" w16cid:durableId="2115858457">
    <w:abstractNumId w:val="3"/>
  </w:num>
  <w:num w:numId="15" w16cid:durableId="1449547337">
    <w:abstractNumId w:val="1"/>
  </w:num>
  <w:num w:numId="16" w16cid:durableId="2092392176">
    <w:abstractNumId w:val="14"/>
  </w:num>
  <w:num w:numId="17" w16cid:durableId="698773579">
    <w:abstractNumId w:val="5"/>
  </w:num>
  <w:num w:numId="18" w16cid:durableId="1465998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45"/>
    <w:rsid w:val="0000099B"/>
    <w:rsid w:val="00007064"/>
    <w:rsid w:val="00010C41"/>
    <w:rsid w:val="000156BB"/>
    <w:rsid w:val="00027258"/>
    <w:rsid w:val="000350C2"/>
    <w:rsid w:val="000360EA"/>
    <w:rsid w:val="000634F3"/>
    <w:rsid w:val="000666B7"/>
    <w:rsid w:val="00073CC0"/>
    <w:rsid w:val="00075116"/>
    <w:rsid w:val="00086172"/>
    <w:rsid w:val="00091B34"/>
    <w:rsid w:val="000A2235"/>
    <w:rsid w:val="000B6EA6"/>
    <w:rsid w:val="000C0EE1"/>
    <w:rsid w:val="000C7725"/>
    <w:rsid w:val="000F6A4D"/>
    <w:rsid w:val="000F6D4A"/>
    <w:rsid w:val="00131C42"/>
    <w:rsid w:val="00133DFC"/>
    <w:rsid w:val="00137AF8"/>
    <w:rsid w:val="001510F3"/>
    <w:rsid w:val="00175060"/>
    <w:rsid w:val="00181625"/>
    <w:rsid w:val="0018476E"/>
    <w:rsid w:val="001A0C06"/>
    <w:rsid w:val="001A1FD0"/>
    <w:rsid w:val="001B228A"/>
    <w:rsid w:val="001C40FA"/>
    <w:rsid w:val="001C6A81"/>
    <w:rsid w:val="001E33B2"/>
    <w:rsid w:val="001E7FB6"/>
    <w:rsid w:val="001F0FD3"/>
    <w:rsid w:val="001F242B"/>
    <w:rsid w:val="001F3C75"/>
    <w:rsid w:val="001F48EE"/>
    <w:rsid w:val="001F4A4E"/>
    <w:rsid w:val="00214441"/>
    <w:rsid w:val="00215C24"/>
    <w:rsid w:val="00223A0D"/>
    <w:rsid w:val="002319B9"/>
    <w:rsid w:val="00235E16"/>
    <w:rsid w:val="0024567E"/>
    <w:rsid w:val="00251D83"/>
    <w:rsid w:val="00262D87"/>
    <w:rsid w:val="00270796"/>
    <w:rsid w:val="002758E8"/>
    <w:rsid w:val="00291F78"/>
    <w:rsid w:val="002A2B01"/>
    <w:rsid w:val="002B7EF7"/>
    <w:rsid w:val="002D0CA7"/>
    <w:rsid w:val="002F1B19"/>
    <w:rsid w:val="003056E7"/>
    <w:rsid w:val="00311DC3"/>
    <w:rsid w:val="0032092C"/>
    <w:rsid w:val="00323C2B"/>
    <w:rsid w:val="0033530F"/>
    <w:rsid w:val="00336A5E"/>
    <w:rsid w:val="00342ECD"/>
    <w:rsid w:val="00352592"/>
    <w:rsid w:val="00352614"/>
    <w:rsid w:val="00354A57"/>
    <w:rsid w:val="00356BF1"/>
    <w:rsid w:val="00357EDE"/>
    <w:rsid w:val="003666DE"/>
    <w:rsid w:val="00370207"/>
    <w:rsid w:val="00381A79"/>
    <w:rsid w:val="00382B8E"/>
    <w:rsid w:val="00383E20"/>
    <w:rsid w:val="003878BF"/>
    <w:rsid w:val="00392359"/>
    <w:rsid w:val="0039379B"/>
    <w:rsid w:val="003A6139"/>
    <w:rsid w:val="003B0309"/>
    <w:rsid w:val="003C2C9D"/>
    <w:rsid w:val="003D2F1D"/>
    <w:rsid w:val="003E34F6"/>
    <w:rsid w:val="003F6222"/>
    <w:rsid w:val="00400EC4"/>
    <w:rsid w:val="00417B2E"/>
    <w:rsid w:val="00423B29"/>
    <w:rsid w:val="004410D4"/>
    <w:rsid w:val="0047517B"/>
    <w:rsid w:val="004B7FE2"/>
    <w:rsid w:val="004C6C78"/>
    <w:rsid w:val="004D28A7"/>
    <w:rsid w:val="004E0ADC"/>
    <w:rsid w:val="004E1EBA"/>
    <w:rsid w:val="004E73D9"/>
    <w:rsid w:val="004F298E"/>
    <w:rsid w:val="00510A69"/>
    <w:rsid w:val="00544FEF"/>
    <w:rsid w:val="00556F22"/>
    <w:rsid w:val="00565298"/>
    <w:rsid w:val="00582727"/>
    <w:rsid w:val="00585745"/>
    <w:rsid w:val="005A2583"/>
    <w:rsid w:val="005D7B48"/>
    <w:rsid w:val="005E1906"/>
    <w:rsid w:val="006259B2"/>
    <w:rsid w:val="00641B16"/>
    <w:rsid w:val="00651789"/>
    <w:rsid w:val="00654B6A"/>
    <w:rsid w:val="006933AF"/>
    <w:rsid w:val="00693FA5"/>
    <w:rsid w:val="006B142F"/>
    <w:rsid w:val="006E672A"/>
    <w:rsid w:val="00706619"/>
    <w:rsid w:val="007166A3"/>
    <w:rsid w:val="00741270"/>
    <w:rsid w:val="007440FA"/>
    <w:rsid w:val="00746781"/>
    <w:rsid w:val="0076444D"/>
    <w:rsid w:val="0079452E"/>
    <w:rsid w:val="007A048C"/>
    <w:rsid w:val="007B48A6"/>
    <w:rsid w:val="007C03CC"/>
    <w:rsid w:val="007C6D57"/>
    <w:rsid w:val="007E0A5D"/>
    <w:rsid w:val="007E7DC3"/>
    <w:rsid w:val="007F27A5"/>
    <w:rsid w:val="00802A91"/>
    <w:rsid w:val="00812B7E"/>
    <w:rsid w:val="00821649"/>
    <w:rsid w:val="008414C6"/>
    <w:rsid w:val="00856580"/>
    <w:rsid w:val="00865778"/>
    <w:rsid w:val="00867B22"/>
    <w:rsid w:val="00876ADB"/>
    <w:rsid w:val="00880667"/>
    <w:rsid w:val="00896117"/>
    <w:rsid w:val="00896F85"/>
    <w:rsid w:val="008A2747"/>
    <w:rsid w:val="008B5B0D"/>
    <w:rsid w:val="008D24DF"/>
    <w:rsid w:val="008F70F5"/>
    <w:rsid w:val="009113AD"/>
    <w:rsid w:val="009308A8"/>
    <w:rsid w:val="009364A4"/>
    <w:rsid w:val="0093715D"/>
    <w:rsid w:val="009435C4"/>
    <w:rsid w:val="00993B79"/>
    <w:rsid w:val="00994EBD"/>
    <w:rsid w:val="0099795A"/>
    <w:rsid w:val="009A4159"/>
    <w:rsid w:val="009A4317"/>
    <w:rsid w:val="009E32A7"/>
    <w:rsid w:val="009E42A6"/>
    <w:rsid w:val="009E4329"/>
    <w:rsid w:val="009F08E6"/>
    <w:rsid w:val="00A0245D"/>
    <w:rsid w:val="00A23CC1"/>
    <w:rsid w:val="00A34DA5"/>
    <w:rsid w:val="00A402AA"/>
    <w:rsid w:val="00AA2498"/>
    <w:rsid w:val="00AE6629"/>
    <w:rsid w:val="00AF5E20"/>
    <w:rsid w:val="00B02039"/>
    <w:rsid w:val="00B03C71"/>
    <w:rsid w:val="00B07AF6"/>
    <w:rsid w:val="00B12FFA"/>
    <w:rsid w:val="00B15322"/>
    <w:rsid w:val="00B1658B"/>
    <w:rsid w:val="00B24946"/>
    <w:rsid w:val="00B36478"/>
    <w:rsid w:val="00B37813"/>
    <w:rsid w:val="00B402E3"/>
    <w:rsid w:val="00B63A47"/>
    <w:rsid w:val="00B70128"/>
    <w:rsid w:val="00B83BFD"/>
    <w:rsid w:val="00B912DB"/>
    <w:rsid w:val="00BA2AC2"/>
    <w:rsid w:val="00BB52FD"/>
    <w:rsid w:val="00BD00E2"/>
    <w:rsid w:val="00BD090D"/>
    <w:rsid w:val="00BE2F13"/>
    <w:rsid w:val="00BE48FC"/>
    <w:rsid w:val="00BF0ED4"/>
    <w:rsid w:val="00BF11CD"/>
    <w:rsid w:val="00C142EE"/>
    <w:rsid w:val="00C33155"/>
    <w:rsid w:val="00C3497D"/>
    <w:rsid w:val="00C759FC"/>
    <w:rsid w:val="00CA064A"/>
    <w:rsid w:val="00CD2437"/>
    <w:rsid w:val="00CF66B7"/>
    <w:rsid w:val="00CF7497"/>
    <w:rsid w:val="00D028F5"/>
    <w:rsid w:val="00D04CBC"/>
    <w:rsid w:val="00D16288"/>
    <w:rsid w:val="00D209D0"/>
    <w:rsid w:val="00D34CCA"/>
    <w:rsid w:val="00D3557F"/>
    <w:rsid w:val="00D359FB"/>
    <w:rsid w:val="00D56617"/>
    <w:rsid w:val="00D61BA1"/>
    <w:rsid w:val="00D7095F"/>
    <w:rsid w:val="00D70ADF"/>
    <w:rsid w:val="00D70B6F"/>
    <w:rsid w:val="00D71F2D"/>
    <w:rsid w:val="00DA3B8B"/>
    <w:rsid w:val="00DB731A"/>
    <w:rsid w:val="00DC214D"/>
    <w:rsid w:val="00DC49D9"/>
    <w:rsid w:val="00DE4488"/>
    <w:rsid w:val="00DF18DC"/>
    <w:rsid w:val="00E02D70"/>
    <w:rsid w:val="00E0320F"/>
    <w:rsid w:val="00E047CF"/>
    <w:rsid w:val="00E052CC"/>
    <w:rsid w:val="00E07F57"/>
    <w:rsid w:val="00E2179D"/>
    <w:rsid w:val="00E27D8A"/>
    <w:rsid w:val="00E32FC5"/>
    <w:rsid w:val="00E406FC"/>
    <w:rsid w:val="00E47482"/>
    <w:rsid w:val="00E47DF3"/>
    <w:rsid w:val="00E6371A"/>
    <w:rsid w:val="00E67ABE"/>
    <w:rsid w:val="00E7174C"/>
    <w:rsid w:val="00E75454"/>
    <w:rsid w:val="00E8553A"/>
    <w:rsid w:val="00E946FA"/>
    <w:rsid w:val="00EA651C"/>
    <w:rsid w:val="00EB31A6"/>
    <w:rsid w:val="00ED115D"/>
    <w:rsid w:val="00ED302D"/>
    <w:rsid w:val="00ED7700"/>
    <w:rsid w:val="00EE61AE"/>
    <w:rsid w:val="00F00631"/>
    <w:rsid w:val="00F0114B"/>
    <w:rsid w:val="00F03901"/>
    <w:rsid w:val="00F03C21"/>
    <w:rsid w:val="00F21BBC"/>
    <w:rsid w:val="00F3048E"/>
    <w:rsid w:val="00F35D57"/>
    <w:rsid w:val="00F62A06"/>
    <w:rsid w:val="00F67051"/>
    <w:rsid w:val="00F874C1"/>
    <w:rsid w:val="00F93C3E"/>
    <w:rsid w:val="00FA1E68"/>
    <w:rsid w:val="00FC5773"/>
    <w:rsid w:val="00FC758F"/>
    <w:rsid w:val="00FE2770"/>
    <w:rsid w:val="00FE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B724B"/>
  <w15:docId w15:val="{F7F1A58F-8BF4-463C-9F40-46339FAA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3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D61BA1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rsid w:val="00D61BA1"/>
    <w:rPr>
      <w:rFonts w:ascii="Courier New" w:hAnsi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D61BA1"/>
    <w:rPr>
      <w:rFonts w:ascii="Courier New" w:eastAsia="Times New Roman" w:hAnsi="Courier New" w:cs="Times New Roman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8232B7A-3455-4986-B676-A68DC68E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scutaru alina</cp:lastModifiedBy>
  <cp:revision>3</cp:revision>
  <dcterms:created xsi:type="dcterms:W3CDTF">2026-01-25T13:25:00Z</dcterms:created>
  <dcterms:modified xsi:type="dcterms:W3CDTF">2026-01-25T14:09:00Z</dcterms:modified>
</cp:coreProperties>
</file>