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6560E" w14:textId="3E74B9D8" w:rsidR="00585745" w:rsidRPr="000C0EE1" w:rsidRDefault="00802A91" w:rsidP="0000620D">
      <w:pPr>
        <w:tabs>
          <w:tab w:val="right" w:pos="10204"/>
        </w:tabs>
        <w:jc w:val="both"/>
        <w:rPr>
          <w:b/>
          <w:sz w:val="28"/>
          <w:szCs w:val="28"/>
          <w:lang w:val="ro-RO"/>
        </w:rPr>
      </w:pPr>
      <w:r w:rsidRPr="000C0EE1">
        <w:rPr>
          <w:b/>
          <w:sz w:val="28"/>
          <w:szCs w:val="28"/>
          <w:lang w:val="ro-RO"/>
        </w:rPr>
        <w:t xml:space="preserve">Problema </w:t>
      </w:r>
      <w:r w:rsidR="000F536D">
        <w:rPr>
          <w:b/>
          <w:sz w:val="28"/>
          <w:szCs w:val="28"/>
          <w:lang w:val="ro-RO"/>
        </w:rPr>
        <w:t>2</w:t>
      </w:r>
      <w:r w:rsidR="000F536D">
        <w:rPr>
          <w:b/>
          <w:sz w:val="28"/>
          <w:szCs w:val="28"/>
        </w:rPr>
        <w:t>:</w:t>
      </w:r>
      <w:r w:rsidRPr="000C0EE1">
        <w:rPr>
          <w:b/>
          <w:sz w:val="28"/>
          <w:szCs w:val="28"/>
          <w:lang w:val="ro-RO"/>
        </w:rPr>
        <w:t xml:space="preserve"> </w:t>
      </w:r>
      <w:r w:rsidR="00A40812" w:rsidRPr="00A40812">
        <w:rPr>
          <w:b/>
          <w:sz w:val="28"/>
          <w:szCs w:val="28"/>
          <w:lang w:val="ro-RO"/>
        </w:rPr>
        <w:t>Inimioare</w:t>
      </w:r>
      <w:r w:rsidR="00585745" w:rsidRPr="000C0EE1">
        <w:rPr>
          <w:b/>
          <w:sz w:val="28"/>
          <w:szCs w:val="28"/>
          <w:lang w:val="ro-RO"/>
        </w:rPr>
        <w:tab/>
      </w:r>
      <w:r w:rsidR="00585745" w:rsidRPr="000C0EE1">
        <w:rPr>
          <w:rFonts w:ascii="Courier New" w:hAnsi="Courier New" w:cs="Courier New"/>
          <w:b/>
          <w:sz w:val="28"/>
          <w:szCs w:val="28"/>
          <w:lang w:val="ro-RO"/>
        </w:rPr>
        <w:t>100</w:t>
      </w:r>
      <w:r w:rsidR="00585745" w:rsidRPr="000C0EE1">
        <w:rPr>
          <w:b/>
          <w:sz w:val="28"/>
          <w:szCs w:val="28"/>
          <w:lang w:val="ro-RO"/>
        </w:rPr>
        <w:t xml:space="preserve"> puncte</w:t>
      </w:r>
    </w:p>
    <w:p w14:paraId="3CF19CB8" w14:textId="1F279B1A" w:rsidR="00A40812" w:rsidRDefault="00A40812" w:rsidP="0000620D">
      <w:pPr>
        <w:jc w:val="both"/>
        <w:rPr>
          <w:sz w:val="22"/>
          <w:szCs w:val="22"/>
        </w:rPr>
      </w:pPr>
      <w:r w:rsidRPr="00A40812">
        <w:rPr>
          <w:sz w:val="22"/>
          <w:szCs w:val="22"/>
        </w:rPr>
        <w:t xml:space="preserve">Diana, </w:t>
      </w:r>
      <w:proofErr w:type="spellStart"/>
      <w:r w:rsidRPr="00A40812">
        <w:rPr>
          <w:sz w:val="22"/>
          <w:szCs w:val="22"/>
        </w:rPr>
        <w:t>elevă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în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clasa</w:t>
      </w:r>
      <w:proofErr w:type="spellEnd"/>
      <w:r w:rsidRPr="00A40812">
        <w:rPr>
          <w:sz w:val="22"/>
          <w:szCs w:val="22"/>
        </w:rPr>
        <w:t xml:space="preserve"> a VI-</w:t>
      </w:r>
      <w:proofErr w:type="gramStart"/>
      <w:r w:rsidRPr="00A40812">
        <w:rPr>
          <w:sz w:val="22"/>
          <w:szCs w:val="22"/>
        </w:rPr>
        <w:t>a</w:t>
      </w:r>
      <w:proofErr w:type="gramEnd"/>
      <w:r w:rsidRPr="00A40812">
        <w:rPr>
          <w:sz w:val="22"/>
          <w:szCs w:val="22"/>
        </w:rPr>
        <w:t xml:space="preserve"> a învățat astăzi la informatică multiplii unui număr. Foarte încântată, începe să deseneze inimioare roșii, din </w:t>
      </w:r>
      <w:r w:rsidRPr="00A40812">
        <w:rPr>
          <w:rFonts w:ascii="Courier New" w:hAnsi="Courier New" w:cs="Courier New"/>
          <w:sz w:val="22"/>
          <w:szCs w:val="22"/>
        </w:rPr>
        <w:t>k</w:t>
      </w:r>
      <w:r w:rsidRPr="00A40812">
        <w:rPr>
          <w:rFonts w:ascii="Courier New" w:hAnsi="Courier New" w:cs="Courier New"/>
          <w:sz w:val="22"/>
          <w:szCs w:val="22"/>
          <w:vertAlign w:val="subscript"/>
        </w:rPr>
        <w:t>1</w:t>
      </w:r>
      <w:r w:rsidRPr="00A40812">
        <w:rPr>
          <w:sz w:val="22"/>
          <w:szCs w:val="22"/>
        </w:rPr>
        <w:t xml:space="preserve"> în </w:t>
      </w:r>
      <w:r w:rsidRPr="00A40812">
        <w:rPr>
          <w:rFonts w:ascii="Courier New" w:hAnsi="Courier New" w:cs="Courier New"/>
          <w:sz w:val="22"/>
          <w:szCs w:val="22"/>
        </w:rPr>
        <w:t>k</w:t>
      </w:r>
      <w:r w:rsidRPr="00A40812">
        <w:rPr>
          <w:rFonts w:ascii="Courier New" w:hAnsi="Courier New" w:cs="Courier New"/>
          <w:sz w:val="22"/>
          <w:szCs w:val="22"/>
          <w:vertAlign w:val="subscript"/>
        </w:rPr>
        <w:t>1</w:t>
      </w:r>
      <w:r w:rsidRPr="00A40812">
        <w:rPr>
          <w:sz w:val="22"/>
          <w:szCs w:val="22"/>
        </w:rPr>
        <w:t xml:space="preserve"> pagini, începând cu pagina </w:t>
      </w:r>
      <w:r w:rsidRPr="00A40812">
        <w:rPr>
          <w:rFonts w:ascii="Courier New" w:hAnsi="Courier New" w:cs="Courier New"/>
          <w:sz w:val="22"/>
          <w:szCs w:val="22"/>
        </w:rPr>
        <w:t>n</w:t>
      </w:r>
      <w:r w:rsidRPr="00A40812">
        <w:rPr>
          <w:rFonts w:ascii="Courier New" w:hAnsi="Courier New" w:cs="Courier New"/>
          <w:sz w:val="22"/>
          <w:szCs w:val="22"/>
          <w:vertAlign w:val="subscript"/>
        </w:rPr>
        <w:t>1</w:t>
      </w:r>
      <w:r w:rsidRPr="00A40812">
        <w:rPr>
          <w:sz w:val="22"/>
          <w:szCs w:val="22"/>
        </w:rPr>
        <w:t xml:space="preserve"> și până la sfârșitul caietului, caiet ce conține </w:t>
      </w:r>
      <w:r w:rsidRPr="00A40812">
        <w:rPr>
          <w:rFonts w:ascii="Courier New" w:hAnsi="Courier New" w:cs="Courier New"/>
          <w:sz w:val="22"/>
          <w:szCs w:val="22"/>
        </w:rPr>
        <w:t>n</w:t>
      </w:r>
      <w:r w:rsidRPr="00A40812">
        <w:rPr>
          <w:sz w:val="22"/>
          <w:szCs w:val="22"/>
        </w:rPr>
        <w:t xml:space="preserve"> pagini. Următoarea ora </w:t>
      </w:r>
      <w:proofErr w:type="gramStart"/>
      <w:r w:rsidRPr="00A40812">
        <w:rPr>
          <w:sz w:val="22"/>
          <w:szCs w:val="22"/>
        </w:rPr>
        <w:t>de  informatică</w:t>
      </w:r>
      <w:proofErr w:type="gramEnd"/>
      <w:r w:rsidRPr="00A40812">
        <w:rPr>
          <w:sz w:val="22"/>
          <w:szCs w:val="22"/>
        </w:rPr>
        <w:t xml:space="preserve">, pentru a recapitula lecția, desenează inimioare albastre, pe aceeași poziție în pagină, începând tot de la pagina </w:t>
      </w:r>
      <w:r w:rsidRPr="00A40812">
        <w:rPr>
          <w:rFonts w:ascii="Courier New" w:hAnsi="Courier New" w:cs="Courier New"/>
          <w:sz w:val="22"/>
          <w:szCs w:val="22"/>
        </w:rPr>
        <w:t>n1</w:t>
      </w:r>
      <w:r w:rsidRPr="00A40812">
        <w:rPr>
          <w:sz w:val="22"/>
          <w:szCs w:val="22"/>
        </w:rPr>
        <w:t xml:space="preserve">, din </w:t>
      </w:r>
      <w:r w:rsidRPr="00A40812">
        <w:rPr>
          <w:rFonts w:ascii="Courier New" w:hAnsi="Courier New" w:cs="Courier New"/>
          <w:sz w:val="22"/>
          <w:szCs w:val="22"/>
        </w:rPr>
        <w:t>k</w:t>
      </w:r>
      <w:r w:rsidRPr="00A40812">
        <w:rPr>
          <w:rFonts w:ascii="Courier New" w:hAnsi="Courier New" w:cs="Courier New"/>
          <w:sz w:val="22"/>
          <w:szCs w:val="22"/>
          <w:vertAlign w:val="subscript"/>
        </w:rPr>
        <w:t>2</w:t>
      </w:r>
      <w:r w:rsidRPr="00A40812">
        <w:rPr>
          <w:sz w:val="22"/>
          <w:szCs w:val="22"/>
        </w:rPr>
        <w:t xml:space="preserve"> în </w:t>
      </w:r>
      <w:r w:rsidRPr="00A40812">
        <w:rPr>
          <w:rFonts w:ascii="Courier New" w:hAnsi="Courier New" w:cs="Courier New"/>
          <w:sz w:val="22"/>
          <w:szCs w:val="22"/>
        </w:rPr>
        <w:t>k</w:t>
      </w:r>
      <w:r w:rsidRPr="00A40812">
        <w:rPr>
          <w:rFonts w:ascii="Courier New" w:hAnsi="Courier New" w:cs="Courier New"/>
          <w:sz w:val="22"/>
          <w:szCs w:val="22"/>
          <w:vertAlign w:val="subscript"/>
        </w:rPr>
        <w:t>2</w:t>
      </w:r>
      <w:r w:rsidRPr="00A40812">
        <w:rPr>
          <w:sz w:val="22"/>
          <w:szCs w:val="22"/>
        </w:rPr>
        <w:t xml:space="preserve"> pagini. A observat ca prima inimioară a fost colorată atât cu roșu cât și cu albastru iar inimioara a devenit mov. Foarte încântată de </w:t>
      </w:r>
      <w:proofErr w:type="spellStart"/>
      <w:r w:rsidRPr="00A40812">
        <w:rPr>
          <w:sz w:val="22"/>
          <w:szCs w:val="22"/>
        </w:rPr>
        <w:t>acest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lucru</w:t>
      </w:r>
      <w:proofErr w:type="spellEnd"/>
      <w:r w:rsidRPr="00A40812">
        <w:rPr>
          <w:sz w:val="22"/>
          <w:szCs w:val="22"/>
        </w:rPr>
        <w:t xml:space="preserve">, </w:t>
      </w:r>
      <w:proofErr w:type="spellStart"/>
      <w:r w:rsidRPr="00A40812">
        <w:rPr>
          <w:sz w:val="22"/>
          <w:szCs w:val="22"/>
        </w:rPr>
        <w:t>vă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roagă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să</w:t>
      </w:r>
      <w:proofErr w:type="spellEnd"/>
      <w:r w:rsidRPr="00A40812">
        <w:rPr>
          <w:sz w:val="22"/>
          <w:szCs w:val="22"/>
        </w:rPr>
        <w:t xml:space="preserve"> o </w:t>
      </w:r>
      <w:proofErr w:type="spellStart"/>
      <w:r w:rsidRPr="00A40812">
        <w:rPr>
          <w:sz w:val="22"/>
          <w:szCs w:val="22"/>
        </w:rPr>
        <w:t>ajutați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să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descopere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răspunsul</w:t>
      </w:r>
      <w:proofErr w:type="spellEnd"/>
      <w:r w:rsidRPr="00A40812">
        <w:rPr>
          <w:sz w:val="22"/>
          <w:szCs w:val="22"/>
        </w:rPr>
        <w:t xml:space="preserve"> la </w:t>
      </w:r>
      <w:proofErr w:type="spellStart"/>
      <w:r w:rsidRPr="00A40812">
        <w:rPr>
          <w:sz w:val="22"/>
          <w:szCs w:val="22"/>
        </w:rPr>
        <w:t>câteva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întrebări</w:t>
      </w:r>
      <w:proofErr w:type="spellEnd"/>
      <w:r w:rsidRPr="00A40812">
        <w:rPr>
          <w:sz w:val="22"/>
          <w:szCs w:val="22"/>
        </w:rPr>
        <w:t>.</w:t>
      </w:r>
    </w:p>
    <w:p w14:paraId="4D75F808" w14:textId="77777777" w:rsidR="0000620D" w:rsidRPr="0000620D" w:rsidRDefault="0000620D" w:rsidP="0000620D">
      <w:pPr>
        <w:jc w:val="both"/>
        <w:rPr>
          <w:sz w:val="16"/>
          <w:szCs w:val="22"/>
        </w:rPr>
      </w:pPr>
    </w:p>
    <w:p w14:paraId="3369541E" w14:textId="77777777" w:rsidR="00A40812" w:rsidRPr="00A40812" w:rsidRDefault="00A40812" w:rsidP="0000620D">
      <w:pPr>
        <w:jc w:val="both"/>
        <w:rPr>
          <w:b/>
          <w:sz w:val="22"/>
          <w:szCs w:val="22"/>
          <w:lang w:val="ro-RO"/>
        </w:rPr>
      </w:pPr>
      <w:r w:rsidRPr="00A40812">
        <w:rPr>
          <w:b/>
          <w:sz w:val="22"/>
          <w:szCs w:val="22"/>
          <w:lang w:val="ro-RO"/>
        </w:rPr>
        <w:t>Cerinţă</w:t>
      </w:r>
      <w:bookmarkStart w:id="0" w:name="_GoBack"/>
      <w:bookmarkEnd w:id="0"/>
    </w:p>
    <w:p w14:paraId="6ACCDD42" w14:textId="77777777" w:rsidR="00A40812" w:rsidRPr="00A40812" w:rsidRDefault="00A40812" w:rsidP="0000620D">
      <w:pPr>
        <w:jc w:val="both"/>
        <w:rPr>
          <w:sz w:val="22"/>
          <w:szCs w:val="22"/>
        </w:rPr>
      </w:pPr>
      <w:r w:rsidRPr="00A40812">
        <w:rPr>
          <w:sz w:val="22"/>
          <w:szCs w:val="22"/>
        </w:rPr>
        <w:t>Scrieţi un program care, pentru numerele naturale n, n1, k1 și k2 date, să determine:</w:t>
      </w:r>
    </w:p>
    <w:p w14:paraId="50512F6D" w14:textId="77777777" w:rsidR="00A40812" w:rsidRPr="00A40812" w:rsidRDefault="00A40812" w:rsidP="0000620D">
      <w:pPr>
        <w:numPr>
          <w:ilvl w:val="0"/>
          <w:numId w:val="17"/>
        </w:numPr>
        <w:tabs>
          <w:tab w:val="left" w:pos="426"/>
        </w:tabs>
        <w:ind w:left="567" w:hanging="425"/>
        <w:jc w:val="both"/>
        <w:rPr>
          <w:sz w:val="22"/>
          <w:szCs w:val="22"/>
        </w:rPr>
      </w:pPr>
      <w:proofErr w:type="spellStart"/>
      <w:r w:rsidRPr="00A40812">
        <w:rPr>
          <w:sz w:val="22"/>
          <w:szCs w:val="22"/>
        </w:rPr>
        <w:t>Câte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inimioare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mov</w:t>
      </w:r>
      <w:proofErr w:type="spellEnd"/>
      <w:r w:rsidRPr="00A40812">
        <w:rPr>
          <w:sz w:val="22"/>
          <w:szCs w:val="22"/>
        </w:rPr>
        <w:t xml:space="preserve"> are </w:t>
      </w:r>
      <w:proofErr w:type="spellStart"/>
      <w:r w:rsidRPr="00A40812">
        <w:rPr>
          <w:sz w:val="22"/>
          <w:szCs w:val="22"/>
        </w:rPr>
        <w:t>desenate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pe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caiet</w:t>
      </w:r>
      <w:proofErr w:type="spellEnd"/>
      <w:r w:rsidRPr="00A40812">
        <w:rPr>
          <w:sz w:val="22"/>
          <w:szCs w:val="22"/>
        </w:rPr>
        <w:t>.</w:t>
      </w:r>
    </w:p>
    <w:p w14:paraId="55954B94" w14:textId="77777777" w:rsidR="00A40812" w:rsidRPr="00A40812" w:rsidRDefault="00A40812" w:rsidP="0000620D">
      <w:pPr>
        <w:numPr>
          <w:ilvl w:val="0"/>
          <w:numId w:val="17"/>
        </w:numPr>
        <w:tabs>
          <w:tab w:val="left" w:pos="426"/>
        </w:tabs>
        <w:ind w:left="567" w:hanging="425"/>
        <w:jc w:val="both"/>
        <w:rPr>
          <w:sz w:val="22"/>
          <w:szCs w:val="22"/>
        </w:rPr>
      </w:pPr>
      <w:r w:rsidRPr="00A40812">
        <w:rPr>
          <w:sz w:val="22"/>
          <w:szCs w:val="22"/>
        </w:rPr>
        <w:t>Câte inimioare are caietul.</w:t>
      </w:r>
    </w:p>
    <w:p w14:paraId="63191956" w14:textId="7A97F125" w:rsidR="0000620D" w:rsidRPr="0000620D" w:rsidRDefault="00A40812" w:rsidP="0000620D">
      <w:pPr>
        <w:numPr>
          <w:ilvl w:val="0"/>
          <w:numId w:val="17"/>
        </w:numPr>
        <w:tabs>
          <w:tab w:val="left" w:pos="426"/>
        </w:tabs>
        <w:ind w:left="567" w:hanging="425"/>
        <w:jc w:val="both"/>
        <w:rPr>
          <w:sz w:val="22"/>
          <w:szCs w:val="22"/>
        </w:rPr>
      </w:pPr>
      <w:proofErr w:type="spellStart"/>
      <w:r w:rsidRPr="00A40812">
        <w:rPr>
          <w:sz w:val="22"/>
          <w:szCs w:val="22"/>
        </w:rPr>
        <w:t>Câte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pagini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fără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inimioare</w:t>
      </w:r>
      <w:proofErr w:type="spellEnd"/>
      <w:r w:rsidRPr="00A40812">
        <w:rPr>
          <w:sz w:val="22"/>
          <w:szCs w:val="22"/>
        </w:rPr>
        <w:t xml:space="preserve"> are </w:t>
      </w:r>
      <w:proofErr w:type="spellStart"/>
      <w:r w:rsidRPr="00A40812">
        <w:rPr>
          <w:sz w:val="22"/>
          <w:szCs w:val="22"/>
        </w:rPr>
        <w:t>acum</w:t>
      </w:r>
      <w:proofErr w:type="spellEnd"/>
      <w:r w:rsidRPr="00A40812">
        <w:rPr>
          <w:sz w:val="22"/>
          <w:szCs w:val="22"/>
        </w:rPr>
        <w:t xml:space="preserve"> </w:t>
      </w:r>
      <w:proofErr w:type="spellStart"/>
      <w:r w:rsidRPr="00A40812">
        <w:rPr>
          <w:sz w:val="22"/>
          <w:szCs w:val="22"/>
        </w:rPr>
        <w:t>caietul</w:t>
      </w:r>
      <w:proofErr w:type="spellEnd"/>
      <w:r w:rsidRPr="00A40812">
        <w:rPr>
          <w:sz w:val="22"/>
          <w:szCs w:val="22"/>
        </w:rPr>
        <w:t>.</w:t>
      </w:r>
    </w:p>
    <w:p w14:paraId="75D7CFA9" w14:textId="77777777" w:rsidR="0000620D" w:rsidRPr="0000620D" w:rsidRDefault="0000620D" w:rsidP="0000620D">
      <w:pPr>
        <w:tabs>
          <w:tab w:val="left" w:pos="426"/>
        </w:tabs>
        <w:ind w:left="567"/>
        <w:jc w:val="both"/>
        <w:rPr>
          <w:sz w:val="16"/>
          <w:szCs w:val="22"/>
        </w:rPr>
      </w:pPr>
    </w:p>
    <w:p w14:paraId="762D9032" w14:textId="77777777" w:rsidR="00A40812" w:rsidRPr="00A40812" w:rsidRDefault="00A40812" w:rsidP="0000620D">
      <w:pPr>
        <w:jc w:val="both"/>
        <w:rPr>
          <w:b/>
          <w:sz w:val="22"/>
          <w:szCs w:val="22"/>
          <w:lang w:val="ro-RO"/>
        </w:rPr>
      </w:pPr>
      <w:r w:rsidRPr="00A40812">
        <w:rPr>
          <w:b/>
          <w:sz w:val="22"/>
          <w:szCs w:val="22"/>
          <w:lang w:val="ro-RO"/>
        </w:rPr>
        <w:t>Date de intrare</w:t>
      </w:r>
    </w:p>
    <w:p w14:paraId="6E713F20" w14:textId="77777777" w:rsidR="00777A98" w:rsidRDefault="00A40812" w:rsidP="0000620D">
      <w:pPr>
        <w:pStyle w:val="ListParagraph"/>
        <w:spacing w:after="0"/>
        <w:ind w:left="0"/>
        <w:jc w:val="both"/>
      </w:pPr>
      <w:r w:rsidRPr="00A40812">
        <w:rPr>
          <w:rFonts w:ascii="Times New Roman" w:eastAsia="Times New Roman" w:hAnsi="Times New Roman" w:cs="Times New Roman"/>
          <w:lang w:val="en-US"/>
        </w:rPr>
        <w:t>Fişierul</w:t>
      </w:r>
      <w:r w:rsidRPr="00A40812">
        <w:t xml:space="preserve"> </w:t>
      </w:r>
      <w:r w:rsidRPr="00777A98">
        <w:rPr>
          <w:rFonts w:ascii="Courier New" w:eastAsia="Times New Roman" w:hAnsi="Courier New" w:cs="Courier New"/>
          <w:lang w:val="en-US"/>
        </w:rPr>
        <w:t>inimioare.in</w:t>
      </w:r>
      <w:r w:rsidRPr="00A40812">
        <w:t xml:space="preserve"> </w:t>
      </w:r>
      <w:r w:rsidRPr="00A40812">
        <w:rPr>
          <w:rFonts w:ascii="Times New Roman" w:eastAsia="Times New Roman" w:hAnsi="Times New Roman" w:cs="Times New Roman"/>
          <w:lang w:val="en-US"/>
        </w:rPr>
        <w:t>conţine pe prima linie cerința</w:t>
      </w:r>
      <w:r w:rsidRPr="00A40812">
        <w:t xml:space="preserve"> </w:t>
      </w:r>
      <w:r w:rsidRPr="00777A98">
        <w:rPr>
          <w:rFonts w:ascii="Courier New" w:eastAsia="Times New Roman" w:hAnsi="Courier New" w:cs="Courier New"/>
          <w:lang w:val="en-US"/>
        </w:rPr>
        <w:t>1,2</w:t>
      </w:r>
      <w:r w:rsidRPr="00A40812">
        <w:rPr>
          <w:rFonts w:ascii="Courier New" w:hAnsi="Courier New" w:cs="Courier New"/>
          <w:spacing w:val="-6"/>
        </w:rPr>
        <w:t xml:space="preserve"> </w:t>
      </w:r>
      <w:r w:rsidRPr="00A40812">
        <w:rPr>
          <w:spacing w:val="-6"/>
        </w:rPr>
        <w:t>sau</w:t>
      </w:r>
      <w:r w:rsidRPr="00A40812">
        <w:rPr>
          <w:rFonts w:ascii="Courier New" w:hAnsi="Courier New" w:cs="Courier New"/>
          <w:spacing w:val="-6"/>
        </w:rPr>
        <w:t xml:space="preserve"> </w:t>
      </w:r>
      <w:r w:rsidRPr="00777A98">
        <w:rPr>
          <w:rFonts w:ascii="Courier New" w:eastAsia="Times New Roman" w:hAnsi="Courier New" w:cs="Courier New"/>
          <w:lang w:val="en-US"/>
        </w:rPr>
        <w:t>3</w:t>
      </w:r>
      <w:r w:rsidRPr="00A40812">
        <w:rPr>
          <w:spacing w:val="-6"/>
        </w:rPr>
        <w:t>,</w:t>
      </w:r>
      <w:r w:rsidRPr="00A40812">
        <w:t xml:space="preserve"> </w:t>
      </w:r>
      <w:r w:rsidRPr="00A40812">
        <w:rPr>
          <w:rFonts w:ascii="Times New Roman" w:eastAsia="Times New Roman" w:hAnsi="Times New Roman" w:cs="Times New Roman"/>
          <w:lang w:val="en-US"/>
        </w:rPr>
        <w:t>iar pe a doua linie numerele naturale</w:t>
      </w:r>
      <w:r w:rsidRPr="00A40812">
        <w:t xml:space="preserve"> </w:t>
      </w:r>
    </w:p>
    <w:p w14:paraId="4D01B75D" w14:textId="320B14C0" w:rsidR="00A40812" w:rsidRDefault="00A40812" w:rsidP="0000620D">
      <w:pPr>
        <w:pStyle w:val="ListParagraph"/>
        <w:spacing w:after="0"/>
        <w:ind w:left="0"/>
        <w:jc w:val="both"/>
        <w:rPr>
          <w:rFonts w:ascii="Times New Roman" w:eastAsia="Times New Roman" w:hAnsi="Times New Roman" w:cs="Times New Roman"/>
          <w:lang w:val="en-US"/>
        </w:rPr>
      </w:pPr>
      <w:r w:rsidRPr="00777A98">
        <w:rPr>
          <w:rFonts w:ascii="Courier New" w:eastAsia="Times New Roman" w:hAnsi="Courier New" w:cs="Courier New"/>
          <w:lang w:val="en-US"/>
        </w:rPr>
        <w:t>n</w:t>
      </w:r>
      <w:r w:rsidRPr="00777A98">
        <w:rPr>
          <w:rFonts w:ascii="Times New Roman" w:eastAsia="Times New Roman" w:hAnsi="Times New Roman" w:cs="Times New Roman"/>
          <w:lang w:val="en-US"/>
        </w:rPr>
        <w:t xml:space="preserve">- </w:t>
      </w:r>
      <w:r w:rsidRPr="00A40812">
        <w:rPr>
          <w:rFonts w:ascii="Times New Roman" w:eastAsia="Times New Roman" w:hAnsi="Times New Roman" w:cs="Times New Roman"/>
          <w:lang w:val="en-US"/>
        </w:rPr>
        <w:t xml:space="preserve">numărul de pagini al </w:t>
      </w:r>
      <w:proofErr w:type="gramStart"/>
      <w:r w:rsidRPr="00A40812">
        <w:rPr>
          <w:rFonts w:ascii="Times New Roman" w:eastAsia="Times New Roman" w:hAnsi="Times New Roman" w:cs="Times New Roman"/>
          <w:lang w:val="en-US"/>
        </w:rPr>
        <w:t>caietului</w:t>
      </w:r>
      <w:r w:rsidR="00777A98">
        <w:rPr>
          <w:rFonts w:ascii="Courier New" w:hAnsi="Courier New" w:cs="Courier New"/>
          <w:noProof/>
        </w:rPr>
        <w:t>,</w:t>
      </w:r>
      <w:r w:rsidRPr="00777A98">
        <w:rPr>
          <w:rFonts w:ascii="Courier New" w:eastAsia="Times New Roman" w:hAnsi="Courier New" w:cs="Courier New"/>
          <w:lang w:val="en-US"/>
        </w:rPr>
        <w:t>n</w:t>
      </w:r>
      <w:proofErr w:type="gramEnd"/>
      <w:r w:rsidRPr="00A40812">
        <w:rPr>
          <w:rFonts w:ascii="Courier New" w:hAnsi="Courier New" w:cs="Courier New"/>
          <w:noProof/>
          <w:vertAlign w:val="subscript"/>
        </w:rPr>
        <w:t>1</w:t>
      </w:r>
      <w:r w:rsidRPr="00777A98">
        <w:rPr>
          <w:rFonts w:ascii="Times New Roman" w:eastAsia="Times New Roman" w:hAnsi="Times New Roman" w:cs="Times New Roman"/>
          <w:lang w:val="en-US"/>
        </w:rPr>
        <w:t>- pagina primei inimioare colorate</w:t>
      </w:r>
      <w:r w:rsidRPr="00A40812">
        <w:rPr>
          <w:rFonts w:ascii="Courier New" w:hAnsi="Courier New" w:cs="Courier New"/>
          <w:noProof/>
        </w:rPr>
        <w:t xml:space="preserve">, </w:t>
      </w:r>
      <w:r w:rsidRPr="00777A98">
        <w:rPr>
          <w:rFonts w:ascii="Courier New" w:eastAsia="Times New Roman" w:hAnsi="Courier New" w:cs="Courier New"/>
          <w:lang w:val="en-US"/>
        </w:rPr>
        <w:t>k</w:t>
      </w:r>
      <w:r w:rsidRPr="00A40812">
        <w:rPr>
          <w:rFonts w:ascii="Courier New" w:hAnsi="Courier New" w:cs="Courier New"/>
          <w:noProof/>
          <w:vertAlign w:val="subscript"/>
        </w:rPr>
        <w:t>1</w:t>
      </w:r>
      <w:r w:rsidRPr="00A40812">
        <w:rPr>
          <w:rFonts w:ascii="Courier New" w:hAnsi="Courier New" w:cs="Courier New"/>
          <w:noProof/>
        </w:rPr>
        <w:t xml:space="preserve"> </w:t>
      </w:r>
      <w:r w:rsidRPr="00777A98">
        <w:rPr>
          <w:rFonts w:ascii="Times New Roman" w:eastAsia="Times New Roman" w:hAnsi="Times New Roman" w:cs="Times New Roman"/>
          <w:lang w:val="en-US"/>
        </w:rPr>
        <w:t>și</w:t>
      </w:r>
      <w:r w:rsidRPr="00A40812">
        <w:rPr>
          <w:rFonts w:ascii="Courier New" w:hAnsi="Courier New" w:cs="Courier New"/>
          <w:noProof/>
        </w:rPr>
        <w:t xml:space="preserve"> </w:t>
      </w:r>
      <w:r w:rsidRPr="00777A98">
        <w:rPr>
          <w:rFonts w:ascii="Courier New" w:eastAsia="Times New Roman" w:hAnsi="Courier New" w:cs="Courier New"/>
          <w:lang w:val="en-US"/>
        </w:rPr>
        <w:t>k</w:t>
      </w:r>
      <w:r w:rsidRPr="00A40812">
        <w:rPr>
          <w:rFonts w:ascii="Courier New" w:hAnsi="Courier New" w:cs="Courier New"/>
          <w:noProof/>
          <w:vertAlign w:val="subscript"/>
        </w:rPr>
        <w:t>2</w:t>
      </w:r>
      <w:r w:rsidRPr="00A40812">
        <w:rPr>
          <w:rFonts w:ascii="Courier New" w:hAnsi="Courier New" w:cs="Courier New"/>
          <w:noProof/>
        </w:rPr>
        <w:t xml:space="preserve">, </w:t>
      </w:r>
      <w:r w:rsidRPr="00777A98">
        <w:rPr>
          <w:rFonts w:ascii="Times New Roman" w:eastAsia="Times New Roman" w:hAnsi="Times New Roman" w:cs="Times New Roman"/>
          <w:lang w:val="en-US"/>
        </w:rPr>
        <w:t xml:space="preserve">cu </w:t>
      </w:r>
      <w:proofErr w:type="spellStart"/>
      <w:r w:rsidRPr="00777A98">
        <w:rPr>
          <w:rFonts w:ascii="Times New Roman" w:eastAsia="Times New Roman" w:hAnsi="Times New Roman" w:cs="Times New Roman"/>
          <w:lang w:val="en-US"/>
        </w:rPr>
        <w:t>semnificația</w:t>
      </w:r>
      <w:proofErr w:type="spellEnd"/>
      <w:r w:rsidRPr="00777A98">
        <w:rPr>
          <w:rFonts w:ascii="Times New Roman" w:eastAsia="Times New Roman" w:hAnsi="Times New Roman" w:cs="Times New Roman"/>
          <w:lang w:val="en-US"/>
        </w:rPr>
        <w:t xml:space="preserve"> din </w:t>
      </w:r>
      <w:proofErr w:type="spellStart"/>
      <w:r w:rsidRPr="00777A98">
        <w:rPr>
          <w:rFonts w:ascii="Times New Roman" w:eastAsia="Times New Roman" w:hAnsi="Times New Roman" w:cs="Times New Roman"/>
          <w:lang w:val="en-US"/>
        </w:rPr>
        <w:t>enunț</w:t>
      </w:r>
      <w:proofErr w:type="spellEnd"/>
      <w:r w:rsidRPr="00777A98">
        <w:rPr>
          <w:rFonts w:ascii="Times New Roman" w:eastAsia="Times New Roman" w:hAnsi="Times New Roman" w:cs="Times New Roman"/>
          <w:lang w:val="en-US"/>
        </w:rPr>
        <w:t>.</w:t>
      </w:r>
    </w:p>
    <w:p w14:paraId="6E27CA69" w14:textId="77777777" w:rsidR="0000620D" w:rsidRPr="0000620D" w:rsidRDefault="0000620D" w:rsidP="0000620D">
      <w:pPr>
        <w:pStyle w:val="ListParagraph"/>
        <w:spacing w:after="0"/>
        <w:ind w:left="0"/>
        <w:jc w:val="both"/>
        <w:rPr>
          <w:rFonts w:ascii="Courier New" w:hAnsi="Courier New" w:cs="Courier New"/>
          <w:noProof/>
          <w:sz w:val="16"/>
        </w:rPr>
      </w:pPr>
    </w:p>
    <w:p w14:paraId="55D23973" w14:textId="77777777" w:rsidR="00777A98" w:rsidRPr="00777A98" w:rsidRDefault="00777A98" w:rsidP="0000620D">
      <w:pPr>
        <w:jc w:val="both"/>
        <w:rPr>
          <w:b/>
          <w:sz w:val="22"/>
          <w:szCs w:val="22"/>
          <w:lang w:val="ro-RO"/>
        </w:rPr>
      </w:pPr>
      <w:r w:rsidRPr="00777A98">
        <w:rPr>
          <w:b/>
          <w:sz w:val="22"/>
          <w:szCs w:val="22"/>
          <w:lang w:val="ro-RO"/>
        </w:rPr>
        <w:t>Date de ieşire</w:t>
      </w:r>
    </w:p>
    <w:p w14:paraId="7CF2CE22" w14:textId="5A6BE9EE" w:rsidR="00777A98" w:rsidRPr="00777A98" w:rsidRDefault="00777A98" w:rsidP="0000620D">
      <w:pPr>
        <w:jc w:val="both"/>
        <w:rPr>
          <w:sz w:val="22"/>
          <w:szCs w:val="22"/>
        </w:rPr>
      </w:pPr>
      <w:proofErr w:type="spellStart"/>
      <w:r w:rsidRPr="00C3497D">
        <w:rPr>
          <w:sz w:val="22"/>
          <w:szCs w:val="22"/>
        </w:rPr>
        <w:t>Fişierul</w:t>
      </w:r>
      <w:proofErr w:type="spellEnd"/>
      <w:r w:rsidRPr="00C3497D">
        <w:rPr>
          <w:sz w:val="22"/>
          <w:szCs w:val="22"/>
        </w:rPr>
        <w:t xml:space="preserve"> de </w:t>
      </w:r>
      <w:proofErr w:type="spellStart"/>
      <w:r w:rsidRPr="00C3497D">
        <w:rPr>
          <w:sz w:val="22"/>
          <w:szCs w:val="22"/>
        </w:rPr>
        <w:t>ieşire</w:t>
      </w:r>
      <w:proofErr w:type="spellEnd"/>
      <w:r w:rsidRPr="00640A7E">
        <w:rPr>
          <w:lang w:val="ro-RO"/>
        </w:rPr>
        <w:t xml:space="preserve"> </w:t>
      </w:r>
      <w:proofErr w:type="spellStart"/>
      <w:r w:rsidRPr="00777A98">
        <w:rPr>
          <w:rFonts w:ascii="Courier New" w:hAnsi="Courier New" w:cs="Courier New"/>
          <w:sz w:val="22"/>
          <w:szCs w:val="22"/>
        </w:rPr>
        <w:t>inimioare.out</w:t>
      </w:r>
      <w:proofErr w:type="spellEnd"/>
      <w:r w:rsidRPr="00640A7E">
        <w:rPr>
          <w:lang w:val="ro-RO"/>
        </w:rPr>
        <w:t xml:space="preserve"> </w:t>
      </w:r>
      <w:r w:rsidRPr="00777A98">
        <w:rPr>
          <w:sz w:val="22"/>
          <w:szCs w:val="22"/>
        </w:rPr>
        <w:t>va conţine o singură linie pe care va fi scris:</w:t>
      </w:r>
    </w:p>
    <w:p w14:paraId="09DAFAFF" w14:textId="77777777" w:rsidR="00777A98" w:rsidRPr="00777A98" w:rsidRDefault="00777A98" w:rsidP="0000620D">
      <w:pPr>
        <w:numPr>
          <w:ilvl w:val="0"/>
          <w:numId w:val="18"/>
        </w:numPr>
        <w:tabs>
          <w:tab w:val="left" w:pos="142"/>
        </w:tabs>
        <w:jc w:val="both"/>
        <w:rPr>
          <w:sz w:val="22"/>
          <w:szCs w:val="22"/>
        </w:rPr>
      </w:pPr>
      <w:r w:rsidRPr="00777A98">
        <w:rPr>
          <w:sz w:val="22"/>
          <w:szCs w:val="22"/>
        </w:rPr>
        <w:t xml:space="preserve">cerința </w:t>
      </w:r>
      <w:r w:rsidRPr="00777A98">
        <w:rPr>
          <w:rFonts w:ascii="Courier New" w:hAnsi="Courier New" w:cs="Courier New"/>
          <w:sz w:val="22"/>
          <w:szCs w:val="22"/>
        </w:rPr>
        <w:t>1</w:t>
      </w:r>
      <w:r w:rsidRPr="00777A98">
        <w:rPr>
          <w:sz w:val="22"/>
          <w:szCs w:val="22"/>
        </w:rPr>
        <w:t xml:space="preserve">: numărul de inimioare mov desenate, </w:t>
      </w:r>
    </w:p>
    <w:p w14:paraId="30DBB9DE" w14:textId="77777777" w:rsidR="00777A98" w:rsidRPr="00777A98" w:rsidRDefault="00777A98" w:rsidP="0000620D">
      <w:pPr>
        <w:numPr>
          <w:ilvl w:val="0"/>
          <w:numId w:val="18"/>
        </w:numPr>
        <w:tabs>
          <w:tab w:val="left" w:pos="142"/>
        </w:tabs>
        <w:ind w:left="0" w:firstLine="0"/>
        <w:jc w:val="both"/>
        <w:rPr>
          <w:sz w:val="22"/>
          <w:szCs w:val="22"/>
        </w:rPr>
      </w:pPr>
      <w:r w:rsidRPr="00777A98">
        <w:rPr>
          <w:sz w:val="22"/>
          <w:szCs w:val="22"/>
        </w:rPr>
        <w:t xml:space="preserve">cerința </w:t>
      </w:r>
      <w:r w:rsidRPr="00777A98">
        <w:rPr>
          <w:rFonts w:ascii="Courier New" w:hAnsi="Courier New" w:cs="Courier New"/>
          <w:sz w:val="22"/>
          <w:szCs w:val="22"/>
        </w:rPr>
        <w:t>2</w:t>
      </w:r>
      <w:r w:rsidRPr="00777A98">
        <w:rPr>
          <w:sz w:val="22"/>
          <w:szCs w:val="22"/>
        </w:rPr>
        <w:t xml:space="preserve">: numărul de inimioare desenate pe caiet, </w:t>
      </w:r>
    </w:p>
    <w:p w14:paraId="78763A15" w14:textId="27716B56" w:rsidR="00777A98" w:rsidRDefault="00777A98" w:rsidP="0000620D">
      <w:pPr>
        <w:numPr>
          <w:ilvl w:val="0"/>
          <w:numId w:val="18"/>
        </w:numPr>
        <w:tabs>
          <w:tab w:val="left" w:pos="142"/>
        </w:tabs>
        <w:ind w:left="0" w:firstLine="0"/>
        <w:jc w:val="both"/>
        <w:rPr>
          <w:sz w:val="22"/>
          <w:szCs w:val="22"/>
        </w:rPr>
      </w:pPr>
      <w:proofErr w:type="spellStart"/>
      <w:r w:rsidRPr="00777A98">
        <w:rPr>
          <w:sz w:val="22"/>
          <w:szCs w:val="22"/>
        </w:rPr>
        <w:t>cerința</w:t>
      </w:r>
      <w:proofErr w:type="spellEnd"/>
      <w:r w:rsidRPr="00777A98">
        <w:rPr>
          <w:sz w:val="22"/>
          <w:szCs w:val="22"/>
        </w:rPr>
        <w:t xml:space="preserve"> </w:t>
      </w:r>
      <w:r w:rsidRPr="00777A98">
        <w:rPr>
          <w:rFonts w:ascii="Courier New" w:hAnsi="Courier New" w:cs="Courier New"/>
          <w:sz w:val="22"/>
          <w:szCs w:val="22"/>
        </w:rPr>
        <w:t>3</w:t>
      </w:r>
      <w:r w:rsidRPr="00777A98">
        <w:rPr>
          <w:sz w:val="22"/>
          <w:szCs w:val="22"/>
        </w:rPr>
        <w:t xml:space="preserve">: </w:t>
      </w:r>
      <w:proofErr w:type="spellStart"/>
      <w:r w:rsidRPr="00777A98">
        <w:rPr>
          <w:sz w:val="22"/>
          <w:szCs w:val="22"/>
        </w:rPr>
        <w:t>numărul</w:t>
      </w:r>
      <w:proofErr w:type="spellEnd"/>
      <w:r w:rsidRPr="00777A98">
        <w:rPr>
          <w:sz w:val="22"/>
          <w:szCs w:val="22"/>
        </w:rPr>
        <w:t xml:space="preserve"> de </w:t>
      </w:r>
      <w:proofErr w:type="spellStart"/>
      <w:r w:rsidRPr="00777A98">
        <w:rPr>
          <w:sz w:val="22"/>
          <w:szCs w:val="22"/>
        </w:rPr>
        <w:t>pagini</w:t>
      </w:r>
      <w:proofErr w:type="spellEnd"/>
      <w:r w:rsidRPr="00777A98">
        <w:rPr>
          <w:sz w:val="22"/>
          <w:szCs w:val="22"/>
        </w:rPr>
        <w:t xml:space="preserve"> </w:t>
      </w:r>
      <w:proofErr w:type="spellStart"/>
      <w:r w:rsidRPr="00777A98">
        <w:rPr>
          <w:sz w:val="22"/>
          <w:szCs w:val="22"/>
        </w:rPr>
        <w:t>albe</w:t>
      </w:r>
      <w:proofErr w:type="spellEnd"/>
      <w:r w:rsidRPr="00777A98">
        <w:rPr>
          <w:sz w:val="22"/>
          <w:szCs w:val="22"/>
        </w:rPr>
        <w:t>.</w:t>
      </w:r>
    </w:p>
    <w:p w14:paraId="452F82D5" w14:textId="77777777" w:rsidR="0000620D" w:rsidRPr="0000620D" w:rsidRDefault="0000620D" w:rsidP="0000620D">
      <w:pPr>
        <w:tabs>
          <w:tab w:val="left" w:pos="142"/>
        </w:tabs>
        <w:jc w:val="both"/>
        <w:rPr>
          <w:sz w:val="16"/>
          <w:szCs w:val="22"/>
        </w:rPr>
      </w:pPr>
    </w:p>
    <w:p w14:paraId="0346E981" w14:textId="316D6DD1" w:rsidR="00585745" w:rsidRPr="00C3497D" w:rsidRDefault="00585745" w:rsidP="0000620D">
      <w:pPr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Restricții</w:t>
      </w:r>
    </w:p>
    <w:p w14:paraId="3BA1A342" w14:textId="7C358655" w:rsidR="00775B4D" w:rsidRDefault="00AE3028" w:rsidP="00775B4D">
      <w:pPr>
        <w:pStyle w:val="PlainText"/>
        <w:numPr>
          <w:ilvl w:val="0"/>
          <w:numId w:val="12"/>
        </w:numPr>
        <w:jc w:val="both"/>
        <w:rPr>
          <w:rFonts w:eastAsia="SimSun" w:cs="Courier New"/>
          <w:szCs w:val="22"/>
          <w:lang w:eastAsia="ru-RU"/>
        </w:rPr>
      </w:pPr>
      <w:r>
        <w:rPr>
          <w:rFonts w:eastAsia="SimSun" w:cs="Courier New"/>
          <w:szCs w:val="22"/>
          <w:lang w:eastAsia="ru-RU"/>
        </w:rPr>
        <w:t>1 ≤ n ≤ 10000000</w:t>
      </w:r>
      <w:r w:rsidR="00777A98" w:rsidRPr="00777A98">
        <w:rPr>
          <w:rFonts w:eastAsia="SimSun" w:cs="Courier New"/>
          <w:szCs w:val="22"/>
          <w:lang w:eastAsia="ru-RU"/>
        </w:rPr>
        <w:t>; 1 ≤ k</w:t>
      </w:r>
      <w:r w:rsidR="00777A98" w:rsidRPr="00C47EA8">
        <w:rPr>
          <w:rFonts w:eastAsia="SimSun" w:cs="Courier New"/>
          <w:szCs w:val="22"/>
          <w:vertAlign w:val="subscript"/>
          <w:lang w:eastAsia="ru-RU"/>
        </w:rPr>
        <w:t>1</w:t>
      </w:r>
      <w:r w:rsidR="00777A98" w:rsidRPr="00777A98">
        <w:rPr>
          <w:rFonts w:eastAsia="SimSun" w:cs="Courier New"/>
          <w:szCs w:val="22"/>
          <w:lang w:eastAsia="ru-RU"/>
        </w:rPr>
        <w:t>,k</w:t>
      </w:r>
      <w:r w:rsidR="00777A98" w:rsidRPr="00C47EA8">
        <w:rPr>
          <w:rFonts w:eastAsia="SimSun" w:cs="Courier New"/>
          <w:szCs w:val="22"/>
          <w:vertAlign w:val="subscript"/>
          <w:lang w:eastAsia="ru-RU"/>
        </w:rPr>
        <w:t>2</w:t>
      </w:r>
      <w:r>
        <w:rPr>
          <w:rFonts w:eastAsia="SimSun" w:cs="Courier New"/>
          <w:szCs w:val="22"/>
          <w:lang w:eastAsia="ru-RU"/>
        </w:rPr>
        <w:t xml:space="preserve"> ≤ 1000</w:t>
      </w:r>
      <w:r w:rsidR="00777A98" w:rsidRPr="00777A98">
        <w:rPr>
          <w:rFonts w:eastAsia="SimSun" w:cs="Courier New"/>
          <w:szCs w:val="22"/>
          <w:lang w:eastAsia="ru-RU"/>
        </w:rPr>
        <w:t>0</w:t>
      </w:r>
      <w:r>
        <w:rPr>
          <w:rFonts w:eastAsia="SimSun" w:cs="Courier New"/>
          <w:szCs w:val="22"/>
          <w:lang w:eastAsia="ru-RU"/>
        </w:rPr>
        <w:t>0</w:t>
      </w:r>
      <w:r w:rsidR="00777A98" w:rsidRPr="00777A98">
        <w:rPr>
          <w:rFonts w:eastAsia="SimSun" w:cs="Courier New"/>
          <w:szCs w:val="22"/>
          <w:lang w:eastAsia="ru-RU"/>
        </w:rPr>
        <w:t>; 1 ≤ n</w:t>
      </w:r>
      <w:r w:rsidR="00777A98" w:rsidRPr="00C47EA8">
        <w:rPr>
          <w:rFonts w:eastAsia="SimSun" w:cs="Courier New"/>
          <w:szCs w:val="22"/>
          <w:vertAlign w:val="subscript"/>
          <w:lang w:eastAsia="ru-RU"/>
        </w:rPr>
        <w:t>1</w:t>
      </w:r>
      <w:r w:rsidR="00777A98" w:rsidRPr="00777A98">
        <w:rPr>
          <w:rFonts w:eastAsia="SimSun" w:cs="Courier New"/>
          <w:szCs w:val="22"/>
          <w:lang w:eastAsia="ru-RU"/>
        </w:rPr>
        <w:t xml:space="preserve"> ≤ 100000</w:t>
      </w:r>
      <w:r>
        <w:rPr>
          <w:rFonts w:eastAsia="SimSun" w:cs="Courier New"/>
          <w:szCs w:val="22"/>
          <w:lang w:eastAsia="ru-RU"/>
        </w:rPr>
        <w:t>0</w:t>
      </w:r>
      <w:r w:rsidR="00775B4D">
        <w:rPr>
          <w:rFonts w:eastAsia="SimSun" w:cs="Courier New"/>
          <w:szCs w:val="22"/>
          <w:lang w:eastAsia="ru-RU"/>
        </w:rPr>
        <w:t>.</w:t>
      </w:r>
    </w:p>
    <w:p w14:paraId="4A6ABE52" w14:textId="5FE85809" w:rsidR="0000620D" w:rsidRPr="00A3795B" w:rsidRDefault="0000620D" w:rsidP="00775B4D">
      <w:pPr>
        <w:pStyle w:val="PlainText"/>
        <w:numPr>
          <w:ilvl w:val="0"/>
          <w:numId w:val="12"/>
        </w:numPr>
        <w:jc w:val="both"/>
        <w:rPr>
          <w:rFonts w:eastAsia="SimSun" w:cs="Courier New"/>
          <w:szCs w:val="22"/>
          <w:lang w:eastAsia="ru-RU"/>
        </w:rPr>
      </w:pPr>
      <w:r w:rsidRPr="00777A98">
        <w:rPr>
          <w:rFonts w:ascii="Times New Roman" w:hAnsi="Times New Roman"/>
          <w:noProof/>
          <w:sz w:val="22"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12C37F7F" wp14:editId="3F0BBC15">
                <wp:simplePos x="0" y="0"/>
                <wp:positionH relativeFrom="column">
                  <wp:posOffset>3120390</wp:posOffset>
                </wp:positionH>
                <wp:positionV relativeFrom="paragraph">
                  <wp:posOffset>5596255</wp:posOffset>
                </wp:positionV>
                <wp:extent cx="461010" cy="373380"/>
                <wp:effectExtent l="19050" t="19050" r="15240" b="7620"/>
                <wp:wrapNone/>
                <wp:docPr id="152186725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010" cy="373380"/>
                          <a:chOff x="7080" y="12419"/>
                          <a:chExt cx="726" cy="588"/>
                        </a:xfrm>
                      </wpg:grpSpPr>
                      <wps:wsp>
                        <wps:cNvPr id="1521867255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7092" y="12419"/>
                            <a:ext cx="684" cy="58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67256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7254" y="12425"/>
                            <a:ext cx="372" cy="3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67257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7434" y="12707"/>
                            <a:ext cx="372" cy="3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67258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7080" y="12707"/>
                            <a:ext cx="372" cy="3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80056" id="Group 20" o:spid="_x0000_s1026" style="position:absolute;margin-left:245.7pt;margin-top:440.65pt;width:36.3pt;height:29.4pt;z-index:251647488" coordorigin="7080,12419" coordsize="726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1" o:spid="_x0000_s1027" type="#_x0000_t5" style="position:absolute;left:7092;top:12419;width:684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"/>
                <v:shape id="AutoShape 22" o:spid="_x0000_s1028" type="#_x0000_t5" style="position:absolute;left:7254;top:12425;width:37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"/>
                <v:shape id="AutoShape 23" o:spid="_x0000_s1029" type="#_x0000_t5" style="position:absolute;left:7434;top:12707;width:37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"/>
                <v:shape id="AutoShape 24" o:spid="_x0000_s1030" type="#_x0000_t5" style="position:absolute;left:7080;top:12707;width:37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"/>
              </v:group>
            </w:pict>
          </mc:Fallback>
        </mc:AlternateContent>
      </w:r>
      <w:r w:rsidRPr="00777A98">
        <w:rPr>
          <w:rFonts w:ascii="Times New Roman" w:hAnsi="Times New Roman"/>
          <w:noProof/>
          <w:sz w:val="22"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0FEF10B" wp14:editId="6BB31B5E">
                <wp:simplePos x="0" y="0"/>
                <wp:positionH relativeFrom="column">
                  <wp:posOffset>3120390</wp:posOffset>
                </wp:positionH>
                <wp:positionV relativeFrom="paragraph">
                  <wp:posOffset>5596255</wp:posOffset>
                </wp:positionV>
                <wp:extent cx="461010" cy="373380"/>
                <wp:effectExtent l="19050" t="19050" r="15240" b="7620"/>
                <wp:wrapNone/>
                <wp:docPr id="152186724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010" cy="373380"/>
                          <a:chOff x="7080" y="12419"/>
                          <a:chExt cx="726" cy="588"/>
                        </a:xfrm>
                      </wpg:grpSpPr>
                      <wps:wsp>
                        <wps:cNvPr id="1521867250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7092" y="12419"/>
                            <a:ext cx="684" cy="58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67251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7254" y="12425"/>
                            <a:ext cx="372" cy="3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67252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7434" y="12707"/>
                            <a:ext cx="372" cy="3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67253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7080" y="12707"/>
                            <a:ext cx="372" cy="3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69C39" id="Group 15" o:spid="_x0000_s1026" style="position:absolute;margin-left:245.7pt;margin-top:440.65pt;width:36.3pt;height:29.4pt;z-index:251646464" coordorigin="7080,12419" coordsize="726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">
                <v:shape id="AutoShape 16" o:spid="_x0000_s1027" type="#_x0000_t5" style="position:absolute;left:7092;top:12419;width:684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"/>
                <v:shape id="AutoShape 17" o:spid="_x0000_s1028" type="#_x0000_t5" style="position:absolute;left:7254;top:12425;width:37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"/>
                <v:shape id="AutoShape 18" o:spid="_x0000_s1029" type="#_x0000_t5" style="position:absolute;left:7434;top:12707;width:37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"/>
                <v:shape id="AutoShape 19" o:spid="_x0000_s1030" type="#_x0000_t5" style="position:absolute;left:7080;top:12707;width:37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"/>
              </v:group>
            </w:pict>
          </mc:Fallback>
        </mc:AlternateContent>
      </w:r>
      <w:proofErr w:type="spellStart"/>
      <w:r w:rsidR="00775B4D">
        <w:rPr>
          <w:rFonts w:ascii="Times New Roman" w:hAnsi="Times New Roman"/>
          <w:sz w:val="22"/>
          <w:szCs w:val="22"/>
          <w:lang w:val="en-US" w:eastAsia="en-US"/>
        </w:rPr>
        <w:t>fiecare</w:t>
      </w:r>
      <w:proofErr w:type="spellEnd"/>
      <w:r w:rsidR="00775B4D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proofErr w:type="spellStart"/>
      <w:r w:rsidR="00775B4D">
        <w:rPr>
          <w:rFonts w:ascii="Times New Roman" w:hAnsi="Times New Roman"/>
          <w:sz w:val="22"/>
          <w:szCs w:val="22"/>
          <w:lang w:val="en-US" w:eastAsia="en-US"/>
        </w:rPr>
        <w:t>cerință</w:t>
      </w:r>
      <w:proofErr w:type="spellEnd"/>
      <w:r w:rsidR="00777A98" w:rsidRPr="00775B4D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proofErr w:type="spellStart"/>
      <w:r w:rsidR="00777A98" w:rsidRPr="00775B4D">
        <w:rPr>
          <w:rFonts w:ascii="Times New Roman" w:hAnsi="Times New Roman"/>
          <w:sz w:val="22"/>
          <w:szCs w:val="22"/>
          <w:lang w:val="en-US" w:eastAsia="en-US"/>
        </w:rPr>
        <w:t>primește</w:t>
      </w:r>
      <w:proofErr w:type="spellEnd"/>
      <w:r w:rsidR="00777A98" w:rsidRPr="00775B4D">
        <w:rPr>
          <w:rFonts w:ascii="Times New Roman" w:hAnsi="Times New Roman"/>
          <w:sz w:val="22"/>
          <w:szCs w:val="22"/>
          <w:lang w:val="en-US" w:eastAsia="en-US"/>
        </w:rPr>
        <w:t xml:space="preserve"> 30 de </w:t>
      </w:r>
      <w:proofErr w:type="spellStart"/>
      <w:r w:rsidR="00775B4D">
        <w:rPr>
          <w:rFonts w:ascii="Times New Roman" w:hAnsi="Times New Roman"/>
          <w:sz w:val="22"/>
          <w:szCs w:val="22"/>
          <w:lang w:val="en-US" w:eastAsia="en-US"/>
        </w:rPr>
        <w:t>punct</w:t>
      </w:r>
      <w:r w:rsidR="00444661">
        <w:rPr>
          <w:rFonts w:ascii="Times New Roman" w:hAnsi="Times New Roman"/>
          <w:sz w:val="22"/>
          <w:szCs w:val="22"/>
          <w:lang w:val="en-US" w:eastAsia="en-US"/>
        </w:rPr>
        <w:t>e</w:t>
      </w:r>
      <w:proofErr w:type="spellEnd"/>
      <w:r w:rsidR="00775B4D">
        <w:rPr>
          <w:rFonts w:ascii="Times New Roman" w:hAnsi="Times New Roman"/>
          <w:sz w:val="22"/>
          <w:szCs w:val="22"/>
          <w:lang w:val="en-US" w:eastAsia="en-US"/>
        </w:rPr>
        <w:t>.</w:t>
      </w:r>
    </w:p>
    <w:p w14:paraId="6F862E1A" w14:textId="77777777" w:rsidR="00A3795B" w:rsidRPr="00A3795B" w:rsidRDefault="00A3795B" w:rsidP="00A3795B">
      <w:pPr>
        <w:pStyle w:val="PlainText"/>
        <w:ind w:left="360"/>
        <w:jc w:val="both"/>
        <w:rPr>
          <w:rFonts w:eastAsia="SimSun" w:cs="Courier New"/>
          <w:sz w:val="16"/>
          <w:szCs w:val="22"/>
          <w:lang w:eastAsia="ru-RU"/>
        </w:rPr>
      </w:pPr>
    </w:p>
    <w:p w14:paraId="07414FC0" w14:textId="21A8776A" w:rsidR="00544FEF" w:rsidRPr="0000620D" w:rsidRDefault="004E73D9" w:rsidP="0000620D">
      <w:pPr>
        <w:pStyle w:val="ProblemStatement"/>
        <w:ind w:firstLine="0"/>
        <w:rPr>
          <w:b/>
          <w:bCs/>
          <w:szCs w:val="22"/>
          <w:lang w:val="ro-RO"/>
        </w:rPr>
      </w:pPr>
      <w:r w:rsidRPr="00C3497D">
        <w:rPr>
          <w:b/>
          <w:bCs/>
          <w:szCs w:val="22"/>
          <w:lang w:val="ro-RO"/>
        </w:rPr>
        <w:t>Exemple</w:t>
      </w:r>
    </w:p>
    <w:tbl>
      <w:tblPr>
        <w:tblpPr w:leftFromText="180" w:rightFromText="180" w:vertAnchor="text" w:tblpXSpec="center" w:tblpY="21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600"/>
        <w:gridCol w:w="601"/>
        <w:gridCol w:w="150"/>
        <w:gridCol w:w="450"/>
        <w:gridCol w:w="600"/>
        <w:gridCol w:w="601"/>
        <w:gridCol w:w="475"/>
        <w:gridCol w:w="125"/>
        <w:gridCol w:w="601"/>
        <w:gridCol w:w="600"/>
        <w:gridCol w:w="600"/>
        <w:gridCol w:w="601"/>
        <w:gridCol w:w="600"/>
        <w:gridCol w:w="600"/>
        <w:gridCol w:w="601"/>
        <w:gridCol w:w="600"/>
        <w:gridCol w:w="601"/>
      </w:tblGrid>
      <w:tr w:rsidR="003D6F34" w:rsidRPr="00225C35" w14:paraId="4292D8CF" w14:textId="77777777" w:rsidTr="00425B66">
        <w:tc>
          <w:tcPr>
            <w:tcW w:w="600" w:type="dxa"/>
            <w:vAlign w:val="center"/>
          </w:tcPr>
          <w:p w14:paraId="789DE993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1</w:t>
            </w:r>
          </w:p>
        </w:tc>
        <w:tc>
          <w:tcPr>
            <w:tcW w:w="600" w:type="dxa"/>
            <w:vAlign w:val="center"/>
          </w:tcPr>
          <w:p w14:paraId="5D16ABB4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2</w:t>
            </w:r>
          </w:p>
        </w:tc>
        <w:tc>
          <w:tcPr>
            <w:tcW w:w="601" w:type="dxa"/>
            <w:vAlign w:val="center"/>
          </w:tcPr>
          <w:p w14:paraId="49C6099B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3</w:t>
            </w:r>
          </w:p>
        </w:tc>
        <w:tc>
          <w:tcPr>
            <w:tcW w:w="600" w:type="dxa"/>
            <w:gridSpan w:val="2"/>
            <w:vAlign w:val="center"/>
          </w:tcPr>
          <w:p w14:paraId="4D6B6AC1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4</w:t>
            </w:r>
          </w:p>
        </w:tc>
        <w:tc>
          <w:tcPr>
            <w:tcW w:w="600" w:type="dxa"/>
            <w:vAlign w:val="center"/>
          </w:tcPr>
          <w:p w14:paraId="2CEB5A16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5</w:t>
            </w:r>
          </w:p>
        </w:tc>
        <w:tc>
          <w:tcPr>
            <w:tcW w:w="601" w:type="dxa"/>
            <w:vAlign w:val="center"/>
          </w:tcPr>
          <w:p w14:paraId="5BEBCE04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6</w:t>
            </w:r>
          </w:p>
        </w:tc>
        <w:tc>
          <w:tcPr>
            <w:tcW w:w="600" w:type="dxa"/>
            <w:gridSpan w:val="2"/>
            <w:vAlign w:val="center"/>
          </w:tcPr>
          <w:p w14:paraId="004B48FF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7</w:t>
            </w:r>
          </w:p>
        </w:tc>
        <w:tc>
          <w:tcPr>
            <w:tcW w:w="601" w:type="dxa"/>
            <w:vAlign w:val="center"/>
          </w:tcPr>
          <w:p w14:paraId="633C146F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8</w:t>
            </w:r>
          </w:p>
        </w:tc>
        <w:tc>
          <w:tcPr>
            <w:tcW w:w="600" w:type="dxa"/>
            <w:vAlign w:val="center"/>
          </w:tcPr>
          <w:p w14:paraId="12E8D034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9</w:t>
            </w:r>
          </w:p>
        </w:tc>
        <w:tc>
          <w:tcPr>
            <w:tcW w:w="600" w:type="dxa"/>
            <w:vAlign w:val="center"/>
          </w:tcPr>
          <w:p w14:paraId="08880FA5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10</w:t>
            </w:r>
          </w:p>
        </w:tc>
        <w:tc>
          <w:tcPr>
            <w:tcW w:w="601" w:type="dxa"/>
            <w:vAlign w:val="center"/>
          </w:tcPr>
          <w:p w14:paraId="66CCDB9F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11</w:t>
            </w:r>
          </w:p>
        </w:tc>
        <w:tc>
          <w:tcPr>
            <w:tcW w:w="600" w:type="dxa"/>
            <w:vAlign w:val="center"/>
          </w:tcPr>
          <w:p w14:paraId="5C1242D2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12</w:t>
            </w:r>
          </w:p>
        </w:tc>
        <w:tc>
          <w:tcPr>
            <w:tcW w:w="600" w:type="dxa"/>
            <w:vAlign w:val="center"/>
          </w:tcPr>
          <w:p w14:paraId="439A46E2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13</w:t>
            </w:r>
          </w:p>
        </w:tc>
        <w:tc>
          <w:tcPr>
            <w:tcW w:w="601" w:type="dxa"/>
            <w:vAlign w:val="center"/>
          </w:tcPr>
          <w:p w14:paraId="109E28B7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14</w:t>
            </w:r>
          </w:p>
        </w:tc>
        <w:tc>
          <w:tcPr>
            <w:tcW w:w="600" w:type="dxa"/>
            <w:vAlign w:val="center"/>
          </w:tcPr>
          <w:p w14:paraId="1E8CBB71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15</w:t>
            </w:r>
          </w:p>
        </w:tc>
        <w:tc>
          <w:tcPr>
            <w:tcW w:w="601" w:type="dxa"/>
            <w:vAlign w:val="center"/>
          </w:tcPr>
          <w:p w14:paraId="17FF920E" w14:textId="77777777" w:rsidR="003D6F34" w:rsidRPr="00DF08C2" w:rsidRDefault="003D6F34" w:rsidP="0000620D">
            <w:pPr>
              <w:jc w:val="center"/>
              <w:rPr>
                <w:sz w:val="16"/>
                <w:szCs w:val="22"/>
                <w:lang w:val="ro-RO"/>
              </w:rPr>
            </w:pPr>
            <w:r w:rsidRPr="00DF08C2">
              <w:rPr>
                <w:sz w:val="16"/>
                <w:szCs w:val="22"/>
                <w:lang w:val="ro-RO"/>
              </w:rPr>
              <w:t>16</w:t>
            </w:r>
          </w:p>
        </w:tc>
      </w:tr>
      <w:tr w:rsidR="003D6F34" w:rsidRPr="00225C35" w14:paraId="71C1D82A" w14:textId="77777777" w:rsidTr="0000620D">
        <w:trPr>
          <w:trHeight w:val="364"/>
        </w:trPr>
        <w:tc>
          <w:tcPr>
            <w:tcW w:w="600" w:type="dxa"/>
          </w:tcPr>
          <w:p w14:paraId="1694601B" w14:textId="736B96D0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57A821B" wp14:editId="15262524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29845</wp:posOffset>
                      </wp:positionV>
                      <wp:extent cx="129540" cy="152400"/>
                      <wp:effectExtent l="0" t="0" r="3810" b="19050"/>
                      <wp:wrapNone/>
                      <wp:docPr id="1521867248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375623"/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CE6D5" id="AutoShape 56" o:spid="_x0000_s1026" style="position:absolute;margin-left:4.7pt;margin-top:2.35pt;width:10.2pt;height:1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black" stroked="f" strokeweight="0">
                      <v:stroke joinstyle="miter"/>
                      <v:shadow on="t" color="#375623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14:paraId="5537BCA8" w14:textId="77777777" w:rsidR="003D6F34" w:rsidRPr="00225C35" w:rsidRDefault="003D6F34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</w:p>
        </w:tc>
        <w:tc>
          <w:tcPr>
            <w:tcW w:w="601" w:type="dxa"/>
          </w:tcPr>
          <w:p w14:paraId="564D527F" w14:textId="7EE0E2E8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D3D7A70" wp14:editId="678F4898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34925</wp:posOffset>
                      </wp:positionV>
                      <wp:extent cx="129540" cy="152400"/>
                      <wp:effectExtent l="0" t="0" r="22860" b="38100"/>
                      <wp:wrapNone/>
                      <wp:docPr id="1521867247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1D539" id="AutoShape 57" o:spid="_x0000_s1026" style="position:absolute;margin-left:4.2pt;margin-top:2.75pt;width:10.2pt;height:1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pt">
                      <v:stroke joinstyle="miter"/>
                      <v:shadow on="t" color="#823b0b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0" w:type="dxa"/>
            <w:gridSpan w:val="2"/>
          </w:tcPr>
          <w:p w14:paraId="6F62A754" w14:textId="79C2D702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276A9E3E" wp14:editId="0BBD5717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42545</wp:posOffset>
                      </wp:positionV>
                      <wp:extent cx="129540" cy="152400"/>
                      <wp:effectExtent l="19050" t="19050" r="22860" b="57150"/>
                      <wp:wrapNone/>
                      <wp:docPr id="1521867245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56557" id="AutoShape 58" o:spid="_x0000_s1026" style="position:absolute;margin-left:4.35pt;margin-top:3.35pt;width:10.2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4472c4" strokecolor="#f2f2f2" strokeweight="3pt">
                      <v:stroke joinstyle="miter"/>
                      <v:shadow on="t" color="#1f3763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14:paraId="36BA2F83" w14:textId="245E8BBA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9021C8C" wp14:editId="6BF15534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50165</wp:posOffset>
                      </wp:positionV>
                      <wp:extent cx="129540" cy="152400"/>
                      <wp:effectExtent l="0" t="0" r="22860" b="38100"/>
                      <wp:wrapNone/>
                      <wp:docPr id="1521867244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2AB62" id="AutoShape 75" o:spid="_x0000_s1026" style="position:absolute;margin-left:5.15pt;margin-top:3.95pt;width:10.2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pt">
                      <v:stroke joinstyle="miter"/>
                      <v:shadow on="t" color="#823b0b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1" w:type="dxa"/>
          </w:tcPr>
          <w:p w14:paraId="1FBD80F2" w14:textId="77777777" w:rsidR="003D6F34" w:rsidRPr="00225C35" w:rsidRDefault="003D6F34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</w:p>
        </w:tc>
        <w:tc>
          <w:tcPr>
            <w:tcW w:w="600" w:type="dxa"/>
            <w:gridSpan w:val="2"/>
          </w:tcPr>
          <w:p w14:paraId="44087AE9" w14:textId="34A543E6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8B11A60" wp14:editId="449F770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42545</wp:posOffset>
                      </wp:positionV>
                      <wp:extent cx="129540" cy="152400"/>
                      <wp:effectExtent l="0" t="0" r="3810" b="19050"/>
                      <wp:wrapNone/>
                      <wp:docPr id="1521867243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375623"/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D267A" id="AutoShape 74" o:spid="_x0000_s1026" style="position:absolute;margin-left:3.5pt;margin-top:3.35pt;width:10.2pt;height:1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black" stroked="f" strokeweight="0">
                      <v:stroke joinstyle="miter"/>
                      <v:shadow on="t" color="#375623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1" w:type="dxa"/>
          </w:tcPr>
          <w:p w14:paraId="146022ED" w14:textId="77777777" w:rsidR="003D6F34" w:rsidRPr="00225C35" w:rsidRDefault="003D6F34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</w:p>
        </w:tc>
        <w:tc>
          <w:tcPr>
            <w:tcW w:w="600" w:type="dxa"/>
          </w:tcPr>
          <w:p w14:paraId="47288F40" w14:textId="1425D82A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DEC1C5" wp14:editId="2542F10A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42545</wp:posOffset>
                      </wp:positionV>
                      <wp:extent cx="129540" cy="152400"/>
                      <wp:effectExtent l="0" t="0" r="22860" b="38100"/>
                      <wp:wrapNone/>
                      <wp:docPr id="1521867242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E244C" id="AutoShape 76" o:spid="_x0000_s1026" style="position:absolute;margin-left:4.2pt;margin-top:3.35pt;width:10.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pt">
                      <v:stroke joinstyle="miter"/>
                      <v:shadow on="t" color="#823b0b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14:paraId="7A0C6A14" w14:textId="6D200408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C94BBF7" wp14:editId="51A2C9AE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45085</wp:posOffset>
                      </wp:positionV>
                      <wp:extent cx="129540" cy="152400"/>
                      <wp:effectExtent l="19050" t="19050" r="22860" b="57150"/>
                      <wp:wrapNone/>
                      <wp:docPr id="1521867241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DA4BF" id="AutoShape 65" o:spid="_x0000_s1026" style="position:absolute;margin-left:4.1pt;margin-top:3.55pt;width:10.2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4472c4" strokecolor="#f2f2f2" strokeweight="3pt">
                      <v:stroke joinstyle="miter"/>
                      <v:shadow on="t" color="#1f3763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1" w:type="dxa"/>
          </w:tcPr>
          <w:p w14:paraId="494E8DAE" w14:textId="523735F0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94D91C0" wp14:editId="23997C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34925</wp:posOffset>
                      </wp:positionV>
                      <wp:extent cx="129540" cy="152400"/>
                      <wp:effectExtent l="0" t="0" r="22860" b="38100"/>
                      <wp:wrapNone/>
                      <wp:docPr id="1521867240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6772A" id="AutoShape 77" o:spid="_x0000_s1026" style="position:absolute;margin-left:4.4pt;margin-top:2.75pt;width:10.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pt">
                      <v:stroke joinstyle="miter"/>
                      <v:shadow on="t" color="#823b0b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14:paraId="659E3555" w14:textId="77777777" w:rsidR="003D6F34" w:rsidRPr="00225C35" w:rsidRDefault="003D6F34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</w:p>
        </w:tc>
        <w:tc>
          <w:tcPr>
            <w:tcW w:w="600" w:type="dxa"/>
          </w:tcPr>
          <w:p w14:paraId="0170F804" w14:textId="580707B5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5D64061" wp14:editId="7A422EB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34925</wp:posOffset>
                      </wp:positionV>
                      <wp:extent cx="129540" cy="152400"/>
                      <wp:effectExtent l="0" t="0" r="3810" b="19050"/>
                      <wp:wrapNone/>
                      <wp:docPr id="1521867239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375623"/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4A24D" id="AutoShape 73" o:spid="_x0000_s1026" style="position:absolute;margin-left:3.75pt;margin-top:2.75pt;width:10.2pt;height:1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black" stroked="f" strokeweight="0">
                      <v:stroke joinstyle="miter"/>
                      <v:shadow on="t" color="#375623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1" w:type="dxa"/>
          </w:tcPr>
          <w:p w14:paraId="65E767C6" w14:textId="77777777" w:rsidR="003D6F34" w:rsidRPr="00225C35" w:rsidRDefault="003D6F34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</w:p>
        </w:tc>
        <w:tc>
          <w:tcPr>
            <w:tcW w:w="600" w:type="dxa"/>
          </w:tcPr>
          <w:p w14:paraId="79850B37" w14:textId="1A9ED064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2C2FAEC" wp14:editId="766EFAF7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42545</wp:posOffset>
                      </wp:positionV>
                      <wp:extent cx="129540" cy="152400"/>
                      <wp:effectExtent l="0" t="0" r="22860" b="38100"/>
                      <wp:wrapNone/>
                      <wp:docPr id="1521867238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F26A5" id="AutoShape 78" o:spid="_x0000_s1026" style="position:absolute;margin-left:4.1pt;margin-top:3.35pt;width:10.2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pt">
                      <v:stroke joinstyle="miter"/>
                      <v:shadow on="t" color="#823b0b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601" w:type="dxa"/>
          </w:tcPr>
          <w:p w14:paraId="000C450E" w14:textId="28C078D9" w:rsidR="003D6F34" w:rsidRPr="00225C35" w:rsidRDefault="0000620D" w:rsidP="0000620D">
            <w:pPr>
              <w:jc w:val="both"/>
              <w:rPr>
                <w:b/>
                <w:spacing w:val="-4"/>
                <w:sz w:val="22"/>
                <w:szCs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1294380" wp14:editId="1C6D50C6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42545</wp:posOffset>
                      </wp:positionV>
                      <wp:extent cx="129540" cy="152400"/>
                      <wp:effectExtent l="19050" t="19050" r="22860" b="57150"/>
                      <wp:wrapNone/>
                      <wp:docPr id="1521867237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39479" id="AutoShape 66" o:spid="_x0000_s1026" style="position:absolute;margin-left:4.2pt;margin-top:3.35pt;width:10.2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4472c4" strokecolor="#f2f2f2" strokeweight="3pt">
                      <v:stroke joinstyle="miter"/>
                      <v:shadow on="t" color="#1f3763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</w:tr>
      <w:tr w:rsidR="003D6F34" w:rsidRPr="00225C35" w14:paraId="5F1EAA93" w14:textId="77777777" w:rsidTr="00425B66">
        <w:tc>
          <w:tcPr>
            <w:tcW w:w="1951" w:type="dxa"/>
            <w:gridSpan w:val="4"/>
          </w:tcPr>
          <w:p w14:paraId="348EB84C" w14:textId="77777777" w:rsidR="003D6F34" w:rsidRPr="003D6F34" w:rsidRDefault="003D6F34" w:rsidP="0000620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2"/>
                <w:lang w:val="ro-RO"/>
              </w:rPr>
            </w:pPr>
            <w:r w:rsidRPr="003D6F34">
              <w:rPr>
                <w:rFonts w:ascii="Courier New" w:hAnsi="Courier New" w:cs="Courier New"/>
                <w:sz w:val="20"/>
                <w:szCs w:val="22"/>
                <w:lang w:val="ro-RO"/>
              </w:rPr>
              <w:t>inimioare</w:t>
            </w:r>
            <w:r w:rsidRPr="003D6F34">
              <w:rPr>
                <w:rFonts w:ascii="Courier New" w:hAnsi="Courier New" w:cs="Courier New"/>
                <w:sz w:val="20"/>
                <w:lang w:val="ro-RO"/>
              </w:rPr>
              <w:t>.</w:t>
            </w:r>
            <w:r w:rsidRPr="003D6F34">
              <w:rPr>
                <w:rFonts w:ascii="Courier New" w:hAnsi="Courier New" w:cs="Courier New"/>
                <w:sz w:val="20"/>
                <w:szCs w:val="22"/>
                <w:lang w:val="ro-RO"/>
              </w:rPr>
              <w:t>in</w:t>
            </w:r>
          </w:p>
        </w:tc>
        <w:tc>
          <w:tcPr>
            <w:tcW w:w="2126" w:type="dxa"/>
            <w:gridSpan w:val="4"/>
          </w:tcPr>
          <w:p w14:paraId="62411898" w14:textId="77777777" w:rsidR="003D6F34" w:rsidRPr="003D6F34" w:rsidRDefault="003D6F34" w:rsidP="0000620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2"/>
                <w:lang w:val="ro-RO"/>
              </w:rPr>
            </w:pPr>
            <w:r w:rsidRPr="003D6F34">
              <w:rPr>
                <w:rFonts w:ascii="Courier New" w:hAnsi="Courier New" w:cs="Courier New"/>
                <w:sz w:val="20"/>
                <w:szCs w:val="22"/>
                <w:lang w:val="ro-RO"/>
              </w:rPr>
              <w:t>inimioare</w:t>
            </w:r>
            <w:r w:rsidRPr="003D6F34">
              <w:rPr>
                <w:rFonts w:ascii="Courier New" w:hAnsi="Courier New" w:cs="Courier New"/>
                <w:sz w:val="20"/>
                <w:lang w:val="ro-RO"/>
              </w:rPr>
              <w:t>.</w:t>
            </w:r>
            <w:r w:rsidRPr="003D6F34">
              <w:rPr>
                <w:rFonts w:ascii="Courier New" w:hAnsi="Courier New" w:cs="Courier New"/>
                <w:sz w:val="20"/>
                <w:szCs w:val="22"/>
                <w:lang w:val="ro-RO"/>
              </w:rPr>
              <w:t>out</w:t>
            </w:r>
          </w:p>
        </w:tc>
        <w:tc>
          <w:tcPr>
            <w:tcW w:w="5529" w:type="dxa"/>
            <w:gridSpan w:val="10"/>
          </w:tcPr>
          <w:p w14:paraId="76596904" w14:textId="0D6AB2D2" w:rsidR="003D6F34" w:rsidRPr="003D6F34" w:rsidRDefault="003D6F34" w:rsidP="0000620D">
            <w:pPr>
              <w:jc w:val="both"/>
              <w:rPr>
                <w:rFonts w:eastAsia="SimSun"/>
                <w:b/>
                <w:bCs/>
                <w:sz w:val="22"/>
                <w:szCs w:val="22"/>
                <w:lang w:val="ro-RO" w:eastAsia="ru-RU"/>
              </w:rPr>
            </w:pPr>
            <w:r w:rsidRPr="003D6F34">
              <w:rPr>
                <w:rFonts w:eastAsia="SimSun"/>
                <w:b/>
                <w:bCs/>
                <w:sz w:val="22"/>
                <w:szCs w:val="22"/>
                <w:lang w:val="ro-RO" w:eastAsia="ru-RU"/>
              </w:rPr>
              <w:t>Explicaţie</w:t>
            </w:r>
          </w:p>
        </w:tc>
      </w:tr>
      <w:tr w:rsidR="003D6F34" w:rsidRPr="00225C35" w14:paraId="4CB1402A" w14:textId="77777777" w:rsidTr="00425B66">
        <w:trPr>
          <w:trHeight w:val="567"/>
        </w:trPr>
        <w:tc>
          <w:tcPr>
            <w:tcW w:w="1951" w:type="dxa"/>
            <w:gridSpan w:val="4"/>
          </w:tcPr>
          <w:p w14:paraId="3682A770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>1</w:t>
            </w:r>
          </w:p>
          <w:p w14:paraId="4D5E4BF4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>16 1 2 3</w:t>
            </w:r>
          </w:p>
        </w:tc>
        <w:tc>
          <w:tcPr>
            <w:tcW w:w="2126" w:type="dxa"/>
            <w:gridSpan w:val="4"/>
          </w:tcPr>
          <w:p w14:paraId="3594A86E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</w:p>
        </w:tc>
        <w:tc>
          <w:tcPr>
            <w:tcW w:w="5529" w:type="dxa"/>
            <w:gridSpan w:val="10"/>
          </w:tcPr>
          <w:p w14:paraId="230E672B" w14:textId="2644199B" w:rsidR="003D6F34" w:rsidRPr="003B0B72" w:rsidRDefault="0000620D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E9296F7" wp14:editId="2B563BE2">
                      <wp:simplePos x="0" y="0"/>
                      <wp:positionH relativeFrom="column">
                        <wp:posOffset>1804035</wp:posOffset>
                      </wp:positionH>
                      <wp:positionV relativeFrom="paragraph">
                        <wp:posOffset>159385</wp:posOffset>
                      </wp:positionV>
                      <wp:extent cx="129540" cy="152400"/>
                      <wp:effectExtent l="0" t="0" r="3810" b="19050"/>
                      <wp:wrapNone/>
                      <wp:docPr id="1521867236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375623"/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55654" id="AutoShape 90" o:spid="_x0000_s1026" style="position:absolute;margin-left:142.05pt;margin-top:12.55pt;width:10.2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black" stroked="f" strokeweight="0">
                      <v:stroke joinstyle="miter"/>
                      <v:shadow on="t" color="#375623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  <w:r w:rsidR="003D6F34" w:rsidRPr="003B0B72">
              <w:rPr>
                <w:sz w:val="22"/>
                <w:szCs w:val="22"/>
              </w:rPr>
              <w:t xml:space="preserve"> </w:t>
            </w:r>
            <w:proofErr w:type="spellStart"/>
            <w:r w:rsidR="003D6F34" w:rsidRPr="003B0B72">
              <w:rPr>
                <w:sz w:val="22"/>
                <w:szCs w:val="22"/>
              </w:rPr>
              <w:t>cerința</w:t>
            </w:r>
            <w:proofErr w:type="spellEnd"/>
            <w:r w:rsidR="003D6F34" w:rsidRPr="003B0B72">
              <w:rPr>
                <w:sz w:val="22"/>
                <w:szCs w:val="22"/>
              </w:rPr>
              <w:t xml:space="preserve"> 1        </w:t>
            </w:r>
          </w:p>
          <w:p w14:paraId="7A98A2FA" w14:textId="257AD09B" w:rsidR="003D6F34" w:rsidRPr="003B0B72" w:rsidRDefault="003D6F34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 xml:space="preserve"> </w:t>
            </w:r>
            <w:proofErr w:type="spellStart"/>
            <w:r w:rsidRPr="003B0B72">
              <w:rPr>
                <w:sz w:val="22"/>
                <w:szCs w:val="22"/>
              </w:rPr>
              <w:t>sunt</w:t>
            </w:r>
            <w:proofErr w:type="spellEnd"/>
            <w:r w:rsidRPr="003B0B72">
              <w:rPr>
                <w:sz w:val="22"/>
                <w:szCs w:val="22"/>
              </w:rPr>
              <w:t xml:space="preserve"> </w:t>
            </w:r>
            <w:proofErr w:type="spellStart"/>
            <w:r w:rsidRPr="003B0B72">
              <w:rPr>
                <w:sz w:val="22"/>
                <w:szCs w:val="22"/>
              </w:rPr>
              <w:t>desenate</w:t>
            </w:r>
            <w:proofErr w:type="spellEnd"/>
            <w:r w:rsidRPr="003B0B72">
              <w:rPr>
                <w:sz w:val="22"/>
                <w:szCs w:val="22"/>
              </w:rPr>
              <w:t xml:space="preserve"> </w:t>
            </w:r>
            <w:r w:rsidR="0000620D" w:rsidRPr="003B0B7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A695AF" wp14:editId="4AC93ECB">
                      <wp:simplePos x="0" y="0"/>
                      <wp:positionH relativeFrom="column">
                        <wp:posOffset>4373880</wp:posOffset>
                      </wp:positionH>
                      <wp:positionV relativeFrom="paragraph">
                        <wp:posOffset>7338060</wp:posOffset>
                      </wp:positionV>
                      <wp:extent cx="236220" cy="190500"/>
                      <wp:effectExtent l="19050" t="19050" r="11430" b="0"/>
                      <wp:wrapNone/>
                      <wp:docPr id="1521867235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905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B0369" id="AutoShape 87" o:spid="_x0000_s1026" type="#_x0000_t5" style="position:absolute;margin-left:344.4pt;margin-top:577.8pt;width:18.6pt;height: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"/>
                  </w:pict>
                </mc:Fallback>
              </mc:AlternateContent>
            </w:r>
            <w:r w:rsidR="0000620D" w:rsidRPr="003B0B7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8FE104B" wp14:editId="00C2FA7D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7376160</wp:posOffset>
                      </wp:positionV>
                      <wp:extent cx="236220" cy="190500"/>
                      <wp:effectExtent l="19050" t="19050" r="11430" b="0"/>
                      <wp:wrapNone/>
                      <wp:docPr id="1521867234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905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DF62A" id="AutoShape 86" o:spid="_x0000_s1026" type="#_x0000_t5" style="position:absolute;margin-left:298.2pt;margin-top:580.8pt;width:18.6pt;height: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"/>
                  </w:pict>
                </mc:Fallback>
              </mc:AlternateContent>
            </w:r>
            <w:r w:rsidRPr="003B0B72">
              <w:rPr>
                <w:sz w:val="22"/>
                <w:szCs w:val="22"/>
              </w:rPr>
              <w:t xml:space="preserve">3 </w:t>
            </w:r>
            <w:proofErr w:type="spellStart"/>
            <w:r w:rsidRPr="003B0B72">
              <w:rPr>
                <w:sz w:val="22"/>
                <w:szCs w:val="22"/>
              </w:rPr>
              <w:t>inimioare</w:t>
            </w:r>
            <w:proofErr w:type="spellEnd"/>
            <w:r w:rsidRPr="003B0B72">
              <w:rPr>
                <w:sz w:val="22"/>
                <w:szCs w:val="22"/>
              </w:rPr>
              <w:t xml:space="preserve"> </w:t>
            </w:r>
            <w:proofErr w:type="spellStart"/>
            <w:r w:rsidRPr="003B0B72">
              <w:rPr>
                <w:sz w:val="22"/>
                <w:szCs w:val="22"/>
              </w:rPr>
              <w:t>mov</w:t>
            </w:r>
            <w:proofErr w:type="spellEnd"/>
          </w:p>
        </w:tc>
      </w:tr>
      <w:tr w:rsidR="003D6F34" w:rsidRPr="00225C35" w14:paraId="7EA674F7" w14:textId="77777777" w:rsidTr="00425B66">
        <w:trPr>
          <w:trHeight w:val="567"/>
        </w:trPr>
        <w:tc>
          <w:tcPr>
            <w:tcW w:w="1951" w:type="dxa"/>
            <w:gridSpan w:val="4"/>
          </w:tcPr>
          <w:p w14:paraId="46F76219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>2</w:t>
            </w:r>
          </w:p>
          <w:p w14:paraId="1B7B46EE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>16 1 2 3</w:t>
            </w:r>
          </w:p>
        </w:tc>
        <w:tc>
          <w:tcPr>
            <w:tcW w:w="2126" w:type="dxa"/>
            <w:gridSpan w:val="4"/>
          </w:tcPr>
          <w:p w14:paraId="635CD6E0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>11</w:t>
            </w:r>
          </w:p>
        </w:tc>
        <w:tc>
          <w:tcPr>
            <w:tcW w:w="5529" w:type="dxa"/>
            <w:gridSpan w:val="10"/>
          </w:tcPr>
          <w:p w14:paraId="7BAC34F9" w14:textId="1FCE317F" w:rsidR="003D6F34" w:rsidRPr="003B0B72" w:rsidRDefault="0000620D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F078538" wp14:editId="22AB46F7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164465</wp:posOffset>
                      </wp:positionV>
                      <wp:extent cx="129540" cy="152400"/>
                      <wp:effectExtent l="0" t="0" r="3810" b="19050"/>
                      <wp:wrapNone/>
                      <wp:docPr id="1521867233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375623"/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E11AB" id="AutoShape 91" o:spid="_x0000_s1026" style="position:absolute;margin-left:249.4pt;margin-top:12.95pt;width:10.2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black" stroked="f" strokeweight="0">
                      <v:stroke joinstyle="miter"/>
                      <v:shadow on="t" color="#375623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  <w:r w:rsidRPr="003B0B7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7B55197" wp14:editId="6CEAFE59">
                      <wp:simplePos x="0" y="0"/>
                      <wp:positionH relativeFrom="column">
                        <wp:posOffset>2547620</wp:posOffset>
                      </wp:positionH>
                      <wp:positionV relativeFrom="paragraph">
                        <wp:posOffset>133985</wp:posOffset>
                      </wp:positionV>
                      <wp:extent cx="129540" cy="152400"/>
                      <wp:effectExtent l="19050" t="19050" r="22860" b="57150"/>
                      <wp:wrapNone/>
                      <wp:docPr id="1521867232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4F782" id="AutoShape 95" o:spid="_x0000_s1026" style="position:absolute;margin-left:200.6pt;margin-top:10.55pt;width:10.2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4472c4" strokecolor="#f2f2f2" strokeweight="3pt">
                      <v:stroke joinstyle="miter"/>
                      <v:shadow on="t" color="#1f3763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  <w:proofErr w:type="spellStart"/>
            <w:r w:rsidR="003D6F34" w:rsidRPr="003B0B72">
              <w:rPr>
                <w:sz w:val="22"/>
                <w:szCs w:val="22"/>
              </w:rPr>
              <w:t>cerința</w:t>
            </w:r>
            <w:proofErr w:type="spellEnd"/>
            <w:r w:rsidR="003D6F34" w:rsidRPr="003B0B72">
              <w:rPr>
                <w:sz w:val="22"/>
                <w:szCs w:val="22"/>
              </w:rPr>
              <w:t xml:space="preserve"> 2</w:t>
            </w:r>
          </w:p>
          <w:p w14:paraId="1879405A" w14:textId="49F5ADA9" w:rsidR="003D6F34" w:rsidRPr="003B0B72" w:rsidRDefault="0000620D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E9EA92B" wp14:editId="24E395C7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11430</wp:posOffset>
                      </wp:positionV>
                      <wp:extent cx="129540" cy="152400"/>
                      <wp:effectExtent l="0" t="0" r="22860" b="38100"/>
                      <wp:wrapNone/>
                      <wp:docPr id="27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A1D49" id="AutoShape 89" o:spid="_x0000_s1026" style="position:absolute;margin-left:144.35pt;margin-top:.9pt;width:10.2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pt">
                      <v:stroke joinstyle="miter"/>
                      <v:shadow on="t" color="#823b0b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  <w:proofErr w:type="spellStart"/>
            <w:r w:rsidR="003D6F34" w:rsidRPr="003B0B72">
              <w:rPr>
                <w:sz w:val="22"/>
                <w:szCs w:val="22"/>
              </w:rPr>
              <w:t>sunt</w:t>
            </w:r>
            <w:proofErr w:type="spellEnd"/>
            <w:r w:rsidR="003D6F34" w:rsidRPr="003B0B72">
              <w:rPr>
                <w:sz w:val="22"/>
                <w:szCs w:val="22"/>
              </w:rPr>
              <w:t xml:space="preserve"> </w:t>
            </w:r>
            <w:proofErr w:type="spellStart"/>
            <w:r w:rsidR="003D6F34" w:rsidRPr="003B0B72">
              <w:rPr>
                <w:sz w:val="22"/>
                <w:szCs w:val="22"/>
              </w:rPr>
              <w:t>desenate</w:t>
            </w:r>
            <w:proofErr w:type="spellEnd"/>
            <w:r w:rsidR="003D6F34" w:rsidRPr="003B0B72">
              <w:rPr>
                <w:sz w:val="22"/>
                <w:szCs w:val="22"/>
              </w:rPr>
              <w:t xml:space="preserve"> 11 </w:t>
            </w:r>
            <w:proofErr w:type="spellStart"/>
            <w:r w:rsidR="003D6F34" w:rsidRPr="003B0B72">
              <w:rPr>
                <w:sz w:val="22"/>
                <w:szCs w:val="22"/>
              </w:rPr>
              <w:t>inimioare</w:t>
            </w:r>
            <w:proofErr w:type="spellEnd"/>
            <w:r w:rsidR="003D6F34" w:rsidRPr="003B0B72">
              <w:rPr>
                <w:sz w:val="22"/>
                <w:szCs w:val="22"/>
              </w:rPr>
              <w:t xml:space="preserve"> roșii      , albastre       și mov</w:t>
            </w:r>
          </w:p>
        </w:tc>
      </w:tr>
      <w:tr w:rsidR="003D6F34" w:rsidRPr="00225C35" w14:paraId="10ECB5E9" w14:textId="77777777" w:rsidTr="00425B66">
        <w:trPr>
          <w:trHeight w:val="251"/>
        </w:trPr>
        <w:tc>
          <w:tcPr>
            <w:tcW w:w="1951" w:type="dxa"/>
            <w:gridSpan w:val="4"/>
          </w:tcPr>
          <w:p w14:paraId="52E21161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</w:p>
          <w:p w14:paraId="45C19493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16 1 2 3 </w:t>
            </w:r>
          </w:p>
        </w:tc>
        <w:tc>
          <w:tcPr>
            <w:tcW w:w="2126" w:type="dxa"/>
            <w:gridSpan w:val="4"/>
          </w:tcPr>
          <w:p w14:paraId="2E6D992E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  <w:lang w:val="ro-RO"/>
              </w:rPr>
              <w:t>5</w:t>
            </w:r>
          </w:p>
          <w:p w14:paraId="3D9A4204" w14:textId="77777777" w:rsidR="003D6F34" w:rsidRPr="0000620D" w:rsidRDefault="003D6F34" w:rsidP="0000620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</w:p>
        </w:tc>
        <w:tc>
          <w:tcPr>
            <w:tcW w:w="5529" w:type="dxa"/>
            <w:gridSpan w:val="10"/>
          </w:tcPr>
          <w:p w14:paraId="61E37828" w14:textId="77777777" w:rsidR="003D6F34" w:rsidRPr="003B0B72" w:rsidRDefault="003D6F34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>cerința 3</w:t>
            </w:r>
          </w:p>
          <w:p w14:paraId="6E85752A" w14:textId="77777777" w:rsidR="003D6F34" w:rsidRPr="003B0B72" w:rsidRDefault="003D6F34" w:rsidP="0000620D">
            <w:pPr>
              <w:tabs>
                <w:tab w:val="left" w:pos="142"/>
              </w:tabs>
              <w:ind w:right="-110"/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>sunt 5 pagini albe</w:t>
            </w:r>
          </w:p>
        </w:tc>
      </w:tr>
    </w:tbl>
    <w:p w14:paraId="26EAA4DD" w14:textId="77777777" w:rsidR="00AE3028" w:rsidRPr="00AE3028" w:rsidRDefault="00AE3028">
      <w:pPr>
        <w:rPr>
          <w:sz w:val="20"/>
        </w:rPr>
      </w:pPr>
    </w:p>
    <w:tbl>
      <w:tblPr>
        <w:tblpPr w:leftFromText="180" w:rightFromText="180" w:vertAnchor="text" w:tblpXSpec="center" w:tblpY="21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"/>
        <w:gridCol w:w="320"/>
        <w:gridCol w:w="320"/>
        <w:gridCol w:w="320"/>
        <w:gridCol w:w="321"/>
        <w:gridCol w:w="320"/>
        <w:gridCol w:w="30"/>
        <w:gridCol w:w="290"/>
        <w:gridCol w:w="320"/>
        <w:gridCol w:w="320"/>
        <w:gridCol w:w="321"/>
        <w:gridCol w:w="320"/>
        <w:gridCol w:w="320"/>
        <w:gridCol w:w="235"/>
        <w:gridCol w:w="85"/>
        <w:gridCol w:w="320"/>
        <w:gridCol w:w="321"/>
        <w:gridCol w:w="320"/>
        <w:gridCol w:w="320"/>
        <w:gridCol w:w="320"/>
        <w:gridCol w:w="320"/>
        <w:gridCol w:w="321"/>
        <w:gridCol w:w="320"/>
        <w:gridCol w:w="320"/>
        <w:gridCol w:w="320"/>
        <w:gridCol w:w="320"/>
        <w:gridCol w:w="321"/>
        <w:gridCol w:w="320"/>
        <w:gridCol w:w="320"/>
        <w:gridCol w:w="320"/>
        <w:gridCol w:w="320"/>
        <w:gridCol w:w="321"/>
      </w:tblGrid>
      <w:tr w:rsidR="003D6F34" w:rsidRPr="00225C35" w14:paraId="7E0D8F38" w14:textId="77777777" w:rsidTr="00425B66">
        <w:trPr>
          <w:trHeight w:val="251"/>
        </w:trPr>
        <w:tc>
          <w:tcPr>
            <w:tcW w:w="320" w:type="dxa"/>
          </w:tcPr>
          <w:p w14:paraId="640B639D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</w:t>
            </w:r>
          </w:p>
        </w:tc>
        <w:tc>
          <w:tcPr>
            <w:tcW w:w="320" w:type="dxa"/>
          </w:tcPr>
          <w:p w14:paraId="23F9722D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</w:t>
            </w:r>
          </w:p>
        </w:tc>
        <w:tc>
          <w:tcPr>
            <w:tcW w:w="320" w:type="dxa"/>
          </w:tcPr>
          <w:p w14:paraId="339DF0A8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3</w:t>
            </w:r>
          </w:p>
        </w:tc>
        <w:tc>
          <w:tcPr>
            <w:tcW w:w="320" w:type="dxa"/>
          </w:tcPr>
          <w:p w14:paraId="4D261B5F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4</w:t>
            </w:r>
          </w:p>
        </w:tc>
        <w:tc>
          <w:tcPr>
            <w:tcW w:w="321" w:type="dxa"/>
          </w:tcPr>
          <w:p w14:paraId="49F4EA25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5</w:t>
            </w:r>
          </w:p>
        </w:tc>
        <w:tc>
          <w:tcPr>
            <w:tcW w:w="320" w:type="dxa"/>
          </w:tcPr>
          <w:p w14:paraId="53C77717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6</w:t>
            </w:r>
          </w:p>
        </w:tc>
        <w:tc>
          <w:tcPr>
            <w:tcW w:w="320" w:type="dxa"/>
            <w:gridSpan w:val="2"/>
          </w:tcPr>
          <w:p w14:paraId="26308B8B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7</w:t>
            </w:r>
          </w:p>
        </w:tc>
        <w:tc>
          <w:tcPr>
            <w:tcW w:w="320" w:type="dxa"/>
          </w:tcPr>
          <w:p w14:paraId="2F661356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8</w:t>
            </w:r>
          </w:p>
        </w:tc>
        <w:tc>
          <w:tcPr>
            <w:tcW w:w="320" w:type="dxa"/>
          </w:tcPr>
          <w:p w14:paraId="7A009AC9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9</w:t>
            </w:r>
          </w:p>
        </w:tc>
        <w:tc>
          <w:tcPr>
            <w:tcW w:w="321" w:type="dxa"/>
          </w:tcPr>
          <w:p w14:paraId="043F1B57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10</w:t>
            </w:r>
          </w:p>
        </w:tc>
        <w:tc>
          <w:tcPr>
            <w:tcW w:w="320" w:type="dxa"/>
          </w:tcPr>
          <w:p w14:paraId="04089813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11</w:t>
            </w:r>
          </w:p>
        </w:tc>
        <w:tc>
          <w:tcPr>
            <w:tcW w:w="320" w:type="dxa"/>
          </w:tcPr>
          <w:p w14:paraId="58BEBE9C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12</w:t>
            </w:r>
          </w:p>
        </w:tc>
        <w:tc>
          <w:tcPr>
            <w:tcW w:w="320" w:type="dxa"/>
            <w:gridSpan w:val="2"/>
          </w:tcPr>
          <w:p w14:paraId="28A338DF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13</w:t>
            </w:r>
          </w:p>
        </w:tc>
        <w:tc>
          <w:tcPr>
            <w:tcW w:w="320" w:type="dxa"/>
          </w:tcPr>
          <w:p w14:paraId="18C98075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14</w:t>
            </w:r>
          </w:p>
        </w:tc>
        <w:tc>
          <w:tcPr>
            <w:tcW w:w="321" w:type="dxa"/>
          </w:tcPr>
          <w:p w14:paraId="0551B9E3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15</w:t>
            </w:r>
          </w:p>
        </w:tc>
        <w:tc>
          <w:tcPr>
            <w:tcW w:w="320" w:type="dxa"/>
          </w:tcPr>
          <w:p w14:paraId="2B54E17A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16</w:t>
            </w:r>
          </w:p>
        </w:tc>
        <w:tc>
          <w:tcPr>
            <w:tcW w:w="320" w:type="dxa"/>
          </w:tcPr>
          <w:p w14:paraId="725ADF02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17</w:t>
            </w:r>
          </w:p>
        </w:tc>
        <w:tc>
          <w:tcPr>
            <w:tcW w:w="320" w:type="dxa"/>
          </w:tcPr>
          <w:p w14:paraId="232A39D4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18</w:t>
            </w:r>
          </w:p>
        </w:tc>
        <w:tc>
          <w:tcPr>
            <w:tcW w:w="320" w:type="dxa"/>
          </w:tcPr>
          <w:p w14:paraId="25F93549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19</w:t>
            </w:r>
          </w:p>
        </w:tc>
        <w:tc>
          <w:tcPr>
            <w:tcW w:w="321" w:type="dxa"/>
          </w:tcPr>
          <w:p w14:paraId="647DFEFE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20</w:t>
            </w:r>
          </w:p>
        </w:tc>
        <w:tc>
          <w:tcPr>
            <w:tcW w:w="320" w:type="dxa"/>
          </w:tcPr>
          <w:p w14:paraId="50AC4F6F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21</w:t>
            </w:r>
          </w:p>
        </w:tc>
        <w:tc>
          <w:tcPr>
            <w:tcW w:w="320" w:type="dxa"/>
          </w:tcPr>
          <w:p w14:paraId="7D702425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22</w:t>
            </w:r>
          </w:p>
        </w:tc>
        <w:tc>
          <w:tcPr>
            <w:tcW w:w="320" w:type="dxa"/>
          </w:tcPr>
          <w:p w14:paraId="5227A2F1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23</w:t>
            </w:r>
          </w:p>
        </w:tc>
        <w:tc>
          <w:tcPr>
            <w:tcW w:w="320" w:type="dxa"/>
          </w:tcPr>
          <w:p w14:paraId="55A2C8FF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24</w:t>
            </w:r>
          </w:p>
        </w:tc>
        <w:tc>
          <w:tcPr>
            <w:tcW w:w="321" w:type="dxa"/>
          </w:tcPr>
          <w:p w14:paraId="6105C97C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25</w:t>
            </w:r>
          </w:p>
        </w:tc>
        <w:tc>
          <w:tcPr>
            <w:tcW w:w="320" w:type="dxa"/>
          </w:tcPr>
          <w:p w14:paraId="360F74A3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26</w:t>
            </w:r>
          </w:p>
        </w:tc>
        <w:tc>
          <w:tcPr>
            <w:tcW w:w="320" w:type="dxa"/>
          </w:tcPr>
          <w:p w14:paraId="09FA5BD9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27</w:t>
            </w:r>
          </w:p>
        </w:tc>
        <w:tc>
          <w:tcPr>
            <w:tcW w:w="320" w:type="dxa"/>
          </w:tcPr>
          <w:p w14:paraId="64A24402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28</w:t>
            </w:r>
          </w:p>
        </w:tc>
        <w:tc>
          <w:tcPr>
            <w:tcW w:w="320" w:type="dxa"/>
          </w:tcPr>
          <w:p w14:paraId="4017F910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29</w:t>
            </w:r>
          </w:p>
        </w:tc>
        <w:tc>
          <w:tcPr>
            <w:tcW w:w="321" w:type="dxa"/>
          </w:tcPr>
          <w:p w14:paraId="72BAA9B6" w14:textId="77777777" w:rsidR="003D6F34" w:rsidRPr="00540C11" w:rsidRDefault="003D6F34" w:rsidP="0000620D">
            <w:pPr>
              <w:ind w:right="-176" w:hanging="142"/>
              <w:jc w:val="center"/>
              <w:rPr>
                <w:sz w:val="16"/>
                <w:szCs w:val="22"/>
                <w:lang w:val="ro-RO"/>
              </w:rPr>
            </w:pPr>
            <w:r w:rsidRPr="00540C11">
              <w:rPr>
                <w:sz w:val="16"/>
                <w:szCs w:val="22"/>
                <w:lang w:val="ro-RO"/>
              </w:rPr>
              <w:t>30</w:t>
            </w:r>
          </w:p>
        </w:tc>
      </w:tr>
      <w:tr w:rsidR="003D6F34" w:rsidRPr="00225C35" w14:paraId="2368870E" w14:textId="77777777" w:rsidTr="0000620D">
        <w:trPr>
          <w:trHeight w:val="345"/>
        </w:trPr>
        <w:tc>
          <w:tcPr>
            <w:tcW w:w="320" w:type="dxa"/>
          </w:tcPr>
          <w:p w14:paraId="693C4AF5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49147D55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32190809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0556192A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1" w:type="dxa"/>
          </w:tcPr>
          <w:p w14:paraId="53101635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2B30C0B4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  <w:gridSpan w:val="2"/>
          </w:tcPr>
          <w:p w14:paraId="085D7DE1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05B2D4F8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38A0D25C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1" w:type="dxa"/>
          </w:tcPr>
          <w:p w14:paraId="0CB2E9F8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46C67AB4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475E1A4A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  <w:gridSpan w:val="2"/>
          </w:tcPr>
          <w:p w14:paraId="00236CFE" w14:textId="74847677" w:rsidR="003D6F34" w:rsidRPr="00225C35" w:rsidRDefault="0000620D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0B1FB50" wp14:editId="5FB9C34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33655</wp:posOffset>
                      </wp:positionV>
                      <wp:extent cx="129540" cy="152400"/>
                      <wp:effectExtent l="0" t="0" r="3810" b="19050"/>
                      <wp:wrapNone/>
                      <wp:docPr id="26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375623"/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DB562" id="AutoShape 92" o:spid="_x0000_s1026" style="position:absolute;margin-left:-3pt;margin-top:2.65pt;width:10.2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black" stroked="f" strokeweight="0">
                      <v:stroke joinstyle="miter"/>
                      <v:shadow on="t" color="#375623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320" w:type="dxa"/>
          </w:tcPr>
          <w:p w14:paraId="6A18F329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1" w:type="dxa"/>
          </w:tcPr>
          <w:p w14:paraId="5A355026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4A50AB61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13CB7F75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00E56F78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7CF1F866" w14:textId="6A8A217B" w:rsidR="003D6F34" w:rsidRPr="00225C35" w:rsidRDefault="0000620D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13DFB3E" wp14:editId="2CE1B930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41275</wp:posOffset>
                      </wp:positionV>
                      <wp:extent cx="129540" cy="152400"/>
                      <wp:effectExtent l="0" t="0" r="22860" b="38100"/>
                      <wp:wrapNone/>
                      <wp:docPr id="25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7AA3B" id="AutoShape 93" o:spid="_x0000_s1026" style="position:absolute;margin-left:-2.55pt;margin-top:3.25pt;width:10.2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pt">
                      <v:stroke joinstyle="miter"/>
                      <v:shadow on="t" color="#823b0b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321" w:type="dxa"/>
          </w:tcPr>
          <w:p w14:paraId="69D36EE5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6F5226B9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3DA477C0" w14:textId="1AD95734" w:rsidR="003D6F34" w:rsidRPr="00225C35" w:rsidRDefault="0000620D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5C34AB8" wp14:editId="7A0B341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41275</wp:posOffset>
                      </wp:positionV>
                      <wp:extent cx="129540" cy="152400"/>
                      <wp:effectExtent l="19050" t="19050" r="22860" b="57150"/>
                      <wp:wrapNone/>
                      <wp:docPr id="24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E9FFC" id="AutoShape 88" o:spid="_x0000_s1026" style="position:absolute;margin-left:-2.25pt;margin-top:3.25pt;width:10.2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4472c4" strokecolor="#f2f2f2" strokeweight="3pt">
                      <v:stroke joinstyle="miter"/>
                      <v:shadow on="t" color="#1f3763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320" w:type="dxa"/>
          </w:tcPr>
          <w:p w14:paraId="6992D3FE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40DBAFE9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1" w:type="dxa"/>
          </w:tcPr>
          <w:p w14:paraId="46F8420E" w14:textId="19E57BBE" w:rsidR="003D6F34" w:rsidRPr="00225C35" w:rsidRDefault="0000620D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6460B781" wp14:editId="35550675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41275</wp:posOffset>
                      </wp:positionV>
                      <wp:extent cx="129540" cy="152400"/>
                      <wp:effectExtent l="0" t="0" r="22860" b="38100"/>
                      <wp:wrapNone/>
                      <wp:docPr id="23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" cy="15240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442971" id="AutoShape 94" o:spid="_x0000_s1026" style="position:absolute;margin-left:-3pt;margin-top:3.25pt;width:10.2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pt">
                      <v:stroke joinstyle="miter"/>
                      <v:shadow on="t" color="#823b0b" opacity=".5" offset="1pt"/>
                      <v:path o:connecttype="custom" o:connectlocs="65130,15431;17560,76200;65130,152400;111980,76200" o:connectangles="270,180,90,0" textboxrect="5037,2277,16557,13677"/>
                    </v:shape>
                  </w:pict>
                </mc:Fallback>
              </mc:AlternateContent>
            </w:r>
          </w:p>
        </w:tc>
        <w:tc>
          <w:tcPr>
            <w:tcW w:w="320" w:type="dxa"/>
          </w:tcPr>
          <w:p w14:paraId="3D0AE6B5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66417C80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79523707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0" w:type="dxa"/>
          </w:tcPr>
          <w:p w14:paraId="62160366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  <w:tc>
          <w:tcPr>
            <w:tcW w:w="321" w:type="dxa"/>
          </w:tcPr>
          <w:p w14:paraId="018D43A3" w14:textId="77777777" w:rsidR="003D6F34" w:rsidRPr="00225C35" w:rsidRDefault="003D6F34" w:rsidP="0000620D">
            <w:pPr>
              <w:ind w:left="18" w:right="-110" w:hanging="18"/>
              <w:rPr>
                <w:noProof/>
                <w:spacing w:val="-10"/>
                <w:sz w:val="22"/>
                <w:lang w:val="ro-RO"/>
              </w:rPr>
            </w:pPr>
          </w:p>
        </w:tc>
      </w:tr>
      <w:tr w:rsidR="003D6F34" w:rsidRPr="00225C35" w14:paraId="656CA1FF" w14:textId="77777777" w:rsidTr="00425B66">
        <w:trPr>
          <w:trHeight w:val="251"/>
        </w:trPr>
        <w:tc>
          <w:tcPr>
            <w:tcW w:w="1951" w:type="dxa"/>
            <w:gridSpan w:val="7"/>
          </w:tcPr>
          <w:p w14:paraId="7C11D875" w14:textId="77777777" w:rsidR="003D6F34" w:rsidRPr="003D6F34" w:rsidRDefault="003D6F34" w:rsidP="0000620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2"/>
                <w:lang w:val="ro-RO"/>
              </w:rPr>
            </w:pPr>
            <w:r w:rsidRPr="003D6F34">
              <w:rPr>
                <w:rFonts w:ascii="Courier New" w:hAnsi="Courier New" w:cs="Courier New"/>
                <w:sz w:val="20"/>
                <w:szCs w:val="22"/>
                <w:lang w:val="ro-RO"/>
              </w:rPr>
              <w:t>inimioare.in</w:t>
            </w:r>
          </w:p>
        </w:tc>
        <w:tc>
          <w:tcPr>
            <w:tcW w:w="2126" w:type="dxa"/>
            <w:gridSpan w:val="7"/>
          </w:tcPr>
          <w:p w14:paraId="53AA0AEF" w14:textId="77777777" w:rsidR="003D6F34" w:rsidRPr="003D6F34" w:rsidRDefault="003D6F34" w:rsidP="0000620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2"/>
                <w:lang w:val="ro-RO"/>
              </w:rPr>
            </w:pPr>
            <w:r w:rsidRPr="003D6F34">
              <w:rPr>
                <w:rFonts w:ascii="Courier New" w:hAnsi="Courier New" w:cs="Courier New"/>
                <w:sz w:val="20"/>
                <w:szCs w:val="22"/>
                <w:lang w:val="ro-RO"/>
              </w:rPr>
              <w:t>inimioare.out</w:t>
            </w:r>
          </w:p>
        </w:tc>
        <w:tc>
          <w:tcPr>
            <w:tcW w:w="5529" w:type="dxa"/>
            <w:gridSpan w:val="18"/>
          </w:tcPr>
          <w:p w14:paraId="3D724FD0" w14:textId="25A2080C" w:rsidR="003D6F34" w:rsidRPr="00225C35" w:rsidRDefault="003D6F34" w:rsidP="0000620D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3D6F34">
              <w:rPr>
                <w:rFonts w:eastAsia="SimSun"/>
                <w:b/>
                <w:bCs/>
                <w:sz w:val="22"/>
                <w:szCs w:val="22"/>
                <w:lang w:val="ro-RO" w:eastAsia="ru-RU"/>
              </w:rPr>
              <w:t>Explicaţie</w:t>
            </w:r>
          </w:p>
        </w:tc>
      </w:tr>
      <w:tr w:rsidR="003D6F34" w:rsidRPr="003B0B72" w14:paraId="098B4C20" w14:textId="77777777" w:rsidTr="00425B66">
        <w:trPr>
          <w:trHeight w:val="251"/>
        </w:trPr>
        <w:tc>
          <w:tcPr>
            <w:tcW w:w="1951" w:type="dxa"/>
            <w:gridSpan w:val="7"/>
          </w:tcPr>
          <w:p w14:paraId="138F9FC3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  <w:p w14:paraId="07F0B371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30 13 6 9</w:t>
            </w:r>
          </w:p>
        </w:tc>
        <w:tc>
          <w:tcPr>
            <w:tcW w:w="2126" w:type="dxa"/>
            <w:gridSpan w:val="7"/>
          </w:tcPr>
          <w:p w14:paraId="3820A0FC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5529" w:type="dxa"/>
            <w:gridSpan w:val="18"/>
          </w:tcPr>
          <w:p w14:paraId="56CCC075" w14:textId="77777777" w:rsidR="003D6F34" w:rsidRPr="003B0B72" w:rsidRDefault="003D6F34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>cerința 1</w:t>
            </w:r>
          </w:p>
          <w:p w14:paraId="08002B57" w14:textId="77777777" w:rsidR="003D6F34" w:rsidRPr="003B0B72" w:rsidRDefault="003D6F34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 xml:space="preserve">doar o inimioară mov, pe pagina 13 </w:t>
            </w:r>
          </w:p>
        </w:tc>
      </w:tr>
      <w:tr w:rsidR="003D6F34" w:rsidRPr="003B0B72" w14:paraId="7FE53578" w14:textId="77777777" w:rsidTr="00425B66">
        <w:trPr>
          <w:trHeight w:val="251"/>
        </w:trPr>
        <w:tc>
          <w:tcPr>
            <w:tcW w:w="1951" w:type="dxa"/>
            <w:gridSpan w:val="7"/>
          </w:tcPr>
          <w:p w14:paraId="3FF41ED9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  <w:p w14:paraId="13503FA7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30 13 6 9</w:t>
            </w:r>
          </w:p>
        </w:tc>
        <w:tc>
          <w:tcPr>
            <w:tcW w:w="2126" w:type="dxa"/>
            <w:gridSpan w:val="7"/>
          </w:tcPr>
          <w:p w14:paraId="08A6B4D3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5529" w:type="dxa"/>
            <w:gridSpan w:val="18"/>
          </w:tcPr>
          <w:p w14:paraId="7E73BD3E" w14:textId="77777777" w:rsidR="003D6F34" w:rsidRPr="003B0B72" w:rsidRDefault="003D6F34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>cerința 2</w:t>
            </w:r>
          </w:p>
          <w:p w14:paraId="392FF560" w14:textId="77777777" w:rsidR="003D6F34" w:rsidRPr="003B0B72" w:rsidRDefault="003D6F34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>sunt desenate 4 inimioare</w:t>
            </w:r>
          </w:p>
        </w:tc>
      </w:tr>
      <w:tr w:rsidR="003D6F34" w:rsidRPr="003B0B72" w14:paraId="6C860DFF" w14:textId="77777777" w:rsidTr="00425B66">
        <w:trPr>
          <w:trHeight w:val="251"/>
        </w:trPr>
        <w:tc>
          <w:tcPr>
            <w:tcW w:w="1951" w:type="dxa"/>
            <w:gridSpan w:val="7"/>
          </w:tcPr>
          <w:p w14:paraId="17413562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  <w:p w14:paraId="3BA99C96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30 13 6 9</w:t>
            </w:r>
          </w:p>
        </w:tc>
        <w:tc>
          <w:tcPr>
            <w:tcW w:w="2126" w:type="dxa"/>
            <w:gridSpan w:val="7"/>
          </w:tcPr>
          <w:p w14:paraId="74E8F1DE" w14:textId="77777777" w:rsidR="003D6F34" w:rsidRPr="0000620D" w:rsidRDefault="003D6F34" w:rsidP="0000620D">
            <w:pPr>
              <w:tabs>
                <w:tab w:val="left" w:pos="142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0620D">
              <w:rPr>
                <w:rFonts w:ascii="Courier New" w:hAnsi="Courier New" w:cs="Courier New"/>
                <w:sz w:val="22"/>
                <w:szCs w:val="22"/>
              </w:rPr>
              <w:t>26</w:t>
            </w:r>
          </w:p>
        </w:tc>
        <w:tc>
          <w:tcPr>
            <w:tcW w:w="5529" w:type="dxa"/>
            <w:gridSpan w:val="18"/>
          </w:tcPr>
          <w:p w14:paraId="2793C783" w14:textId="77777777" w:rsidR="003D6F34" w:rsidRPr="003B0B72" w:rsidRDefault="003D6F34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>cerința 3</w:t>
            </w:r>
          </w:p>
          <w:p w14:paraId="6B59BBC9" w14:textId="77777777" w:rsidR="003D6F34" w:rsidRPr="003B0B72" w:rsidRDefault="003D6F34" w:rsidP="0000620D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3B0B72">
              <w:rPr>
                <w:sz w:val="22"/>
                <w:szCs w:val="22"/>
              </w:rPr>
              <w:t>sunt 26 pagini albe</w:t>
            </w:r>
          </w:p>
        </w:tc>
      </w:tr>
    </w:tbl>
    <w:p w14:paraId="6F17A18F" w14:textId="77777777" w:rsidR="003D6F34" w:rsidRPr="009C25E3" w:rsidRDefault="003D6F34" w:rsidP="0000620D">
      <w:pPr>
        <w:tabs>
          <w:tab w:val="left" w:pos="142"/>
        </w:tabs>
        <w:jc w:val="both"/>
        <w:rPr>
          <w:sz w:val="18"/>
          <w:szCs w:val="22"/>
        </w:rPr>
      </w:pPr>
    </w:p>
    <w:p w14:paraId="35D83DCA" w14:textId="7C1D87E5" w:rsidR="00D71F2D" w:rsidRPr="00544FEF" w:rsidRDefault="00D71F2D" w:rsidP="0000620D">
      <w:pPr>
        <w:rPr>
          <w:b/>
          <w:color w:val="000000" w:themeColor="text1"/>
          <w:sz w:val="22"/>
          <w:szCs w:val="22"/>
        </w:rPr>
      </w:pPr>
      <w:proofErr w:type="spellStart"/>
      <w:r w:rsidRPr="00544FEF">
        <w:rPr>
          <w:b/>
          <w:color w:val="000000" w:themeColor="text1"/>
          <w:sz w:val="22"/>
          <w:szCs w:val="22"/>
        </w:rPr>
        <w:t>Timp</w:t>
      </w:r>
      <w:proofErr w:type="spellEnd"/>
      <w:r w:rsidRPr="00544FEF">
        <w:rPr>
          <w:b/>
          <w:color w:val="000000" w:themeColor="text1"/>
          <w:sz w:val="22"/>
          <w:szCs w:val="22"/>
        </w:rPr>
        <w:t xml:space="preserve"> maxim de </w:t>
      </w:r>
      <w:proofErr w:type="spellStart"/>
      <w:r w:rsidRPr="00544FEF">
        <w:rPr>
          <w:b/>
          <w:color w:val="000000" w:themeColor="text1"/>
          <w:sz w:val="22"/>
          <w:szCs w:val="22"/>
        </w:rPr>
        <w:t>execuţie</w:t>
      </w:r>
      <w:proofErr w:type="spellEnd"/>
      <w:r w:rsidRPr="00544FEF">
        <w:rPr>
          <w:b/>
          <w:color w:val="000000" w:themeColor="text1"/>
          <w:sz w:val="22"/>
          <w:szCs w:val="22"/>
        </w:rPr>
        <w:t xml:space="preserve">/test: </w:t>
      </w:r>
      <w:r w:rsidR="0000620D">
        <w:rPr>
          <w:b/>
          <w:color w:val="000000" w:themeColor="text1"/>
          <w:sz w:val="22"/>
          <w:szCs w:val="22"/>
        </w:rPr>
        <w:t>0.</w:t>
      </w:r>
      <w:r w:rsidR="00F0114B" w:rsidRPr="00544FEF">
        <w:rPr>
          <w:b/>
          <w:color w:val="000000" w:themeColor="text1"/>
          <w:sz w:val="22"/>
          <w:szCs w:val="22"/>
        </w:rPr>
        <w:t>1</w:t>
      </w:r>
      <w:r w:rsidRPr="00544FEF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544FEF">
        <w:rPr>
          <w:b/>
          <w:color w:val="000000" w:themeColor="text1"/>
          <w:sz w:val="22"/>
          <w:szCs w:val="22"/>
        </w:rPr>
        <w:t>secund</w:t>
      </w:r>
      <w:r w:rsidR="00AE3028">
        <w:rPr>
          <w:b/>
          <w:color w:val="000000" w:themeColor="text1"/>
          <w:sz w:val="22"/>
          <w:szCs w:val="22"/>
        </w:rPr>
        <w:t>e</w:t>
      </w:r>
      <w:proofErr w:type="spellEnd"/>
    </w:p>
    <w:p w14:paraId="43C73544" w14:textId="7F3AC263" w:rsidR="00D71F2D" w:rsidRPr="00C3497D" w:rsidRDefault="00D71F2D" w:rsidP="0000620D">
      <w:pPr>
        <w:rPr>
          <w:b/>
          <w:color w:val="000000" w:themeColor="text1"/>
          <w:sz w:val="22"/>
          <w:szCs w:val="22"/>
        </w:rPr>
      </w:pPr>
      <w:proofErr w:type="spellStart"/>
      <w:r w:rsidRPr="00C3497D">
        <w:rPr>
          <w:b/>
          <w:color w:val="000000" w:themeColor="text1"/>
          <w:sz w:val="22"/>
          <w:szCs w:val="22"/>
        </w:rPr>
        <w:t>Memorie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totală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disponibilă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r w:rsidR="0000620D">
        <w:rPr>
          <w:b/>
          <w:color w:val="000000" w:themeColor="text1"/>
          <w:sz w:val="22"/>
          <w:szCs w:val="22"/>
        </w:rPr>
        <w:t>2</w:t>
      </w:r>
      <w:r w:rsidRPr="00C3497D">
        <w:rPr>
          <w:b/>
          <w:color w:val="000000" w:themeColor="text1"/>
          <w:sz w:val="22"/>
          <w:szCs w:val="22"/>
        </w:rPr>
        <w:t xml:space="preserve"> MB din care </w:t>
      </w:r>
      <w:r w:rsidR="0000620D">
        <w:rPr>
          <w:b/>
          <w:color w:val="000000" w:themeColor="text1"/>
          <w:sz w:val="22"/>
          <w:szCs w:val="22"/>
        </w:rPr>
        <w:t>1</w:t>
      </w:r>
      <w:r w:rsidRPr="00C3497D">
        <w:rPr>
          <w:b/>
          <w:color w:val="000000" w:themeColor="text1"/>
          <w:sz w:val="22"/>
          <w:szCs w:val="22"/>
        </w:rPr>
        <w:t xml:space="preserve"> MB </w:t>
      </w:r>
      <w:proofErr w:type="spellStart"/>
      <w:r w:rsidRPr="00C3497D">
        <w:rPr>
          <w:b/>
          <w:color w:val="000000" w:themeColor="text1"/>
          <w:sz w:val="22"/>
          <w:szCs w:val="22"/>
        </w:rPr>
        <w:t>pentru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stivă</w:t>
      </w:r>
      <w:proofErr w:type="spellEnd"/>
    </w:p>
    <w:p w14:paraId="2E865777" w14:textId="18846810" w:rsidR="00E0320F" w:rsidRPr="00C3497D" w:rsidRDefault="00D71F2D" w:rsidP="0000620D">
      <w:pPr>
        <w:rPr>
          <w:b/>
          <w:color w:val="000000" w:themeColor="text1"/>
          <w:sz w:val="22"/>
          <w:szCs w:val="22"/>
        </w:rPr>
      </w:pPr>
      <w:proofErr w:type="spellStart"/>
      <w:r w:rsidRPr="00C3497D">
        <w:rPr>
          <w:b/>
          <w:color w:val="000000" w:themeColor="text1"/>
          <w:sz w:val="22"/>
          <w:szCs w:val="22"/>
        </w:rPr>
        <w:t>Dimensiunea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maximă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a </w:t>
      </w:r>
      <w:proofErr w:type="spellStart"/>
      <w:r w:rsidRPr="00C3497D">
        <w:rPr>
          <w:b/>
          <w:color w:val="000000" w:themeColor="text1"/>
          <w:sz w:val="22"/>
          <w:szCs w:val="22"/>
        </w:rPr>
        <w:t>sursei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: </w:t>
      </w:r>
      <w:r w:rsidR="0000620D">
        <w:rPr>
          <w:b/>
          <w:color w:val="000000" w:themeColor="text1"/>
          <w:sz w:val="22"/>
          <w:szCs w:val="22"/>
        </w:rPr>
        <w:t>5</w:t>
      </w:r>
      <w:r w:rsidRPr="00C3497D">
        <w:rPr>
          <w:b/>
          <w:color w:val="000000" w:themeColor="text1"/>
          <w:sz w:val="22"/>
          <w:szCs w:val="22"/>
        </w:rPr>
        <w:t xml:space="preserve"> KB</w:t>
      </w:r>
    </w:p>
    <w:p w14:paraId="6E7D2F13" w14:textId="4C2CAEB6" w:rsidR="008B5B0D" w:rsidRPr="00C3497D" w:rsidRDefault="008B5B0D" w:rsidP="0000620D">
      <w:pPr>
        <w:rPr>
          <w:b/>
          <w:color w:val="000000" w:themeColor="text1"/>
          <w:sz w:val="22"/>
          <w:szCs w:val="22"/>
          <w:lang w:val="ro-RO"/>
        </w:rPr>
      </w:pPr>
      <w:r w:rsidRPr="00C3497D">
        <w:rPr>
          <w:b/>
          <w:color w:val="000000" w:themeColor="text1"/>
          <w:sz w:val="22"/>
          <w:szCs w:val="22"/>
        </w:rPr>
        <w:t xml:space="preserve">10 </w:t>
      </w:r>
      <w:proofErr w:type="spellStart"/>
      <w:r w:rsidRPr="00C3497D">
        <w:rPr>
          <w:b/>
          <w:color w:val="000000" w:themeColor="text1"/>
          <w:sz w:val="22"/>
          <w:szCs w:val="22"/>
        </w:rPr>
        <w:t>puncte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se </w:t>
      </w:r>
      <w:proofErr w:type="spellStart"/>
      <w:r w:rsidRPr="00C3497D">
        <w:rPr>
          <w:b/>
          <w:color w:val="000000" w:themeColor="text1"/>
          <w:sz w:val="22"/>
          <w:szCs w:val="22"/>
        </w:rPr>
        <w:t>acordă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din </w:t>
      </w:r>
      <w:proofErr w:type="spellStart"/>
      <w:r w:rsidRPr="00C3497D">
        <w:rPr>
          <w:b/>
          <w:color w:val="000000" w:themeColor="text1"/>
          <w:sz w:val="22"/>
          <w:szCs w:val="22"/>
        </w:rPr>
        <w:t>oficiu</w:t>
      </w:r>
      <w:proofErr w:type="spellEnd"/>
    </w:p>
    <w:sectPr w:rsidR="008B5B0D" w:rsidRPr="00C3497D" w:rsidSect="001F3C75">
      <w:headerReference w:type="default" r:id="rId9"/>
      <w:pgSz w:w="11906" w:h="16838" w:code="9"/>
      <w:pgMar w:top="1418" w:right="851" w:bottom="426" w:left="851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14D8A" w14:textId="77777777" w:rsidR="00076C44" w:rsidRDefault="00076C44">
      <w:r>
        <w:separator/>
      </w:r>
    </w:p>
  </w:endnote>
  <w:endnote w:type="continuationSeparator" w:id="0">
    <w:p w14:paraId="649F81E3" w14:textId="77777777" w:rsidR="00076C44" w:rsidRDefault="0007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29381" w14:textId="77777777" w:rsidR="00076C44" w:rsidRDefault="00076C44">
      <w:r>
        <w:separator/>
      </w:r>
    </w:p>
  </w:footnote>
  <w:footnote w:type="continuationSeparator" w:id="0">
    <w:p w14:paraId="7B4D114E" w14:textId="77777777" w:rsidR="00076C44" w:rsidRDefault="00076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01BAF" w14:textId="25305C6B" w:rsidR="005D7B48" w:rsidRDefault="005D7B48" w:rsidP="005D7B4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0E077F55" wp14:editId="708EC4A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521867246" name="Picture 152186724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2D48D" w14:textId="4B562B58" w:rsidR="005D7B48" w:rsidRDefault="00651789" w:rsidP="005D7B48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45FB021" wp14:editId="1DEBD057">
          <wp:simplePos x="0" y="0"/>
          <wp:positionH relativeFrom="column">
            <wp:posOffset>3517265</wp:posOffset>
          </wp:positionH>
          <wp:positionV relativeFrom="paragraph">
            <wp:posOffset>5715</wp:posOffset>
          </wp:positionV>
          <wp:extent cx="2962275" cy="503555"/>
          <wp:effectExtent l="0" t="0" r="0" b="0"/>
          <wp:wrapNone/>
          <wp:docPr id="16435561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>
      <w:rPr>
        <w:noProof/>
      </w:rPr>
      <w:tab/>
    </w:r>
  </w:p>
  <w:p w14:paraId="0B71061C" w14:textId="77777777"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</w:p>
  <w:p w14:paraId="0A040E55" w14:textId="77777777"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14:paraId="58A68228" w14:textId="22D433B1" w:rsidR="005D7B48" w:rsidRPr="006F699A" w:rsidRDefault="005D7B48" w:rsidP="0033530F">
    <w:pPr>
      <w:tabs>
        <w:tab w:val="right" w:pos="10204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</w:t>
    </w:r>
    <w:proofErr w:type="spellStart"/>
    <w:r w:rsidRPr="006F699A">
      <w:rPr>
        <w:b/>
        <w:sz w:val="22"/>
        <w:szCs w:val="22"/>
        <w:lang w:val="es-ES"/>
      </w:rPr>
      <w:t>Informatică</w:t>
    </w:r>
    <w:proofErr w:type="spellEnd"/>
    <w:r w:rsidRPr="006F699A">
      <w:rPr>
        <w:b/>
        <w:sz w:val="22"/>
        <w:szCs w:val="22"/>
        <w:lang w:val="es-ES"/>
      </w:rPr>
      <w:t xml:space="preserve">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 xml:space="preserve"> </w:t>
    </w:r>
    <w:r>
      <w:rPr>
        <w:b/>
        <w:sz w:val="22"/>
        <w:szCs w:val="22"/>
        <w:lang w:val="es-ES"/>
      </w:rPr>
      <w:tab/>
    </w:r>
    <w:bookmarkStart w:id="1" w:name="_Hlk187603036"/>
    <w:r w:rsidRPr="00CB459C">
      <w:rPr>
        <w:b/>
        <w:sz w:val="22"/>
        <w:szCs w:val="22"/>
        <w:lang w:val="pt-BR"/>
      </w:rPr>
      <w:t>Clas</w:t>
    </w:r>
    <w:r w:rsidR="00BF11F2">
      <w:rPr>
        <w:b/>
        <w:sz w:val="22"/>
        <w:szCs w:val="22"/>
        <w:lang w:val="pt-BR"/>
      </w:rPr>
      <w:t>a</w:t>
    </w:r>
    <w:r w:rsidR="00027258">
      <w:rPr>
        <w:b/>
        <w:sz w:val="22"/>
        <w:szCs w:val="22"/>
        <w:lang w:val="pt-BR"/>
      </w:rPr>
      <w:t xml:space="preserve"> a </w:t>
    </w:r>
    <w:r w:rsidR="00AE3028">
      <w:rPr>
        <w:b/>
        <w:sz w:val="22"/>
        <w:szCs w:val="22"/>
        <w:lang w:val="pt-BR"/>
      </w:rPr>
      <w:t>VI</w:t>
    </w:r>
    <w:r w:rsidR="00027258">
      <w:rPr>
        <w:b/>
        <w:sz w:val="22"/>
        <w:szCs w:val="22"/>
        <w:lang w:val="pt-BR"/>
      </w:rPr>
      <w:t>-a</w:t>
    </w:r>
    <w:r w:rsidRPr="006F699A">
      <w:rPr>
        <w:b/>
        <w:sz w:val="22"/>
        <w:szCs w:val="22"/>
        <w:lang w:val="pt-BR"/>
      </w:rPr>
      <w:t xml:space="preserve"> </w:t>
    </w:r>
    <w:bookmarkEnd w:id="1"/>
  </w:p>
  <w:p w14:paraId="06DC29FA" w14:textId="163ABD07" w:rsidR="005D7B48" w:rsidRPr="00A40812" w:rsidRDefault="00CF66B7" w:rsidP="0033530F">
    <w:pPr>
      <w:tabs>
        <w:tab w:val="right" w:pos="10204"/>
      </w:tabs>
      <w:rPr>
        <w:rFonts w:ascii="Courier New" w:hAnsi="Courier New" w:cs="Courier New"/>
        <w:b/>
        <w:sz w:val="20"/>
        <w:szCs w:val="20"/>
        <w:lang w:val="ro-RO"/>
      </w:rPr>
    </w:pPr>
    <w:proofErr w:type="gramStart"/>
    <w:r>
      <w:rPr>
        <w:b/>
        <w:sz w:val="22"/>
        <w:szCs w:val="22"/>
        <w:lang w:val="fr-FR"/>
      </w:rPr>
      <w:t>7</w:t>
    </w:r>
    <w:r w:rsidR="005D7B48" w:rsidRPr="006F699A">
      <w:rPr>
        <w:b/>
        <w:sz w:val="22"/>
        <w:szCs w:val="22"/>
        <w:lang w:val="fr-FR"/>
      </w:rPr>
      <w:t xml:space="preserve">  </w:t>
    </w:r>
    <w:proofErr w:type="spellStart"/>
    <w:r w:rsidR="005D7B48" w:rsidRPr="006F699A">
      <w:rPr>
        <w:b/>
        <w:sz w:val="22"/>
        <w:szCs w:val="22"/>
        <w:lang w:val="fr-FR"/>
      </w:rPr>
      <w:t>februarie</w:t>
    </w:r>
    <w:proofErr w:type="spellEnd"/>
    <w:proofErr w:type="gramEnd"/>
    <w:r w:rsidR="005D7B48" w:rsidRPr="006F699A">
      <w:rPr>
        <w:b/>
        <w:sz w:val="22"/>
        <w:szCs w:val="22"/>
        <w:lang w:val="fr-FR"/>
      </w:rPr>
      <w:t xml:space="preserve"> 202</w:t>
    </w:r>
    <w:r>
      <w:rPr>
        <w:b/>
        <w:sz w:val="22"/>
        <w:szCs w:val="22"/>
        <w:lang w:val="fr-FR"/>
      </w:rPr>
      <w:t>6</w:t>
    </w:r>
    <w:r w:rsidR="005D7B48" w:rsidRPr="006F699A">
      <w:rPr>
        <w:b/>
        <w:sz w:val="22"/>
        <w:szCs w:val="22"/>
        <w:lang w:val="fr-FR"/>
      </w:rPr>
      <w:tab/>
    </w:r>
    <w:proofErr w:type="spellStart"/>
    <w:r w:rsidR="005D7B48" w:rsidRPr="006F699A">
      <w:rPr>
        <w:b/>
        <w:sz w:val="22"/>
        <w:szCs w:val="22"/>
      </w:rPr>
      <w:t>Sursa</w:t>
    </w:r>
    <w:proofErr w:type="spellEnd"/>
    <w:r w:rsidR="005D7B48" w:rsidRPr="006F699A">
      <w:rPr>
        <w:b/>
        <w:sz w:val="22"/>
        <w:szCs w:val="22"/>
      </w:rPr>
      <w:t xml:space="preserve">: </w:t>
    </w:r>
    <w:r w:rsidR="00A40812" w:rsidRPr="00A40812">
      <w:rPr>
        <w:rFonts w:ascii="Courier New" w:hAnsi="Courier New" w:cs="Courier New"/>
        <w:b/>
        <w:sz w:val="20"/>
        <w:szCs w:val="20"/>
        <w:lang w:val="ro-RO"/>
      </w:rPr>
      <w:t>inimioare</w:t>
    </w:r>
    <w:r w:rsidR="005D7B48" w:rsidRPr="00A40812">
      <w:rPr>
        <w:rFonts w:ascii="Courier New" w:hAnsi="Courier New" w:cs="Courier New"/>
        <w:b/>
        <w:sz w:val="20"/>
        <w:szCs w:val="20"/>
        <w:lang w:val="ro-RO"/>
      </w:rPr>
      <w:t>.cpp,</w:t>
    </w:r>
    <w:r w:rsidR="00A40812">
      <w:rPr>
        <w:rFonts w:ascii="Courier New" w:hAnsi="Courier New" w:cs="Courier New"/>
        <w:b/>
        <w:sz w:val="20"/>
        <w:szCs w:val="20"/>
        <w:lang w:val="ro-RO"/>
      </w:rPr>
      <w:t xml:space="preserve"> i</w:t>
    </w:r>
    <w:r w:rsidR="00A40812" w:rsidRPr="00A40812">
      <w:rPr>
        <w:rFonts w:ascii="Courier New" w:hAnsi="Courier New" w:cs="Courier New"/>
        <w:b/>
        <w:sz w:val="20"/>
        <w:szCs w:val="20"/>
        <w:lang w:val="ro-RO"/>
      </w:rPr>
      <w:t>nimioare</w:t>
    </w:r>
    <w:r w:rsidR="005D7B48" w:rsidRPr="00A40812">
      <w:rPr>
        <w:rFonts w:ascii="Courier New" w:hAnsi="Courier New" w:cs="Courier New"/>
        <w:b/>
        <w:sz w:val="20"/>
        <w:szCs w:val="20"/>
        <w:lang w:val="ro-RO"/>
      </w:rPr>
      <w:t>.c</w:t>
    </w:r>
  </w:p>
  <w:p w14:paraId="4EA86B6C" w14:textId="035FF8DD" w:rsidR="0032092C" w:rsidRPr="005D7B48" w:rsidRDefault="0000620D" w:rsidP="005D7B4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FC07EA" wp14:editId="2E29599F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464300" cy="635"/>
              <wp:effectExtent l="8890" t="5715" r="13335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9B17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4pt;margin-top:4.65pt;width:509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5B49B7"/>
    <w:multiLevelType w:val="hybridMultilevel"/>
    <w:tmpl w:val="49800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61E1C"/>
    <w:multiLevelType w:val="hybridMultilevel"/>
    <w:tmpl w:val="66B0C6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C13DB"/>
    <w:multiLevelType w:val="hybridMultilevel"/>
    <w:tmpl w:val="B8508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23317"/>
    <w:multiLevelType w:val="hybridMultilevel"/>
    <w:tmpl w:val="78A4A286"/>
    <w:lvl w:ilvl="0" w:tplc="04090011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FA4C8B"/>
    <w:multiLevelType w:val="hybridMultilevel"/>
    <w:tmpl w:val="B1B60990"/>
    <w:lvl w:ilvl="0" w:tplc="2B0E4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8A2D28"/>
    <w:multiLevelType w:val="hybridMultilevel"/>
    <w:tmpl w:val="2B0CC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6319A"/>
    <w:multiLevelType w:val="hybridMultilevel"/>
    <w:tmpl w:val="747E696A"/>
    <w:lvl w:ilvl="0" w:tplc="BC9052E6"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8"/>
  </w:num>
  <w:num w:numId="6">
    <w:abstractNumId w:val="6"/>
  </w:num>
  <w:num w:numId="7">
    <w:abstractNumId w:val="16"/>
  </w:num>
  <w:num w:numId="8">
    <w:abstractNumId w:val="8"/>
  </w:num>
  <w:num w:numId="9">
    <w:abstractNumId w:val="5"/>
  </w:num>
  <w:num w:numId="10">
    <w:abstractNumId w:val="17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"/>
  </w:num>
  <w:num w:numId="16">
    <w:abstractNumId w:val="14"/>
  </w:num>
  <w:num w:numId="17">
    <w:abstractNumId w:val="4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45"/>
    <w:rsid w:val="0000099B"/>
    <w:rsid w:val="0000620D"/>
    <w:rsid w:val="00007064"/>
    <w:rsid w:val="00010C41"/>
    <w:rsid w:val="000156BB"/>
    <w:rsid w:val="00027258"/>
    <w:rsid w:val="000350C2"/>
    <w:rsid w:val="000360EA"/>
    <w:rsid w:val="000634F3"/>
    <w:rsid w:val="000666B7"/>
    <w:rsid w:val="00073CC0"/>
    <w:rsid w:val="00075116"/>
    <w:rsid w:val="00076C44"/>
    <w:rsid w:val="00086172"/>
    <w:rsid w:val="00091B34"/>
    <w:rsid w:val="000A2235"/>
    <w:rsid w:val="000B6EA6"/>
    <w:rsid w:val="000C0EE1"/>
    <w:rsid w:val="000C7725"/>
    <w:rsid w:val="000F536D"/>
    <w:rsid w:val="000F6A4D"/>
    <w:rsid w:val="000F6D4A"/>
    <w:rsid w:val="00131C42"/>
    <w:rsid w:val="00137AF8"/>
    <w:rsid w:val="001510F3"/>
    <w:rsid w:val="00175060"/>
    <w:rsid w:val="00181625"/>
    <w:rsid w:val="0018476E"/>
    <w:rsid w:val="001A0C06"/>
    <w:rsid w:val="001A1FD0"/>
    <w:rsid w:val="001B228A"/>
    <w:rsid w:val="001C40FA"/>
    <w:rsid w:val="001C6A81"/>
    <w:rsid w:val="001E33B2"/>
    <w:rsid w:val="001E7FB6"/>
    <w:rsid w:val="001F0FD3"/>
    <w:rsid w:val="001F242B"/>
    <w:rsid w:val="001F3C75"/>
    <w:rsid w:val="001F48EE"/>
    <w:rsid w:val="001F4A4E"/>
    <w:rsid w:val="00214441"/>
    <w:rsid w:val="00215C24"/>
    <w:rsid w:val="00223A0D"/>
    <w:rsid w:val="002319B9"/>
    <w:rsid w:val="0024567E"/>
    <w:rsid w:val="00251D83"/>
    <w:rsid w:val="00262D87"/>
    <w:rsid w:val="00270796"/>
    <w:rsid w:val="002758E8"/>
    <w:rsid w:val="00291F78"/>
    <w:rsid w:val="002A2B01"/>
    <w:rsid w:val="002B7EF7"/>
    <w:rsid w:val="002D0CA7"/>
    <w:rsid w:val="002F1B19"/>
    <w:rsid w:val="003056E7"/>
    <w:rsid w:val="00311DC3"/>
    <w:rsid w:val="0032092C"/>
    <w:rsid w:val="00323C2B"/>
    <w:rsid w:val="0033530F"/>
    <w:rsid w:val="00336A5E"/>
    <w:rsid w:val="00342ECD"/>
    <w:rsid w:val="00352592"/>
    <w:rsid w:val="00352614"/>
    <w:rsid w:val="00354A57"/>
    <w:rsid w:val="00356BF1"/>
    <w:rsid w:val="003666DE"/>
    <w:rsid w:val="00370207"/>
    <w:rsid w:val="00381A79"/>
    <w:rsid w:val="00382B8E"/>
    <w:rsid w:val="00383E20"/>
    <w:rsid w:val="003878BF"/>
    <w:rsid w:val="00392359"/>
    <w:rsid w:val="0039379B"/>
    <w:rsid w:val="003A6139"/>
    <w:rsid w:val="003B0309"/>
    <w:rsid w:val="003B0B72"/>
    <w:rsid w:val="003C2C9D"/>
    <w:rsid w:val="003D03C3"/>
    <w:rsid w:val="003D2F1D"/>
    <w:rsid w:val="003D6F34"/>
    <w:rsid w:val="003E34F6"/>
    <w:rsid w:val="003F6222"/>
    <w:rsid w:val="00400EC4"/>
    <w:rsid w:val="00417B2E"/>
    <w:rsid w:val="00423B29"/>
    <w:rsid w:val="004410D4"/>
    <w:rsid w:val="00444661"/>
    <w:rsid w:val="0047517B"/>
    <w:rsid w:val="004B7FE2"/>
    <w:rsid w:val="004C6C78"/>
    <w:rsid w:val="004D28A7"/>
    <w:rsid w:val="004E0ADC"/>
    <w:rsid w:val="004E1EBA"/>
    <w:rsid w:val="004E73D9"/>
    <w:rsid w:val="004F298E"/>
    <w:rsid w:val="00510A69"/>
    <w:rsid w:val="00544FEF"/>
    <w:rsid w:val="00556F22"/>
    <w:rsid w:val="00565298"/>
    <w:rsid w:val="00582727"/>
    <w:rsid w:val="00585745"/>
    <w:rsid w:val="005A2583"/>
    <w:rsid w:val="005D7B48"/>
    <w:rsid w:val="005E1906"/>
    <w:rsid w:val="006259B2"/>
    <w:rsid w:val="00641B16"/>
    <w:rsid w:val="00651789"/>
    <w:rsid w:val="00654B6A"/>
    <w:rsid w:val="006933AF"/>
    <w:rsid w:val="00693FA5"/>
    <w:rsid w:val="006B142F"/>
    <w:rsid w:val="006B5A60"/>
    <w:rsid w:val="006E672A"/>
    <w:rsid w:val="00706619"/>
    <w:rsid w:val="007166A3"/>
    <w:rsid w:val="00741270"/>
    <w:rsid w:val="007440FA"/>
    <w:rsid w:val="00746781"/>
    <w:rsid w:val="0076444D"/>
    <w:rsid w:val="00775B4D"/>
    <w:rsid w:val="00777A98"/>
    <w:rsid w:val="0079452E"/>
    <w:rsid w:val="007A048C"/>
    <w:rsid w:val="007B48A6"/>
    <w:rsid w:val="007C03CC"/>
    <w:rsid w:val="007C6D57"/>
    <w:rsid w:val="007E0A5D"/>
    <w:rsid w:val="007E7DC3"/>
    <w:rsid w:val="007F27A5"/>
    <w:rsid w:val="00802A91"/>
    <w:rsid w:val="00812B7E"/>
    <w:rsid w:val="008414C6"/>
    <w:rsid w:val="00856580"/>
    <w:rsid w:val="00865778"/>
    <w:rsid w:val="00867B22"/>
    <w:rsid w:val="00876ADB"/>
    <w:rsid w:val="00880667"/>
    <w:rsid w:val="00896117"/>
    <w:rsid w:val="00896F85"/>
    <w:rsid w:val="008A2747"/>
    <w:rsid w:val="008B5B0D"/>
    <w:rsid w:val="008D24DF"/>
    <w:rsid w:val="008F2A67"/>
    <w:rsid w:val="008F70F5"/>
    <w:rsid w:val="009113AD"/>
    <w:rsid w:val="009308A8"/>
    <w:rsid w:val="009364A4"/>
    <w:rsid w:val="0093715D"/>
    <w:rsid w:val="009435C4"/>
    <w:rsid w:val="00993B79"/>
    <w:rsid w:val="0099795A"/>
    <w:rsid w:val="009A4159"/>
    <w:rsid w:val="009A4317"/>
    <w:rsid w:val="009C25E3"/>
    <w:rsid w:val="009E32A7"/>
    <w:rsid w:val="009E42A6"/>
    <w:rsid w:val="009E4329"/>
    <w:rsid w:val="009F08E6"/>
    <w:rsid w:val="00A0245D"/>
    <w:rsid w:val="00A23CC1"/>
    <w:rsid w:val="00A34DA5"/>
    <w:rsid w:val="00A3795B"/>
    <w:rsid w:val="00A40812"/>
    <w:rsid w:val="00AA2498"/>
    <w:rsid w:val="00AE3028"/>
    <w:rsid w:val="00AE6629"/>
    <w:rsid w:val="00AF5E20"/>
    <w:rsid w:val="00B02039"/>
    <w:rsid w:val="00B03C71"/>
    <w:rsid w:val="00B07AF6"/>
    <w:rsid w:val="00B12FFA"/>
    <w:rsid w:val="00B15322"/>
    <w:rsid w:val="00B1658B"/>
    <w:rsid w:val="00B24946"/>
    <w:rsid w:val="00B36478"/>
    <w:rsid w:val="00B37813"/>
    <w:rsid w:val="00B402E3"/>
    <w:rsid w:val="00B63A47"/>
    <w:rsid w:val="00B70128"/>
    <w:rsid w:val="00B83BFD"/>
    <w:rsid w:val="00B912DB"/>
    <w:rsid w:val="00BA2AC2"/>
    <w:rsid w:val="00BB52FD"/>
    <w:rsid w:val="00BD00E2"/>
    <w:rsid w:val="00BD090D"/>
    <w:rsid w:val="00BE2F13"/>
    <w:rsid w:val="00BE48FC"/>
    <w:rsid w:val="00BF0ED4"/>
    <w:rsid w:val="00BF11CD"/>
    <w:rsid w:val="00BF11F2"/>
    <w:rsid w:val="00C142EE"/>
    <w:rsid w:val="00C33155"/>
    <w:rsid w:val="00C3497D"/>
    <w:rsid w:val="00C47EA8"/>
    <w:rsid w:val="00C759FC"/>
    <w:rsid w:val="00CA064A"/>
    <w:rsid w:val="00CD2437"/>
    <w:rsid w:val="00CF66B7"/>
    <w:rsid w:val="00CF7497"/>
    <w:rsid w:val="00D028F5"/>
    <w:rsid w:val="00D04CBC"/>
    <w:rsid w:val="00D16288"/>
    <w:rsid w:val="00D209D0"/>
    <w:rsid w:val="00D34CCA"/>
    <w:rsid w:val="00D3557F"/>
    <w:rsid w:val="00D359FB"/>
    <w:rsid w:val="00D410FF"/>
    <w:rsid w:val="00D56617"/>
    <w:rsid w:val="00D7095F"/>
    <w:rsid w:val="00D70ADF"/>
    <w:rsid w:val="00D70B6F"/>
    <w:rsid w:val="00D71F2D"/>
    <w:rsid w:val="00DA3B8B"/>
    <w:rsid w:val="00DB731A"/>
    <w:rsid w:val="00DC214D"/>
    <w:rsid w:val="00DC49D9"/>
    <w:rsid w:val="00DE4488"/>
    <w:rsid w:val="00DF18DC"/>
    <w:rsid w:val="00E02D70"/>
    <w:rsid w:val="00E0320F"/>
    <w:rsid w:val="00E047CF"/>
    <w:rsid w:val="00E052CC"/>
    <w:rsid w:val="00E07F57"/>
    <w:rsid w:val="00E2179D"/>
    <w:rsid w:val="00E27D8A"/>
    <w:rsid w:val="00E32FC5"/>
    <w:rsid w:val="00E406FC"/>
    <w:rsid w:val="00E47DF3"/>
    <w:rsid w:val="00E6371A"/>
    <w:rsid w:val="00E67ABE"/>
    <w:rsid w:val="00E7174C"/>
    <w:rsid w:val="00E75454"/>
    <w:rsid w:val="00E8553A"/>
    <w:rsid w:val="00E946FA"/>
    <w:rsid w:val="00EA651C"/>
    <w:rsid w:val="00EB31A6"/>
    <w:rsid w:val="00ED115D"/>
    <w:rsid w:val="00ED302D"/>
    <w:rsid w:val="00ED7700"/>
    <w:rsid w:val="00EE61AE"/>
    <w:rsid w:val="00F00631"/>
    <w:rsid w:val="00F0114B"/>
    <w:rsid w:val="00F03901"/>
    <w:rsid w:val="00F03C21"/>
    <w:rsid w:val="00F21BBC"/>
    <w:rsid w:val="00F3048E"/>
    <w:rsid w:val="00F35D57"/>
    <w:rsid w:val="00F62A06"/>
    <w:rsid w:val="00F67051"/>
    <w:rsid w:val="00F874C1"/>
    <w:rsid w:val="00F93C3E"/>
    <w:rsid w:val="00FA1E68"/>
    <w:rsid w:val="00FC5773"/>
    <w:rsid w:val="00FC758F"/>
    <w:rsid w:val="00FE2770"/>
    <w:rsid w:val="00FE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B724B"/>
  <w15:docId w15:val="{F7F1A58F-8BF4-463C-9F40-46339FAA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PlainText">
    <w:name w:val="Plain Text"/>
    <w:basedOn w:val="Normal"/>
    <w:link w:val="PlainTextChar"/>
    <w:rsid w:val="00777A98"/>
    <w:rPr>
      <w:rFonts w:ascii="Courier New" w:hAnsi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777A98"/>
    <w:rPr>
      <w:rFonts w:ascii="Courier New" w:eastAsia="Times New Roman" w:hAnsi="Courier New" w:cs="Times New Roman"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71F27F88-EC64-43D8-881B-AE729E9F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.lyly</cp:lastModifiedBy>
  <cp:revision>5</cp:revision>
  <cp:lastPrinted>2026-02-03T21:12:00Z</cp:lastPrinted>
  <dcterms:created xsi:type="dcterms:W3CDTF">2026-02-03T21:10:00Z</dcterms:created>
  <dcterms:modified xsi:type="dcterms:W3CDTF">2026-02-03T21:12:00Z</dcterms:modified>
</cp:coreProperties>
</file>