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B59A4" w14:textId="77777777" w:rsidR="00055FF4" w:rsidRPr="00785EFF" w:rsidRDefault="00055FF4" w:rsidP="00047F6C">
      <w:pPr>
        <w:tabs>
          <w:tab w:val="right" w:pos="9639"/>
        </w:tabs>
        <w:jc w:val="both"/>
        <w:rPr>
          <w:b/>
          <w:sz w:val="28"/>
          <w:szCs w:val="28"/>
          <w:lang w:val="ro-RO"/>
        </w:rPr>
      </w:pPr>
    </w:p>
    <w:p w14:paraId="04E6560E" w14:textId="6F948590" w:rsidR="00585745" w:rsidRPr="00785EFF" w:rsidRDefault="00FA5D03" w:rsidP="00047F6C">
      <w:pPr>
        <w:tabs>
          <w:tab w:val="right" w:pos="9639"/>
        </w:tabs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Problema 1 </w:t>
      </w:r>
      <w:r w:rsidR="007C6ED8" w:rsidRPr="00785EFF">
        <w:rPr>
          <w:b/>
          <w:sz w:val="28"/>
          <w:szCs w:val="28"/>
          <w:lang w:val="ro-RO"/>
        </w:rPr>
        <w:t>brad</w:t>
      </w:r>
      <w:r w:rsidR="00585745" w:rsidRPr="00785EFF">
        <w:rPr>
          <w:b/>
          <w:sz w:val="28"/>
          <w:szCs w:val="28"/>
          <w:lang w:val="ro-RO"/>
        </w:rPr>
        <w:tab/>
      </w:r>
      <w:r w:rsidR="00585745" w:rsidRPr="00785EFF">
        <w:rPr>
          <w:rFonts w:ascii="Courier New" w:hAnsi="Courier New" w:cs="Courier New"/>
          <w:b/>
          <w:sz w:val="28"/>
          <w:szCs w:val="28"/>
          <w:lang w:val="ro-RO"/>
        </w:rPr>
        <w:t>100</w:t>
      </w:r>
      <w:r w:rsidR="00585745" w:rsidRPr="00785EFF">
        <w:rPr>
          <w:b/>
          <w:sz w:val="28"/>
          <w:szCs w:val="28"/>
          <w:lang w:val="ro-RO"/>
        </w:rPr>
        <w:t xml:space="preserve"> puncte</w:t>
      </w:r>
    </w:p>
    <w:p w14:paraId="52B49D82" w14:textId="77777777" w:rsidR="00055FF4" w:rsidRPr="00785EFF" w:rsidRDefault="00055FF4" w:rsidP="005D7B48">
      <w:pPr>
        <w:tabs>
          <w:tab w:val="right" w:pos="10772"/>
        </w:tabs>
        <w:jc w:val="both"/>
        <w:rPr>
          <w:b/>
          <w:sz w:val="28"/>
          <w:szCs w:val="28"/>
          <w:lang w:val="ro-RO"/>
        </w:rPr>
      </w:pPr>
    </w:p>
    <w:p w14:paraId="50383943" w14:textId="7F7852BF" w:rsidR="007C6ED8" w:rsidRPr="00785EFF" w:rsidRDefault="007C6ED8" w:rsidP="007C6ED8">
      <w:pPr>
        <w:jc w:val="both"/>
        <w:rPr>
          <w:sz w:val="22"/>
          <w:szCs w:val="22"/>
          <w:lang w:val="ro-RO"/>
        </w:rPr>
      </w:pPr>
      <w:r w:rsidRPr="00785EFF">
        <w:rPr>
          <w:sz w:val="22"/>
          <w:szCs w:val="22"/>
          <w:lang w:val="ro-RO"/>
        </w:rPr>
        <w:t>O brad frumos…</w:t>
      </w:r>
      <w:r w:rsidR="00D41BA8">
        <w:rPr>
          <w:sz w:val="22"/>
          <w:szCs w:val="22"/>
          <w:lang w:val="ro-RO"/>
        </w:rPr>
        <w:t xml:space="preserve"> 2026!</w:t>
      </w:r>
    </w:p>
    <w:p w14:paraId="0C490484" w14:textId="77777777" w:rsidR="00F11D6F" w:rsidRPr="00785EFF" w:rsidRDefault="00F11D6F" w:rsidP="007C6ED8">
      <w:pPr>
        <w:jc w:val="both"/>
        <w:rPr>
          <w:sz w:val="22"/>
          <w:szCs w:val="22"/>
          <w:lang w:val="ro-RO"/>
        </w:rPr>
      </w:pPr>
      <w:r w:rsidRPr="00785EFF">
        <w:rPr>
          <w:sz w:val="22"/>
          <w:szCs w:val="22"/>
          <w:lang w:val="ro-RO"/>
        </w:rPr>
        <w:t>Un brad este împodobit cu globuri, fiecare având o valoare unică între 1 și 26. Un brad este considerat complet împodobit dacă are exact 26 de globuri distincte și o ghirlandă marcată cu valoarea 0. Cel mai frumos brad complet împodobit este cel care, după sortarea crescătoare a valorilor globurilor, se află pe primul loc în ordinea lexicografică numerică.</w:t>
      </w:r>
    </w:p>
    <w:p w14:paraId="1897CFDD" w14:textId="77777777" w:rsidR="00B50DCC" w:rsidRPr="00785EFF" w:rsidRDefault="00B50DCC" w:rsidP="004E73D9">
      <w:pPr>
        <w:jc w:val="both"/>
        <w:rPr>
          <w:b/>
          <w:sz w:val="22"/>
          <w:szCs w:val="22"/>
          <w:lang w:val="ro-RO"/>
        </w:rPr>
      </w:pPr>
    </w:p>
    <w:p w14:paraId="1E480BD9" w14:textId="16AE171F" w:rsidR="00585745" w:rsidRPr="00785EFF" w:rsidRDefault="00585745" w:rsidP="004E73D9">
      <w:pPr>
        <w:jc w:val="both"/>
        <w:rPr>
          <w:b/>
          <w:sz w:val="22"/>
          <w:szCs w:val="22"/>
          <w:lang w:val="ro-RO"/>
        </w:rPr>
      </w:pPr>
      <w:r w:rsidRPr="00785EFF">
        <w:rPr>
          <w:b/>
          <w:sz w:val="22"/>
          <w:szCs w:val="22"/>
          <w:lang w:val="ro-RO"/>
        </w:rPr>
        <w:t>Cerinț</w:t>
      </w:r>
      <w:r w:rsidR="00F11D6F" w:rsidRPr="00785EFF">
        <w:rPr>
          <w:b/>
          <w:sz w:val="22"/>
          <w:szCs w:val="22"/>
          <w:lang w:val="ro-RO"/>
        </w:rPr>
        <w:t>ă</w:t>
      </w:r>
    </w:p>
    <w:p w14:paraId="40FA35BF" w14:textId="77777777" w:rsidR="00F11D6F" w:rsidRPr="00785EFF" w:rsidRDefault="00F11D6F" w:rsidP="004E73D9">
      <w:pPr>
        <w:jc w:val="both"/>
        <w:rPr>
          <w:sz w:val="22"/>
          <w:szCs w:val="22"/>
          <w:lang w:val="ro-RO"/>
        </w:rPr>
      </w:pPr>
      <w:r w:rsidRPr="00785EFF">
        <w:rPr>
          <w:sz w:val="22"/>
          <w:szCs w:val="22"/>
          <w:lang w:val="ro-RO"/>
        </w:rPr>
        <w:t>Să se afișeze numărul de ordine al celui mai frumos brad complet împodobit.</w:t>
      </w:r>
    </w:p>
    <w:p w14:paraId="1E68E107" w14:textId="77777777" w:rsidR="00B50DCC" w:rsidRPr="00785EFF" w:rsidRDefault="00B50DCC" w:rsidP="004E73D9">
      <w:pPr>
        <w:jc w:val="both"/>
        <w:rPr>
          <w:b/>
          <w:sz w:val="22"/>
          <w:szCs w:val="22"/>
          <w:lang w:val="ro-RO"/>
        </w:rPr>
      </w:pPr>
    </w:p>
    <w:p w14:paraId="0B0EDDFB" w14:textId="130E15D9" w:rsidR="00F62A06" w:rsidRPr="00785EFF" w:rsidRDefault="00585745" w:rsidP="004E73D9">
      <w:pPr>
        <w:jc w:val="both"/>
        <w:rPr>
          <w:b/>
          <w:sz w:val="22"/>
          <w:szCs w:val="22"/>
          <w:lang w:val="ro-RO"/>
        </w:rPr>
      </w:pPr>
      <w:r w:rsidRPr="00785EFF">
        <w:rPr>
          <w:b/>
          <w:sz w:val="22"/>
          <w:szCs w:val="22"/>
          <w:lang w:val="ro-RO"/>
        </w:rPr>
        <w:t>Date de intrare</w:t>
      </w:r>
    </w:p>
    <w:p w14:paraId="6BB95D55" w14:textId="3AD703CD" w:rsidR="00F11D6F" w:rsidRPr="00785EFF" w:rsidRDefault="00F11D6F" w:rsidP="004E73D9">
      <w:pPr>
        <w:jc w:val="both"/>
        <w:rPr>
          <w:sz w:val="22"/>
          <w:szCs w:val="22"/>
          <w:lang w:val="ro-RO"/>
        </w:rPr>
      </w:pPr>
      <w:r w:rsidRPr="00785EFF">
        <w:rPr>
          <w:sz w:val="22"/>
          <w:szCs w:val="22"/>
          <w:lang w:val="ro-RO"/>
        </w:rPr>
        <w:t>Fișier</w:t>
      </w:r>
      <w:r w:rsidRPr="00BF7524">
        <w:rPr>
          <w:sz w:val="22"/>
          <w:szCs w:val="22"/>
          <w:lang w:val="ro-RO"/>
        </w:rPr>
        <w:t xml:space="preserve">ul </w:t>
      </w:r>
      <w:proofErr w:type="spellStart"/>
      <w:r w:rsidRPr="00BF7524">
        <w:rPr>
          <w:rFonts w:ascii="Courier New" w:hAnsi="Courier New" w:cs="Courier New"/>
          <w:sz w:val="22"/>
          <w:szCs w:val="22"/>
          <w:lang w:val="ro-RO"/>
        </w:rPr>
        <w:t>brad.in</w:t>
      </w:r>
      <w:proofErr w:type="spellEnd"/>
      <w:r w:rsidRPr="00BF7524">
        <w:rPr>
          <w:sz w:val="22"/>
          <w:szCs w:val="22"/>
          <w:lang w:val="ro-RO"/>
        </w:rPr>
        <w:t xml:space="preserve"> con</w:t>
      </w:r>
      <w:r w:rsidRPr="00785EFF">
        <w:rPr>
          <w:sz w:val="22"/>
          <w:szCs w:val="22"/>
          <w:lang w:val="ro-RO"/>
        </w:rPr>
        <w:t xml:space="preserve">ține pe prima linie un număr natural </w:t>
      </w:r>
      <w:r w:rsidRPr="00785EFF">
        <w:rPr>
          <w:rFonts w:ascii="Courier New" w:hAnsi="Courier New" w:cs="Courier New"/>
          <w:sz w:val="20"/>
          <w:szCs w:val="20"/>
          <w:lang w:val="ro-RO"/>
        </w:rPr>
        <w:t>n</w:t>
      </w:r>
      <w:r w:rsidRPr="00785EFF">
        <w:rPr>
          <w:sz w:val="22"/>
          <w:szCs w:val="22"/>
          <w:lang w:val="ro-RO"/>
        </w:rPr>
        <w:t xml:space="preserve">, reprezentând numărul de brazi. Pe fiecare dintre următoarele </w:t>
      </w:r>
      <w:r w:rsidRPr="00785EFF">
        <w:rPr>
          <w:rFonts w:ascii="Courier New" w:hAnsi="Courier New" w:cs="Courier New"/>
          <w:sz w:val="20"/>
          <w:szCs w:val="20"/>
          <w:lang w:val="ro-RO"/>
        </w:rPr>
        <w:t>n</w:t>
      </w:r>
      <w:r w:rsidRPr="00785EFF">
        <w:rPr>
          <w:sz w:val="22"/>
          <w:szCs w:val="22"/>
          <w:lang w:val="ro-RO"/>
        </w:rPr>
        <w:t xml:space="preserve"> linii se află lista de globuri ale unui brad, reprezentate prin valori întregi separate printr-un singur spațiu. Fiecare linie se termină cu valoarea </w:t>
      </w:r>
      <w:r w:rsidRPr="00785EFF">
        <w:rPr>
          <w:rFonts w:ascii="Courier New" w:hAnsi="Courier New" w:cs="Courier New"/>
          <w:sz w:val="20"/>
          <w:szCs w:val="20"/>
          <w:lang w:val="ro-RO"/>
        </w:rPr>
        <w:t>0</w:t>
      </w:r>
      <w:r w:rsidRPr="00785EFF">
        <w:rPr>
          <w:sz w:val="22"/>
          <w:szCs w:val="22"/>
          <w:lang w:val="ro-RO"/>
        </w:rPr>
        <w:t>, reprezentând ghirlanda.</w:t>
      </w:r>
    </w:p>
    <w:p w14:paraId="140CE396" w14:textId="77777777" w:rsidR="00F11D6F" w:rsidRPr="00785EFF" w:rsidRDefault="00F11D6F" w:rsidP="004E73D9">
      <w:pPr>
        <w:jc w:val="both"/>
        <w:rPr>
          <w:sz w:val="22"/>
          <w:szCs w:val="22"/>
          <w:lang w:val="ro-RO"/>
        </w:rPr>
      </w:pPr>
    </w:p>
    <w:p w14:paraId="5DE3C7E3" w14:textId="388D900D" w:rsidR="00585745" w:rsidRPr="00785EFF" w:rsidRDefault="00585745" w:rsidP="004E73D9">
      <w:pPr>
        <w:jc w:val="both"/>
        <w:rPr>
          <w:b/>
          <w:sz w:val="22"/>
          <w:szCs w:val="22"/>
          <w:lang w:val="ro-RO"/>
        </w:rPr>
      </w:pPr>
      <w:r w:rsidRPr="00785EFF">
        <w:rPr>
          <w:b/>
          <w:sz w:val="22"/>
          <w:szCs w:val="22"/>
          <w:lang w:val="ro-RO"/>
        </w:rPr>
        <w:t>Date de ieșire</w:t>
      </w:r>
    </w:p>
    <w:p w14:paraId="1BB0159F" w14:textId="4602093C" w:rsidR="00F11D6F" w:rsidRPr="00785EFF" w:rsidRDefault="00F11D6F" w:rsidP="004E73D9">
      <w:pPr>
        <w:pStyle w:val="ProblemStatement"/>
        <w:ind w:firstLine="0"/>
        <w:rPr>
          <w:szCs w:val="22"/>
          <w:lang w:val="ro-RO"/>
        </w:rPr>
      </w:pPr>
      <w:r w:rsidRPr="00785EFF">
        <w:rPr>
          <w:szCs w:val="22"/>
          <w:lang w:val="ro-RO"/>
        </w:rPr>
        <w:t>Fișie</w:t>
      </w:r>
      <w:r w:rsidRPr="00BF7524">
        <w:rPr>
          <w:szCs w:val="22"/>
          <w:lang w:val="ro-RO"/>
        </w:rPr>
        <w:t xml:space="preserve">rul </w:t>
      </w:r>
      <w:proofErr w:type="spellStart"/>
      <w:r w:rsidRPr="00BF7524">
        <w:rPr>
          <w:rFonts w:ascii="Courier New" w:hAnsi="Courier New" w:cs="Courier New"/>
          <w:szCs w:val="22"/>
          <w:lang w:val="ro-RO"/>
        </w:rPr>
        <w:t>brad.out</w:t>
      </w:r>
      <w:proofErr w:type="spellEnd"/>
      <w:r w:rsidRPr="00BF7524">
        <w:rPr>
          <w:szCs w:val="22"/>
          <w:lang w:val="ro-RO"/>
        </w:rPr>
        <w:t xml:space="preserve"> va c</w:t>
      </w:r>
      <w:r w:rsidRPr="00785EFF">
        <w:rPr>
          <w:szCs w:val="22"/>
          <w:lang w:val="ro-RO"/>
        </w:rPr>
        <w:t>onține o linie cu un singur număr natural, reprezentând numărul de ordine al celui mai frumos brad complet împodobit.</w:t>
      </w:r>
    </w:p>
    <w:p w14:paraId="07732834" w14:textId="77777777" w:rsidR="00B50DCC" w:rsidRPr="00785EFF" w:rsidRDefault="00B50DCC" w:rsidP="004E73D9">
      <w:pPr>
        <w:pStyle w:val="ProblemStatement"/>
        <w:ind w:firstLine="0"/>
        <w:rPr>
          <w:b/>
          <w:szCs w:val="22"/>
          <w:lang w:val="ro-RO"/>
        </w:rPr>
      </w:pPr>
    </w:p>
    <w:p w14:paraId="0346E981" w14:textId="7BD07706" w:rsidR="00585745" w:rsidRPr="00785EFF" w:rsidRDefault="00585745" w:rsidP="004E73D9">
      <w:pPr>
        <w:pStyle w:val="ProblemStatement"/>
        <w:ind w:firstLine="0"/>
        <w:rPr>
          <w:b/>
          <w:szCs w:val="22"/>
          <w:lang w:val="ro-RO"/>
        </w:rPr>
      </w:pPr>
      <w:r w:rsidRPr="00785EFF">
        <w:rPr>
          <w:b/>
          <w:szCs w:val="22"/>
          <w:lang w:val="ro-RO"/>
        </w:rPr>
        <w:t>Restricții</w:t>
      </w:r>
      <w:r w:rsidR="003F0499" w:rsidRPr="00785EFF">
        <w:rPr>
          <w:b/>
          <w:szCs w:val="22"/>
          <w:lang w:val="ro-RO"/>
        </w:rPr>
        <w:t xml:space="preserve"> și precizări</w:t>
      </w:r>
    </w:p>
    <w:p w14:paraId="1F7A561A" w14:textId="79026167" w:rsidR="007C6ED8" w:rsidRPr="00785EFF" w:rsidRDefault="00A660CC" w:rsidP="007D5FC2">
      <w:pPr>
        <w:pStyle w:val="Listparagraf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>1</w:t>
      </w:r>
      <w:r w:rsidR="007C6ED8" w:rsidRPr="00785EFF">
        <w:rPr>
          <w:rFonts w:ascii="Courier New" w:hAnsi="Courier New" w:cs="Courier New"/>
          <w:bCs/>
          <w:sz w:val="20"/>
          <w:szCs w:val="20"/>
        </w:rPr>
        <w:t xml:space="preserve"> ≤ n ≤ </w:t>
      </w:r>
      <w:r>
        <w:rPr>
          <w:rFonts w:ascii="Courier New" w:hAnsi="Courier New" w:cs="Courier New"/>
          <w:bCs/>
          <w:sz w:val="20"/>
          <w:szCs w:val="20"/>
        </w:rPr>
        <w:t>11</w:t>
      </w:r>
      <w:r w:rsidR="007C6ED8" w:rsidRPr="00785EFF">
        <w:rPr>
          <w:rFonts w:ascii="Courier New" w:hAnsi="Courier New" w:cs="Courier New"/>
          <w:bCs/>
          <w:sz w:val="20"/>
          <w:szCs w:val="20"/>
        </w:rPr>
        <w:t>.000</w:t>
      </w:r>
    </w:p>
    <w:p w14:paraId="340A809D" w14:textId="1967C6C8" w:rsidR="00B50DCC" w:rsidRPr="00785EFF" w:rsidRDefault="00991C56" w:rsidP="007D5FC2">
      <w:pPr>
        <w:pStyle w:val="Listparagraf"/>
        <w:numPr>
          <w:ilvl w:val="0"/>
          <w:numId w:val="12"/>
        </w:numPr>
        <w:spacing w:after="0" w:line="240" w:lineRule="auto"/>
        <w:ind w:left="426" w:hanging="426"/>
        <w:jc w:val="both"/>
        <w:rPr>
          <w:b/>
          <w:bCs/>
        </w:rPr>
      </w:pPr>
      <w:r w:rsidRPr="00785EFF">
        <w:rPr>
          <w:rFonts w:ascii="Times New Roman" w:hAnsi="Times New Roman" w:cs="Times New Roman"/>
          <w:bCs/>
        </w:rPr>
        <w:t xml:space="preserve">numerele </w:t>
      </w:r>
      <w:r w:rsidR="007C6ED8" w:rsidRPr="00785EFF">
        <w:rPr>
          <w:rFonts w:ascii="Times New Roman" w:hAnsi="Times New Roman" w:cs="Times New Roman"/>
          <w:bCs/>
        </w:rPr>
        <w:t xml:space="preserve"> de ordine </w:t>
      </w:r>
      <w:r w:rsidRPr="00785EFF">
        <w:rPr>
          <w:rFonts w:ascii="Times New Roman" w:hAnsi="Times New Roman" w:cs="Times New Roman"/>
          <w:bCs/>
        </w:rPr>
        <w:t xml:space="preserve">asociate brazilor sunt notate de la </w:t>
      </w:r>
      <w:r w:rsidRPr="00785EFF">
        <w:rPr>
          <w:rFonts w:ascii="Courier New" w:hAnsi="Courier New" w:cs="Courier New"/>
          <w:bCs/>
          <w:sz w:val="20"/>
          <w:szCs w:val="20"/>
        </w:rPr>
        <w:t>1</w:t>
      </w:r>
      <w:r w:rsidRPr="00785EFF">
        <w:rPr>
          <w:rFonts w:ascii="Times New Roman" w:hAnsi="Times New Roman" w:cs="Times New Roman"/>
          <w:bCs/>
        </w:rPr>
        <w:t xml:space="preserve"> la </w:t>
      </w:r>
      <w:r w:rsidRPr="00785EFF">
        <w:rPr>
          <w:rFonts w:ascii="Courier New" w:hAnsi="Courier New" w:cs="Courier New"/>
          <w:bCs/>
          <w:sz w:val="20"/>
          <w:szCs w:val="20"/>
        </w:rPr>
        <w:t>n</w:t>
      </w:r>
    </w:p>
    <w:p w14:paraId="5CA4212A" w14:textId="77777777" w:rsidR="00EB1EA7" w:rsidRPr="00785EFF" w:rsidRDefault="00EB1EA7" w:rsidP="007D5FC2">
      <w:pPr>
        <w:pStyle w:val="Listparagraf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785EFF">
        <w:rPr>
          <w:rFonts w:ascii="Times New Roman" w:hAnsi="Times New Roman" w:cs="Times New Roman"/>
          <w:bCs/>
        </w:rPr>
        <w:t xml:space="preserve">fiecare listă de globuri va avea maxim </w:t>
      </w:r>
      <w:r w:rsidRPr="00785EFF">
        <w:rPr>
          <w:rFonts w:ascii="Courier New" w:hAnsi="Courier New" w:cs="Courier New"/>
          <w:bCs/>
          <w:sz w:val="20"/>
          <w:szCs w:val="20"/>
        </w:rPr>
        <w:t>111</w:t>
      </w:r>
      <w:r w:rsidRPr="00785EFF">
        <w:rPr>
          <w:rFonts w:ascii="Times New Roman" w:hAnsi="Times New Roman" w:cs="Times New Roman"/>
          <w:bCs/>
        </w:rPr>
        <w:t xml:space="preserve"> globuri.</w:t>
      </w:r>
    </w:p>
    <w:p w14:paraId="7A3E0F97" w14:textId="77777777" w:rsidR="00F11D6F" w:rsidRPr="00785EFF" w:rsidRDefault="00F11D6F" w:rsidP="00F11D6F">
      <w:pPr>
        <w:pStyle w:val="Listparagraf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785EFF">
        <w:rPr>
          <w:rFonts w:ascii="Times New Roman" w:hAnsi="Times New Roman" w:cs="Times New Roman"/>
          <w:bCs/>
        </w:rPr>
        <w:t xml:space="preserve">valorile globurilor sunt între </w:t>
      </w:r>
      <w:r w:rsidRPr="00785EFF">
        <w:rPr>
          <w:rFonts w:ascii="Courier New" w:hAnsi="Courier New" w:cs="Courier New"/>
          <w:bCs/>
        </w:rPr>
        <w:t>1</w:t>
      </w:r>
      <w:r w:rsidRPr="00785EFF">
        <w:rPr>
          <w:rFonts w:ascii="Times New Roman" w:hAnsi="Times New Roman" w:cs="Times New Roman"/>
          <w:bCs/>
        </w:rPr>
        <w:t xml:space="preserve"> și </w:t>
      </w:r>
      <w:r w:rsidRPr="00785EFF">
        <w:rPr>
          <w:rFonts w:ascii="Courier New" w:hAnsi="Courier New" w:cs="Courier New"/>
          <w:bCs/>
        </w:rPr>
        <w:t>26</w:t>
      </w:r>
      <w:r w:rsidRPr="00785EFF">
        <w:rPr>
          <w:rFonts w:ascii="Times New Roman" w:hAnsi="Times New Roman" w:cs="Times New Roman"/>
          <w:bCs/>
        </w:rPr>
        <w:t xml:space="preserve">, iar ghirlanda este marcată cu </w:t>
      </w:r>
      <w:r w:rsidRPr="00785EFF">
        <w:rPr>
          <w:rFonts w:ascii="Courier New" w:hAnsi="Courier New" w:cs="Courier New"/>
          <w:bCs/>
        </w:rPr>
        <w:t>0</w:t>
      </w:r>
    </w:p>
    <w:p w14:paraId="711F3483" w14:textId="64D0F467" w:rsidR="00EA2C21" w:rsidRPr="00785EFF" w:rsidRDefault="00A660CC" w:rsidP="00F11D6F">
      <w:pPr>
        <w:pStyle w:val="Listparagraf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7C6ED8">
        <w:rPr>
          <w:rFonts w:ascii="Times New Roman" w:hAnsi="Times New Roman" w:cs="Times New Roman"/>
          <w:bCs/>
        </w:rPr>
        <w:t>brazii sunt unic împodobiți</w:t>
      </w:r>
      <w:r w:rsidRPr="00785EF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și </w:t>
      </w:r>
      <w:r w:rsidR="00F11D6F" w:rsidRPr="00785EFF">
        <w:rPr>
          <w:rFonts w:ascii="Times New Roman" w:hAnsi="Times New Roman" w:cs="Times New Roman"/>
          <w:bCs/>
        </w:rPr>
        <w:t>există cel puțin un brad complet împodobit</w:t>
      </w:r>
    </w:p>
    <w:p w14:paraId="1C355453" w14:textId="61DFAAB1" w:rsidR="00EB1EA7" w:rsidRPr="00785EFF" w:rsidRDefault="00EB1EA7" w:rsidP="00EB1EA7">
      <w:pPr>
        <w:pStyle w:val="Listparagraf"/>
        <w:spacing w:after="0" w:line="240" w:lineRule="auto"/>
        <w:ind w:left="426"/>
        <w:jc w:val="both"/>
        <w:rPr>
          <w:b/>
          <w:bCs/>
        </w:rPr>
      </w:pPr>
      <w:r w:rsidRPr="00785EFF">
        <w:rPr>
          <w:rFonts w:ascii="Times New Roman" w:hAnsi="Times New Roman" w:cs="Times New Roman"/>
          <w:bCs/>
        </w:rPr>
        <w:t xml:space="preserve"> </w:t>
      </w:r>
    </w:p>
    <w:p w14:paraId="21C10AF4" w14:textId="3247BEC3" w:rsidR="00585745" w:rsidRPr="00785EFF" w:rsidRDefault="004E73D9" w:rsidP="004E73D9">
      <w:pPr>
        <w:pStyle w:val="ProblemStatement"/>
        <w:ind w:firstLine="0"/>
        <w:rPr>
          <w:b/>
          <w:bCs/>
          <w:szCs w:val="22"/>
          <w:lang w:val="ro-RO"/>
        </w:rPr>
      </w:pPr>
      <w:r w:rsidRPr="00785EFF">
        <w:rPr>
          <w:b/>
          <w:bCs/>
          <w:szCs w:val="22"/>
          <w:lang w:val="ro-RO"/>
        </w:rPr>
        <w:t>Exempl</w:t>
      </w:r>
      <w:r w:rsidR="00B50DCC" w:rsidRPr="00785EFF">
        <w:rPr>
          <w:b/>
          <w:bCs/>
          <w:szCs w:val="22"/>
          <w:lang w:val="ro-RO"/>
        </w:rPr>
        <w:t>u</w:t>
      </w:r>
    </w:p>
    <w:p w14:paraId="681AE665" w14:textId="77777777" w:rsidR="00B50DCC" w:rsidRPr="00785EFF" w:rsidRDefault="00B50DCC" w:rsidP="004E73D9">
      <w:pPr>
        <w:pStyle w:val="ProblemStatement"/>
        <w:ind w:firstLine="0"/>
        <w:rPr>
          <w:b/>
          <w:bCs/>
          <w:szCs w:val="22"/>
          <w:lang w:val="ro-RO"/>
        </w:rPr>
      </w:pPr>
    </w:p>
    <w:tbl>
      <w:tblPr>
        <w:tblStyle w:val="GrilTabel"/>
        <w:tblW w:w="10925" w:type="dxa"/>
        <w:jc w:val="center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7889"/>
        <w:gridCol w:w="1019"/>
        <w:gridCol w:w="2017"/>
      </w:tblGrid>
      <w:tr w:rsidR="00735D52" w:rsidRPr="00785EFF" w14:paraId="0DD4ACA4" w14:textId="77777777" w:rsidTr="00785EFF">
        <w:trPr>
          <w:jc w:val="center"/>
        </w:trPr>
        <w:tc>
          <w:tcPr>
            <w:tcW w:w="7915" w:type="dxa"/>
          </w:tcPr>
          <w:p w14:paraId="05CDECF0" w14:textId="7C47D2C5" w:rsidR="001359CF" w:rsidRPr="00691483" w:rsidRDefault="007C6ED8" w:rsidP="001359CF">
            <w:pPr>
              <w:pStyle w:val="ProblemStatement"/>
              <w:ind w:firstLine="0"/>
              <w:rPr>
                <w:b/>
                <w:bCs/>
                <w:sz w:val="20"/>
                <w:lang w:val="ro-RO"/>
              </w:rPr>
            </w:pPr>
            <w:proofErr w:type="spellStart"/>
            <w:r w:rsidRPr="00691483">
              <w:rPr>
                <w:rFonts w:ascii="Courier New" w:hAnsi="Courier New" w:cs="Courier New"/>
                <w:sz w:val="20"/>
                <w:lang w:val="ro-RO"/>
              </w:rPr>
              <w:t>brad</w:t>
            </w:r>
            <w:r w:rsidR="001359CF" w:rsidRPr="00691483">
              <w:rPr>
                <w:rFonts w:ascii="Courier New" w:hAnsi="Courier New" w:cs="Courier New"/>
                <w:sz w:val="20"/>
                <w:lang w:val="ro-RO"/>
              </w:rPr>
              <w:t>.in</w:t>
            </w:r>
            <w:proofErr w:type="spellEnd"/>
          </w:p>
        </w:tc>
        <w:tc>
          <w:tcPr>
            <w:tcW w:w="990" w:type="dxa"/>
          </w:tcPr>
          <w:p w14:paraId="480772CD" w14:textId="0D359FB5" w:rsidR="001359CF" w:rsidRPr="00691483" w:rsidRDefault="007C6ED8" w:rsidP="001359CF">
            <w:pPr>
              <w:pStyle w:val="ProblemStatement"/>
              <w:ind w:firstLine="0"/>
              <w:rPr>
                <w:b/>
                <w:bCs/>
                <w:sz w:val="20"/>
                <w:lang w:val="ro-RO"/>
              </w:rPr>
            </w:pPr>
            <w:proofErr w:type="spellStart"/>
            <w:r w:rsidRPr="00691483">
              <w:rPr>
                <w:rFonts w:ascii="Courier New" w:hAnsi="Courier New" w:cs="Courier New"/>
                <w:sz w:val="20"/>
                <w:lang w:val="ro-RO"/>
              </w:rPr>
              <w:t>brad</w:t>
            </w:r>
            <w:r w:rsidR="001359CF" w:rsidRPr="00691483">
              <w:rPr>
                <w:rFonts w:ascii="Courier New" w:hAnsi="Courier New" w:cs="Courier New"/>
                <w:sz w:val="20"/>
                <w:lang w:val="ro-RO"/>
              </w:rPr>
              <w:t>.out</w:t>
            </w:r>
            <w:proofErr w:type="spellEnd"/>
          </w:p>
        </w:tc>
        <w:tc>
          <w:tcPr>
            <w:tcW w:w="2020" w:type="dxa"/>
          </w:tcPr>
          <w:p w14:paraId="388DFF1C" w14:textId="46759034" w:rsidR="001359CF" w:rsidRPr="00785EFF" w:rsidRDefault="001359CF" w:rsidP="004E73D9">
            <w:pPr>
              <w:pStyle w:val="ProblemStatement"/>
              <w:ind w:firstLine="0"/>
              <w:rPr>
                <w:b/>
                <w:bCs/>
                <w:lang w:val="ro-RO"/>
              </w:rPr>
            </w:pPr>
            <w:r w:rsidRPr="00785EFF">
              <w:rPr>
                <w:b/>
                <w:bCs/>
                <w:lang w:val="ro-RO"/>
              </w:rPr>
              <w:t>Explicații</w:t>
            </w:r>
          </w:p>
        </w:tc>
      </w:tr>
      <w:tr w:rsidR="00735D52" w:rsidRPr="00785EFF" w14:paraId="18445C46" w14:textId="77777777" w:rsidTr="00785EFF">
        <w:trPr>
          <w:trHeight w:val="930"/>
          <w:jc w:val="center"/>
        </w:trPr>
        <w:tc>
          <w:tcPr>
            <w:tcW w:w="7915" w:type="dxa"/>
          </w:tcPr>
          <w:p w14:paraId="3D85207B" w14:textId="77777777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7</w:t>
            </w:r>
          </w:p>
          <w:p w14:paraId="373BE30E" w14:textId="77777777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1 2 3 4 5 6 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u w:val="single"/>
                <w:lang w:val="ro-RO"/>
              </w:rPr>
              <w:t>22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8 9 10 11 12 13 14 15 16 17 18 19 20 21 7 23 24 25 26 0</w:t>
            </w:r>
          </w:p>
          <w:p w14:paraId="0F8257CC" w14:textId="77777777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20 2 23 4 5 6 7 8 9 10 11 12 13 14 15 16 17 0</w:t>
            </w:r>
          </w:p>
          <w:p w14:paraId="166EDA12" w14:textId="77777777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1 2 3 17 18 19 20 21 22 4 5 6 7 8 9 10 11 12 13 </w:t>
            </w:r>
            <w:proofErr w:type="spellStart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13</w:t>
            </w:r>
            <w:proofErr w:type="spellEnd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3 14 15 4 0</w:t>
            </w:r>
          </w:p>
          <w:p w14:paraId="35B0976B" w14:textId="71AD9276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1 2 3 4 5 6 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u w:val="single"/>
                <w:lang w:val="ro-RO"/>
              </w:rPr>
              <w:t>7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8 9 10 </w:t>
            </w:r>
            <w:r w:rsidR="000E39DE" w:rsidRPr="000E39DE">
              <w:rPr>
                <w:rFonts w:ascii="Courier New" w:hAnsi="Courier New" w:cs="Courier New"/>
                <w:b/>
                <w:sz w:val="18"/>
                <w:szCs w:val="22"/>
                <w:u w:val="dotted"/>
                <w:lang w:val="ro-RO"/>
              </w:rPr>
              <w:t>12</w:t>
            </w:r>
            <w:r w:rsidR="000E39DE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11 23 13 14 21 16 17 18 19 20 15 22 24 25 26 0</w:t>
            </w:r>
          </w:p>
          <w:p w14:paraId="52ADA429" w14:textId="77777777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20 2 3 4 5 6 7 8 9 11 </w:t>
            </w:r>
            <w:proofErr w:type="spellStart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11</w:t>
            </w:r>
            <w:proofErr w:type="spellEnd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12 13 14 15 16 17 18 19 1 21 22 23 0</w:t>
            </w:r>
          </w:p>
          <w:p w14:paraId="6A7F8CE3" w14:textId="69CB131C" w:rsidR="00F11D6F" w:rsidRPr="00F11D6F" w:rsidRDefault="00F11D6F" w:rsidP="00F11D6F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24 2 </w:t>
            </w:r>
            <w:proofErr w:type="spellStart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2</w:t>
            </w:r>
            <w:proofErr w:type="spellEnd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</w:t>
            </w:r>
            <w:proofErr w:type="spellStart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2</w:t>
            </w:r>
            <w:proofErr w:type="spellEnd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3 4 5 6 7 8 9 10 23 13 14 21 16 17 19 </w:t>
            </w:r>
            <w:proofErr w:type="spellStart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19</w:t>
            </w:r>
            <w:proofErr w:type="spellEnd"/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20 15 22 24 25 26 0</w:t>
            </w:r>
          </w:p>
          <w:p w14:paraId="3DDD2F3B" w14:textId="2EA8F602" w:rsidR="00645552" w:rsidRPr="00785EFF" w:rsidRDefault="00F11D6F" w:rsidP="000201B0">
            <w:pPr>
              <w:jc w:val="both"/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</w:pP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1 2 3 4 5 6 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u w:val="single"/>
                <w:lang w:val="ro-RO"/>
              </w:rPr>
              <w:t>7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8 9 </w:t>
            </w:r>
            <w:r w:rsidR="00731385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10 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u w:val="dotted"/>
                <w:lang w:val="ro-RO"/>
              </w:rPr>
              <w:t>20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 12 13 </w:t>
            </w:r>
            <w:r w:rsidR="000E39DE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 xml:space="preserve">11 </w:t>
            </w:r>
            <w:r w:rsidRPr="00F11D6F">
              <w:rPr>
                <w:rFonts w:ascii="Courier New" w:hAnsi="Courier New" w:cs="Courier New"/>
                <w:b/>
                <w:sz w:val="18"/>
                <w:szCs w:val="22"/>
                <w:lang w:val="ro-RO"/>
              </w:rPr>
              <w:t>14 15 16 17 18 19 21 23 22 26 25 24 0</w:t>
            </w:r>
          </w:p>
        </w:tc>
        <w:tc>
          <w:tcPr>
            <w:tcW w:w="990" w:type="dxa"/>
          </w:tcPr>
          <w:p w14:paraId="6969C7DE" w14:textId="52321225" w:rsidR="001359CF" w:rsidRPr="00785EFF" w:rsidRDefault="00F74A74" w:rsidP="004E73D9">
            <w:pPr>
              <w:pStyle w:val="ProblemStatement"/>
              <w:ind w:firstLine="0"/>
              <w:rPr>
                <w:rFonts w:ascii="Courier New" w:hAnsi="Courier New" w:cs="Courier New"/>
                <w:b/>
                <w:bCs/>
                <w:sz w:val="20"/>
                <w:lang w:val="ro-RO"/>
              </w:rPr>
            </w:pPr>
            <w:r w:rsidRPr="00785EFF">
              <w:rPr>
                <w:rFonts w:ascii="Courier New" w:hAnsi="Courier New" w:cs="Courier New"/>
                <w:sz w:val="20"/>
                <w:lang w:val="ro-RO"/>
              </w:rPr>
              <w:t>4</w:t>
            </w:r>
          </w:p>
        </w:tc>
        <w:tc>
          <w:tcPr>
            <w:tcW w:w="2020" w:type="dxa"/>
          </w:tcPr>
          <w:p w14:paraId="75ACF8EC" w14:textId="44457444" w:rsidR="00BD15C6" w:rsidRPr="00785EFF" w:rsidRDefault="00785EFF" w:rsidP="00645552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85EFF">
              <w:rPr>
                <w:rFonts w:ascii="Times New Roman" w:hAnsi="Times New Roman" w:cs="Times New Roman"/>
              </w:rPr>
              <w:t>Doar brazii 1, 4 și 7 sunt complet împodobiți (au toate valorile de la 1 la 26 și ghirlanda 0). Bradul 4 are lista de globuri care, după sortare, este cea mai mică lexicografic</w:t>
            </w:r>
            <w:r w:rsidR="00DA5BE1">
              <w:rPr>
                <w:rFonts w:ascii="Times New Roman" w:hAnsi="Times New Roman" w:cs="Times New Roman"/>
              </w:rPr>
              <w:t xml:space="preserve"> numeric.</w:t>
            </w:r>
          </w:p>
        </w:tc>
      </w:tr>
    </w:tbl>
    <w:p w14:paraId="6E838E5E" w14:textId="77777777" w:rsidR="001359CF" w:rsidRPr="0043437B" w:rsidRDefault="001359CF" w:rsidP="00D71F2D">
      <w:pPr>
        <w:rPr>
          <w:b/>
          <w:color w:val="000000" w:themeColor="text1"/>
          <w:lang w:val="ro-RO"/>
        </w:rPr>
      </w:pPr>
    </w:p>
    <w:p w14:paraId="35D83DCA" w14:textId="70ED9ECA" w:rsidR="00D71F2D" w:rsidRPr="0043437B" w:rsidRDefault="00D71F2D" w:rsidP="00D71F2D">
      <w:pPr>
        <w:rPr>
          <w:b/>
          <w:color w:val="000000" w:themeColor="text1"/>
          <w:sz w:val="22"/>
          <w:lang w:val="ro-RO"/>
        </w:rPr>
      </w:pPr>
      <w:r w:rsidRPr="0043437B">
        <w:rPr>
          <w:b/>
          <w:color w:val="000000" w:themeColor="text1"/>
          <w:sz w:val="22"/>
          <w:lang w:val="ro-RO"/>
        </w:rPr>
        <w:t>Timp maxim de execuţie/test:</w:t>
      </w:r>
      <w:r w:rsidR="00904F7A" w:rsidRPr="0043437B">
        <w:rPr>
          <w:b/>
          <w:color w:val="000000" w:themeColor="text1"/>
          <w:sz w:val="22"/>
          <w:lang w:val="ro-RO"/>
        </w:rPr>
        <w:tab/>
      </w:r>
      <w:r w:rsidR="00BE4E28" w:rsidRPr="0043437B">
        <w:rPr>
          <w:b/>
          <w:color w:val="000000" w:themeColor="text1"/>
          <w:sz w:val="22"/>
          <w:lang w:val="ro-RO"/>
        </w:rPr>
        <w:tab/>
      </w:r>
      <w:r w:rsidRPr="0043437B">
        <w:rPr>
          <w:b/>
          <w:color w:val="000000" w:themeColor="text1"/>
          <w:sz w:val="22"/>
          <w:lang w:val="ro-RO"/>
        </w:rPr>
        <w:t>0.</w:t>
      </w:r>
      <w:r w:rsidR="0043437B" w:rsidRPr="0043437B">
        <w:rPr>
          <w:b/>
          <w:color w:val="000000" w:themeColor="text1"/>
          <w:sz w:val="22"/>
          <w:lang w:val="ro-RO"/>
        </w:rPr>
        <w:t>3</w:t>
      </w:r>
      <w:r w:rsidRPr="0043437B">
        <w:rPr>
          <w:b/>
          <w:color w:val="000000" w:themeColor="text1"/>
          <w:sz w:val="22"/>
          <w:lang w:val="ro-RO"/>
        </w:rPr>
        <w:t xml:space="preserve"> secunde</w:t>
      </w:r>
    </w:p>
    <w:p w14:paraId="43C73544" w14:textId="452D3C4A" w:rsidR="00D71F2D" w:rsidRPr="0043437B" w:rsidRDefault="00D71F2D" w:rsidP="00D71F2D">
      <w:pPr>
        <w:rPr>
          <w:b/>
          <w:color w:val="000000" w:themeColor="text1"/>
          <w:sz w:val="22"/>
          <w:lang w:val="ro-RO"/>
        </w:rPr>
      </w:pPr>
      <w:r w:rsidRPr="0043437B">
        <w:rPr>
          <w:b/>
          <w:color w:val="000000" w:themeColor="text1"/>
          <w:sz w:val="22"/>
          <w:lang w:val="ro-RO"/>
        </w:rPr>
        <w:t>Memorie totală disponibilă</w:t>
      </w:r>
      <w:r w:rsidR="00904F7A" w:rsidRPr="0043437B">
        <w:rPr>
          <w:b/>
          <w:color w:val="000000" w:themeColor="text1"/>
          <w:sz w:val="22"/>
          <w:lang w:val="ro-RO"/>
        </w:rPr>
        <w:t>:</w:t>
      </w:r>
      <w:r w:rsidR="00904F7A" w:rsidRPr="0043437B">
        <w:rPr>
          <w:b/>
          <w:color w:val="000000" w:themeColor="text1"/>
          <w:sz w:val="22"/>
          <w:lang w:val="ro-RO"/>
        </w:rPr>
        <w:tab/>
      </w:r>
      <w:r w:rsidR="00BE4E28" w:rsidRPr="0043437B">
        <w:rPr>
          <w:b/>
          <w:color w:val="000000" w:themeColor="text1"/>
          <w:sz w:val="22"/>
          <w:lang w:val="ro-RO"/>
        </w:rPr>
        <w:tab/>
      </w:r>
      <w:r w:rsidR="0043437B" w:rsidRPr="0043437B">
        <w:rPr>
          <w:b/>
          <w:color w:val="000000" w:themeColor="text1"/>
          <w:sz w:val="22"/>
          <w:lang w:val="ro-RO"/>
        </w:rPr>
        <w:t>16</w:t>
      </w:r>
      <w:r w:rsidRPr="0043437B">
        <w:rPr>
          <w:b/>
          <w:color w:val="000000" w:themeColor="text1"/>
          <w:sz w:val="22"/>
          <w:lang w:val="ro-RO"/>
        </w:rPr>
        <w:t xml:space="preserve"> MB din care </w:t>
      </w:r>
      <w:r w:rsidR="005A2583" w:rsidRPr="0043437B">
        <w:rPr>
          <w:b/>
          <w:color w:val="000000" w:themeColor="text1"/>
          <w:sz w:val="22"/>
          <w:lang w:val="ro-RO"/>
        </w:rPr>
        <w:t>2</w:t>
      </w:r>
      <w:r w:rsidRPr="0043437B">
        <w:rPr>
          <w:b/>
          <w:color w:val="000000" w:themeColor="text1"/>
          <w:sz w:val="22"/>
          <w:lang w:val="ro-RO"/>
        </w:rPr>
        <w:t xml:space="preserve"> MB pentru stivă</w:t>
      </w:r>
    </w:p>
    <w:p w14:paraId="2E865777" w14:textId="36393CB5" w:rsidR="00E0320F" w:rsidRPr="0043437B" w:rsidRDefault="00D71F2D" w:rsidP="00802A91">
      <w:pPr>
        <w:rPr>
          <w:b/>
          <w:color w:val="000000" w:themeColor="text1"/>
          <w:sz w:val="20"/>
          <w:szCs w:val="22"/>
          <w:lang w:val="ro-RO"/>
        </w:rPr>
      </w:pPr>
      <w:r w:rsidRPr="0043437B">
        <w:rPr>
          <w:b/>
          <w:color w:val="000000" w:themeColor="text1"/>
          <w:sz w:val="22"/>
          <w:lang w:val="ro-RO"/>
        </w:rPr>
        <w:t>Dimensiunea maximă a sursei:</w:t>
      </w:r>
      <w:r w:rsidR="00904F7A" w:rsidRPr="0043437B">
        <w:rPr>
          <w:b/>
          <w:color w:val="000000" w:themeColor="text1"/>
          <w:sz w:val="22"/>
          <w:lang w:val="ro-RO"/>
        </w:rPr>
        <w:tab/>
      </w:r>
      <w:r w:rsidR="0043437B" w:rsidRPr="0043437B">
        <w:rPr>
          <w:b/>
          <w:color w:val="000000" w:themeColor="text1"/>
          <w:sz w:val="22"/>
          <w:lang w:val="ro-RO"/>
        </w:rPr>
        <w:t>10</w:t>
      </w:r>
      <w:r w:rsidRPr="0043437B">
        <w:rPr>
          <w:b/>
          <w:color w:val="000000" w:themeColor="text1"/>
          <w:sz w:val="22"/>
          <w:lang w:val="ro-RO"/>
        </w:rPr>
        <w:t xml:space="preserve"> KB</w:t>
      </w:r>
      <w:bookmarkStart w:id="0" w:name="_GoBack"/>
      <w:bookmarkEnd w:id="0"/>
    </w:p>
    <w:sectPr w:rsidR="00E0320F" w:rsidRPr="0043437B" w:rsidSect="00047F6C">
      <w:headerReference w:type="default" r:id="rId10"/>
      <w:pgSz w:w="11906" w:h="16838" w:code="9"/>
      <w:pgMar w:top="1741" w:right="1133" w:bottom="567" w:left="1134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9CBC2" w14:textId="77777777" w:rsidR="00B121C0" w:rsidRDefault="00B121C0">
      <w:r>
        <w:separator/>
      </w:r>
    </w:p>
  </w:endnote>
  <w:endnote w:type="continuationSeparator" w:id="0">
    <w:p w14:paraId="3DE3AF75" w14:textId="77777777" w:rsidR="00B121C0" w:rsidRDefault="00B1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0E86B" w14:textId="77777777" w:rsidR="00B121C0" w:rsidRDefault="00B121C0">
      <w:r>
        <w:separator/>
      </w:r>
    </w:p>
  </w:footnote>
  <w:footnote w:type="continuationSeparator" w:id="0">
    <w:p w14:paraId="52FF146A" w14:textId="77777777" w:rsidR="00B121C0" w:rsidRDefault="00B12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1BAF" w14:textId="1AC8A445" w:rsidR="005D7B48" w:rsidRPr="00F51261" w:rsidRDefault="00FA5D03" w:rsidP="005D7B48">
    <w:pPr>
      <w:pStyle w:val="Antet"/>
      <w:rPr>
        <w:lang w:val="ro-RO"/>
      </w:rPr>
    </w:pPr>
    <w:r>
      <w:rPr>
        <w:noProof/>
        <w:lang w:val="ro-RO" w:eastAsia="ro-RO"/>
      </w:rPr>
      <w:drawing>
        <wp:anchor distT="0" distB="0" distL="114300" distR="114300" simplePos="0" relativeHeight="251660800" behindDoc="0" locked="0" layoutInCell="1" allowOverlap="1" wp14:anchorId="1E5298DA" wp14:editId="13C6720C">
          <wp:simplePos x="0" y="0"/>
          <wp:positionH relativeFrom="margin">
            <wp:posOffset>3225165</wp:posOffset>
          </wp:positionH>
          <wp:positionV relativeFrom="paragraph">
            <wp:posOffset>142875</wp:posOffset>
          </wp:positionV>
          <wp:extent cx="2962275" cy="503555"/>
          <wp:effectExtent l="0" t="0" r="9525" b="0"/>
          <wp:wrapNone/>
          <wp:docPr id="1643556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 w:rsidRPr="00F51261">
      <w:rPr>
        <w:noProof/>
        <w:lang w:val="ro-RO" w:eastAsia="ro-RO"/>
      </w:rPr>
      <w:drawing>
        <wp:anchor distT="0" distB="0" distL="114300" distR="114300" simplePos="0" relativeHeight="251656704" behindDoc="1" locked="0" layoutInCell="1" allowOverlap="1" wp14:anchorId="0E077F55" wp14:editId="25ADE220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40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77777777" w:rsidR="005D7B48" w:rsidRPr="00F51261" w:rsidRDefault="005D7B48" w:rsidP="005D7B48">
    <w:pPr>
      <w:pStyle w:val="Antet"/>
      <w:tabs>
        <w:tab w:val="left" w:pos="6561"/>
      </w:tabs>
      <w:rPr>
        <w:color w:val="0F243E"/>
        <w:lang w:val="ro-RO"/>
      </w:rPr>
    </w:pPr>
    <w:r w:rsidRPr="00F51261">
      <w:rPr>
        <w:lang w:val="ro-RO"/>
      </w:rPr>
      <w:tab/>
    </w:r>
  </w:p>
  <w:p w14:paraId="0B71061C" w14:textId="77777777" w:rsidR="005D7B48" w:rsidRPr="00F51261" w:rsidRDefault="005D7B48" w:rsidP="005D7B48">
    <w:pPr>
      <w:pStyle w:val="Antet"/>
      <w:tabs>
        <w:tab w:val="left" w:pos="6561"/>
      </w:tabs>
      <w:rPr>
        <w:color w:val="0F243E"/>
        <w:lang w:val="ro-RO"/>
      </w:rPr>
    </w:pPr>
  </w:p>
  <w:p w14:paraId="0A040E55" w14:textId="77777777" w:rsidR="005D7B48" w:rsidRPr="00F51261" w:rsidRDefault="005D7B48" w:rsidP="005D7B48">
    <w:pPr>
      <w:tabs>
        <w:tab w:val="right" w:pos="9639"/>
      </w:tabs>
      <w:rPr>
        <w:b/>
        <w:sz w:val="22"/>
        <w:szCs w:val="22"/>
        <w:lang w:val="ro-RO"/>
      </w:rPr>
    </w:pPr>
  </w:p>
  <w:p w14:paraId="58A68228" w14:textId="5FD5132F" w:rsidR="005D7B48" w:rsidRPr="00F51261" w:rsidRDefault="005D7B48" w:rsidP="00047F6C">
    <w:pPr>
      <w:tabs>
        <w:tab w:val="right" w:pos="9639"/>
      </w:tabs>
      <w:rPr>
        <w:b/>
        <w:sz w:val="22"/>
        <w:szCs w:val="22"/>
        <w:lang w:val="ro-RO"/>
      </w:rPr>
    </w:pPr>
    <w:r w:rsidRPr="00F51261">
      <w:rPr>
        <w:b/>
        <w:sz w:val="22"/>
        <w:szCs w:val="22"/>
        <w:lang w:val="ro-RO"/>
      </w:rPr>
      <w:t xml:space="preserve">Olimpiada de Informatică – etapa locală </w:t>
    </w:r>
    <w:r w:rsidRPr="00F51261">
      <w:rPr>
        <w:b/>
        <w:sz w:val="22"/>
        <w:szCs w:val="22"/>
        <w:lang w:val="ro-RO"/>
      </w:rPr>
      <w:tab/>
      <w:t>Clas</w:t>
    </w:r>
    <w:r w:rsidR="00FA5D03">
      <w:rPr>
        <w:b/>
        <w:sz w:val="22"/>
        <w:szCs w:val="22"/>
        <w:lang w:val="ro-RO"/>
      </w:rPr>
      <w:t>ele</w:t>
    </w:r>
    <w:r w:rsidRPr="00F51261">
      <w:rPr>
        <w:b/>
        <w:sz w:val="22"/>
        <w:szCs w:val="22"/>
        <w:lang w:val="ro-RO"/>
      </w:rPr>
      <w:t xml:space="preserve"> </w:t>
    </w:r>
    <w:r w:rsidR="00F21BBC" w:rsidRPr="00F51261">
      <w:rPr>
        <w:b/>
        <w:sz w:val="22"/>
        <w:szCs w:val="22"/>
        <w:lang w:val="ro-RO"/>
      </w:rPr>
      <w:t xml:space="preserve">a </w:t>
    </w:r>
    <w:r w:rsidR="00F51261" w:rsidRPr="00F51261">
      <w:rPr>
        <w:b/>
        <w:sz w:val="22"/>
        <w:szCs w:val="22"/>
        <w:lang w:val="ro-RO"/>
      </w:rPr>
      <w:t>VII-a și a VIII</w:t>
    </w:r>
    <w:r w:rsidRPr="00F51261">
      <w:rPr>
        <w:b/>
        <w:sz w:val="22"/>
        <w:szCs w:val="22"/>
        <w:lang w:val="ro-RO"/>
      </w:rPr>
      <w:t xml:space="preserve">-a </w:t>
    </w:r>
  </w:p>
  <w:p w14:paraId="06DC29FA" w14:textId="31758973" w:rsidR="005D7B48" w:rsidRPr="00F51261" w:rsidRDefault="00C018FB" w:rsidP="00047F6C">
    <w:pPr>
      <w:tabs>
        <w:tab w:val="right" w:pos="9639"/>
      </w:tabs>
      <w:rPr>
        <w:rFonts w:ascii="Courier New" w:hAnsi="Courier New" w:cs="Courier New"/>
        <w:b/>
        <w:sz w:val="22"/>
        <w:szCs w:val="22"/>
        <w:lang w:val="ro-RO"/>
      </w:rPr>
    </w:pPr>
    <w:r>
      <w:rPr>
        <w:b/>
        <w:sz w:val="22"/>
        <w:szCs w:val="22"/>
        <w:lang w:val="ro-RO"/>
      </w:rPr>
      <w:t>7</w:t>
    </w:r>
    <w:r w:rsidR="005D7B48" w:rsidRPr="00F51261">
      <w:rPr>
        <w:b/>
        <w:sz w:val="22"/>
        <w:szCs w:val="22"/>
        <w:lang w:val="ro-RO"/>
      </w:rPr>
      <w:t xml:space="preserve">  februarie 202</w:t>
    </w:r>
    <w:r>
      <w:rPr>
        <w:b/>
        <w:sz w:val="22"/>
        <w:szCs w:val="22"/>
        <w:lang w:val="ro-RO"/>
      </w:rPr>
      <w:t>6</w:t>
    </w:r>
    <w:r w:rsidR="005D7B48" w:rsidRPr="00F51261">
      <w:rPr>
        <w:b/>
        <w:sz w:val="22"/>
        <w:szCs w:val="22"/>
        <w:lang w:val="ro-RO"/>
      </w:rPr>
      <w:tab/>
      <w:t xml:space="preserve">Sursa: </w:t>
    </w:r>
    <w:proofErr w:type="spellStart"/>
    <w:r w:rsidR="007C6ED8">
      <w:rPr>
        <w:rFonts w:ascii="Courier New" w:hAnsi="Courier New" w:cs="Courier New"/>
        <w:b/>
        <w:sz w:val="22"/>
        <w:szCs w:val="22"/>
        <w:lang w:val="ro-RO"/>
      </w:rPr>
      <w:t>brad</w:t>
    </w:r>
    <w:r w:rsidR="00F51261" w:rsidRPr="00F51261">
      <w:rPr>
        <w:rFonts w:ascii="Courier New" w:hAnsi="Courier New" w:cs="Courier New"/>
        <w:b/>
        <w:sz w:val="22"/>
        <w:szCs w:val="22"/>
        <w:lang w:val="ro-RO"/>
      </w:rPr>
      <w:t>.</w:t>
    </w:r>
    <w:r w:rsidR="005D7B48" w:rsidRPr="00F51261">
      <w:rPr>
        <w:rFonts w:ascii="Courier New" w:hAnsi="Courier New" w:cs="Courier New"/>
        <w:b/>
        <w:sz w:val="22"/>
        <w:szCs w:val="22"/>
        <w:lang w:val="ro-RO"/>
      </w:rPr>
      <w:t>cpp</w:t>
    </w:r>
    <w:proofErr w:type="spellEnd"/>
    <w:r w:rsidR="005D7B48" w:rsidRPr="00F51261">
      <w:rPr>
        <w:rFonts w:ascii="Courier New" w:hAnsi="Courier New" w:cs="Courier New"/>
        <w:b/>
        <w:sz w:val="22"/>
        <w:szCs w:val="22"/>
        <w:lang w:val="ro-RO"/>
      </w:rPr>
      <w:t xml:space="preserve">, </w:t>
    </w:r>
    <w:proofErr w:type="spellStart"/>
    <w:r w:rsidR="007C6ED8">
      <w:rPr>
        <w:rFonts w:ascii="Courier New" w:hAnsi="Courier New" w:cs="Courier New"/>
        <w:b/>
        <w:sz w:val="22"/>
        <w:szCs w:val="22"/>
        <w:lang w:val="ro-RO"/>
      </w:rPr>
      <w:t>brad</w:t>
    </w:r>
    <w:r w:rsidR="005D7B48" w:rsidRPr="00F51261">
      <w:rPr>
        <w:rFonts w:ascii="Courier New" w:hAnsi="Courier New" w:cs="Courier New"/>
        <w:b/>
        <w:sz w:val="22"/>
        <w:szCs w:val="22"/>
        <w:lang w:val="ro-RO"/>
      </w:rPr>
      <w:t>.c</w:t>
    </w:r>
    <w:proofErr w:type="spellEnd"/>
  </w:p>
  <w:p w14:paraId="4EA86B6C" w14:textId="30512BF2" w:rsidR="0032092C" w:rsidRPr="00F51261" w:rsidRDefault="00C702A3" w:rsidP="005D7B48">
    <w:pPr>
      <w:pStyle w:val="Antet"/>
      <w:rPr>
        <w:lang w:val="ro-RO"/>
      </w:rPr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CFC07EA" wp14:editId="1E189678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705600" cy="0"/>
              <wp:effectExtent l="11430" t="11430" r="7620" b="76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8A2B6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28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qTU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2k01k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62AC7"/>
    <w:multiLevelType w:val="hybridMultilevel"/>
    <w:tmpl w:val="DB981A66"/>
    <w:lvl w:ilvl="0" w:tplc="ABD494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9"/>
  </w:num>
  <w:num w:numId="5">
    <w:abstractNumId w:val="12"/>
  </w:num>
  <w:num w:numId="6">
    <w:abstractNumId w:val="2"/>
  </w:num>
  <w:num w:numId="7">
    <w:abstractNumId w:val="10"/>
  </w:num>
  <w:num w:numId="8">
    <w:abstractNumId w:val="5"/>
  </w:num>
  <w:num w:numId="9">
    <w:abstractNumId w:val="1"/>
  </w:num>
  <w:num w:numId="10">
    <w:abstractNumId w:val="11"/>
  </w:num>
  <w:num w:numId="11">
    <w:abstractNumId w:val="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45"/>
    <w:rsid w:val="00010C41"/>
    <w:rsid w:val="000201B0"/>
    <w:rsid w:val="000350C2"/>
    <w:rsid w:val="00047F6C"/>
    <w:rsid w:val="00055FF4"/>
    <w:rsid w:val="00066637"/>
    <w:rsid w:val="000666B7"/>
    <w:rsid w:val="0007055E"/>
    <w:rsid w:val="000777CD"/>
    <w:rsid w:val="00086172"/>
    <w:rsid w:val="000A736C"/>
    <w:rsid w:val="000B6EA6"/>
    <w:rsid w:val="000C2471"/>
    <w:rsid w:val="000D267C"/>
    <w:rsid w:val="000E39DE"/>
    <w:rsid w:val="000F6A4D"/>
    <w:rsid w:val="000F79F6"/>
    <w:rsid w:val="00110352"/>
    <w:rsid w:val="00131C42"/>
    <w:rsid w:val="001359CF"/>
    <w:rsid w:val="00137AF8"/>
    <w:rsid w:val="00162084"/>
    <w:rsid w:val="001839E4"/>
    <w:rsid w:val="0018476E"/>
    <w:rsid w:val="001946F6"/>
    <w:rsid w:val="001A0B3D"/>
    <w:rsid w:val="001C40FA"/>
    <w:rsid w:val="002049C7"/>
    <w:rsid w:val="00251D83"/>
    <w:rsid w:val="00262D87"/>
    <w:rsid w:val="002B7EF7"/>
    <w:rsid w:val="002C68A9"/>
    <w:rsid w:val="002D0CA7"/>
    <w:rsid w:val="003056E7"/>
    <w:rsid w:val="0030699E"/>
    <w:rsid w:val="00311DC3"/>
    <w:rsid w:val="0032092C"/>
    <w:rsid w:val="00326758"/>
    <w:rsid w:val="003378A7"/>
    <w:rsid w:val="00354A57"/>
    <w:rsid w:val="00381A79"/>
    <w:rsid w:val="00383E20"/>
    <w:rsid w:val="00391808"/>
    <w:rsid w:val="00392359"/>
    <w:rsid w:val="0039379B"/>
    <w:rsid w:val="003A6139"/>
    <w:rsid w:val="003B0309"/>
    <w:rsid w:val="003C7599"/>
    <w:rsid w:val="003D2F1D"/>
    <w:rsid w:val="003E418D"/>
    <w:rsid w:val="003F0499"/>
    <w:rsid w:val="0040502D"/>
    <w:rsid w:val="00407402"/>
    <w:rsid w:val="00417B2E"/>
    <w:rsid w:val="0043437B"/>
    <w:rsid w:val="00436087"/>
    <w:rsid w:val="0046551F"/>
    <w:rsid w:val="004E3673"/>
    <w:rsid w:val="004E6338"/>
    <w:rsid w:val="004E73D9"/>
    <w:rsid w:val="004F298E"/>
    <w:rsid w:val="00500AF3"/>
    <w:rsid w:val="00514DA3"/>
    <w:rsid w:val="00556507"/>
    <w:rsid w:val="00585745"/>
    <w:rsid w:val="00597F9B"/>
    <w:rsid w:val="005A2583"/>
    <w:rsid w:val="005B41A1"/>
    <w:rsid w:val="005D4D29"/>
    <w:rsid w:val="005D7B48"/>
    <w:rsid w:val="005E1906"/>
    <w:rsid w:val="00641B16"/>
    <w:rsid w:val="00645552"/>
    <w:rsid w:val="00654EAC"/>
    <w:rsid w:val="006555A7"/>
    <w:rsid w:val="0066086F"/>
    <w:rsid w:val="006612FE"/>
    <w:rsid w:val="00676DF2"/>
    <w:rsid w:val="00691483"/>
    <w:rsid w:val="006933AF"/>
    <w:rsid w:val="00693FA5"/>
    <w:rsid w:val="006B142F"/>
    <w:rsid w:val="007007DB"/>
    <w:rsid w:val="00706619"/>
    <w:rsid w:val="00731385"/>
    <w:rsid w:val="00735D52"/>
    <w:rsid w:val="00743B47"/>
    <w:rsid w:val="007440FA"/>
    <w:rsid w:val="00763482"/>
    <w:rsid w:val="00785EFF"/>
    <w:rsid w:val="007A048C"/>
    <w:rsid w:val="007C03CC"/>
    <w:rsid w:val="007C6ED8"/>
    <w:rsid w:val="007D5FC2"/>
    <w:rsid w:val="007E0A5D"/>
    <w:rsid w:val="007E70DA"/>
    <w:rsid w:val="007E7DC3"/>
    <w:rsid w:val="007F27A5"/>
    <w:rsid w:val="007F2847"/>
    <w:rsid w:val="00802A91"/>
    <w:rsid w:val="00812B7E"/>
    <w:rsid w:val="00833AC9"/>
    <w:rsid w:val="008414C6"/>
    <w:rsid w:val="008620EA"/>
    <w:rsid w:val="00866960"/>
    <w:rsid w:val="00893811"/>
    <w:rsid w:val="008D24DF"/>
    <w:rsid w:val="008E4A9A"/>
    <w:rsid w:val="00904F7A"/>
    <w:rsid w:val="009113AD"/>
    <w:rsid w:val="00912FBC"/>
    <w:rsid w:val="009308A8"/>
    <w:rsid w:val="00931DA1"/>
    <w:rsid w:val="009435C4"/>
    <w:rsid w:val="00943C18"/>
    <w:rsid w:val="00967A19"/>
    <w:rsid w:val="00973920"/>
    <w:rsid w:val="00984640"/>
    <w:rsid w:val="00986D95"/>
    <w:rsid w:val="00991C56"/>
    <w:rsid w:val="009C17E6"/>
    <w:rsid w:val="009C2B40"/>
    <w:rsid w:val="009E4329"/>
    <w:rsid w:val="00A00631"/>
    <w:rsid w:val="00A0245D"/>
    <w:rsid w:val="00A21E95"/>
    <w:rsid w:val="00A23B50"/>
    <w:rsid w:val="00A34DA5"/>
    <w:rsid w:val="00A660CC"/>
    <w:rsid w:val="00A95FBE"/>
    <w:rsid w:val="00AA1D2F"/>
    <w:rsid w:val="00AA2498"/>
    <w:rsid w:val="00AD1BFF"/>
    <w:rsid w:val="00AE6629"/>
    <w:rsid w:val="00AF33BB"/>
    <w:rsid w:val="00B020D2"/>
    <w:rsid w:val="00B121C0"/>
    <w:rsid w:val="00B1658B"/>
    <w:rsid w:val="00B178A7"/>
    <w:rsid w:val="00B24946"/>
    <w:rsid w:val="00B402E3"/>
    <w:rsid w:val="00B50DCC"/>
    <w:rsid w:val="00B539F7"/>
    <w:rsid w:val="00B912DB"/>
    <w:rsid w:val="00B913D3"/>
    <w:rsid w:val="00BA741C"/>
    <w:rsid w:val="00BB6F7C"/>
    <w:rsid w:val="00BD15C6"/>
    <w:rsid w:val="00BE48FC"/>
    <w:rsid w:val="00BE4E28"/>
    <w:rsid w:val="00BF11CD"/>
    <w:rsid w:val="00BF7524"/>
    <w:rsid w:val="00C018FB"/>
    <w:rsid w:val="00C55208"/>
    <w:rsid w:val="00C61710"/>
    <w:rsid w:val="00C702A3"/>
    <w:rsid w:val="00C74B55"/>
    <w:rsid w:val="00C8265C"/>
    <w:rsid w:val="00CB5EC0"/>
    <w:rsid w:val="00CD2437"/>
    <w:rsid w:val="00D34F93"/>
    <w:rsid w:val="00D41895"/>
    <w:rsid w:val="00D41BA8"/>
    <w:rsid w:val="00D5430D"/>
    <w:rsid w:val="00D56617"/>
    <w:rsid w:val="00D57200"/>
    <w:rsid w:val="00D70B6F"/>
    <w:rsid w:val="00D71F2D"/>
    <w:rsid w:val="00D819ED"/>
    <w:rsid w:val="00D84C47"/>
    <w:rsid w:val="00DA4459"/>
    <w:rsid w:val="00DA5BE1"/>
    <w:rsid w:val="00DC214D"/>
    <w:rsid w:val="00DD446F"/>
    <w:rsid w:val="00DE4488"/>
    <w:rsid w:val="00E0320F"/>
    <w:rsid w:val="00E047CF"/>
    <w:rsid w:val="00E07F57"/>
    <w:rsid w:val="00E32FC5"/>
    <w:rsid w:val="00E6371A"/>
    <w:rsid w:val="00E63BAB"/>
    <w:rsid w:val="00E66A69"/>
    <w:rsid w:val="00E67ABE"/>
    <w:rsid w:val="00E7174C"/>
    <w:rsid w:val="00E75454"/>
    <w:rsid w:val="00EA0B39"/>
    <w:rsid w:val="00EA2C21"/>
    <w:rsid w:val="00EB1EA7"/>
    <w:rsid w:val="00ED115D"/>
    <w:rsid w:val="00F0127C"/>
    <w:rsid w:val="00F06FFE"/>
    <w:rsid w:val="00F11D6F"/>
    <w:rsid w:val="00F21BBC"/>
    <w:rsid w:val="00F33166"/>
    <w:rsid w:val="00F443AE"/>
    <w:rsid w:val="00F51261"/>
    <w:rsid w:val="00F62A06"/>
    <w:rsid w:val="00F67051"/>
    <w:rsid w:val="00F74A74"/>
    <w:rsid w:val="00F874C1"/>
    <w:rsid w:val="00FA5D03"/>
    <w:rsid w:val="00FB5333"/>
    <w:rsid w:val="00FD06AB"/>
    <w:rsid w:val="00FE7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B7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GrilTabel">
    <w:name w:val="Table Grid"/>
    <w:basedOn w:val="Tabel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GrilTabel">
    <w:name w:val="Table Grid"/>
    <w:basedOn w:val="Tabel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D833E30-EF6A-41AE-8BEF-8BCA6367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292</TotalTime>
  <Pages>1</Pages>
  <Words>307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gzcc</cp:lastModifiedBy>
  <cp:revision>46</cp:revision>
  <cp:lastPrinted>2026-02-03T07:07:00Z</cp:lastPrinted>
  <dcterms:created xsi:type="dcterms:W3CDTF">2025-01-02T18:24:00Z</dcterms:created>
  <dcterms:modified xsi:type="dcterms:W3CDTF">2026-02-03T07:07:00Z</dcterms:modified>
</cp:coreProperties>
</file>