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DB6" w:rsidRPr="006267A3" w:rsidRDefault="00C91DB6" w:rsidP="00C91DB6">
      <w:pPr>
        <w:jc w:val="both"/>
        <w:rPr>
          <w:b/>
          <w:sz w:val="28"/>
          <w:szCs w:val="28"/>
          <w:lang w:val="ro-RO"/>
        </w:rPr>
      </w:pPr>
      <w:r w:rsidRPr="006267A3">
        <w:rPr>
          <w:b/>
          <w:sz w:val="28"/>
          <w:szCs w:val="28"/>
          <w:lang w:val="ro-RO"/>
        </w:rPr>
        <w:t xml:space="preserve">Descriere soluție – </w:t>
      </w:r>
      <w:r w:rsidR="004D0D7A">
        <w:rPr>
          <w:b/>
          <w:sz w:val="28"/>
          <w:szCs w:val="28"/>
          <w:lang w:val="ro-RO"/>
        </w:rPr>
        <w:t>k</w:t>
      </w:r>
      <w:r w:rsidR="006428EC">
        <w:rPr>
          <w:b/>
          <w:sz w:val="28"/>
          <w:szCs w:val="28"/>
          <w:lang w:val="ro-RO"/>
        </w:rPr>
        <w:t>2</w:t>
      </w:r>
      <w:r w:rsidRPr="006267A3">
        <w:rPr>
          <w:b/>
          <w:sz w:val="28"/>
          <w:szCs w:val="28"/>
          <w:lang w:val="ro-RO"/>
        </w:rPr>
        <w:t xml:space="preserve"> – 100p</w:t>
      </w:r>
      <w:r w:rsidRPr="006267A3">
        <w:rPr>
          <w:b/>
          <w:sz w:val="28"/>
          <w:szCs w:val="28"/>
          <w:lang w:val="ro-RO"/>
        </w:rPr>
        <w:tab/>
      </w:r>
      <w:r w:rsidRPr="006267A3">
        <w:rPr>
          <w:sz w:val="28"/>
          <w:szCs w:val="28"/>
          <w:lang w:val="ro-RO"/>
        </w:rPr>
        <w:tab/>
      </w:r>
      <w:r w:rsidRPr="006267A3">
        <w:rPr>
          <w:b/>
          <w:sz w:val="28"/>
          <w:szCs w:val="28"/>
          <w:lang w:val="ro-RO"/>
        </w:rPr>
        <w:tab/>
      </w:r>
      <w:r w:rsidRPr="006267A3">
        <w:rPr>
          <w:b/>
          <w:sz w:val="28"/>
          <w:szCs w:val="28"/>
          <w:lang w:val="ro-RO"/>
        </w:rPr>
        <w:tab/>
      </w:r>
      <w:r w:rsidRPr="006267A3">
        <w:rPr>
          <w:b/>
          <w:sz w:val="28"/>
          <w:szCs w:val="28"/>
          <w:lang w:val="ro-RO"/>
        </w:rPr>
        <w:tab/>
      </w:r>
    </w:p>
    <w:p w:rsidR="00DE4804" w:rsidRPr="006267A3" w:rsidRDefault="00DE4804" w:rsidP="00C91DB6">
      <w:pPr>
        <w:jc w:val="both"/>
        <w:rPr>
          <w:lang w:val="ro-RO"/>
        </w:rPr>
      </w:pPr>
    </w:p>
    <w:p w:rsidR="007C090C" w:rsidRDefault="006428EC" w:rsidP="000A136F">
      <w:pPr>
        <w:jc w:val="both"/>
      </w:pPr>
      <w:r>
        <w:rPr>
          <w:lang w:val="ro-RO"/>
        </w:rPr>
        <w:t>Șirul dat poate fi împărțit în grupe palindromice de lungime impară</w:t>
      </w:r>
      <w:r>
        <w:t>:</w:t>
      </w:r>
    </w:p>
    <w:p w:rsidR="006428EC" w:rsidRDefault="006428EC" w:rsidP="000A136F">
      <w:pPr>
        <w:jc w:val="both"/>
      </w:pPr>
      <w:r w:rsidRPr="006428EC">
        <w:t xml:space="preserve">2 1 2 </w:t>
      </w:r>
      <w:r>
        <w:t>/ 3 2 1 2 3 / 4 3 2 1 2 3 4 / 5 4 3 2 1 2 3 4 5</w:t>
      </w:r>
      <w:r w:rsidR="0028058D">
        <w:t xml:space="preserve"> / etc.</w:t>
      </w:r>
      <w:r w:rsidR="00867714">
        <w:t xml:space="preserve"> </w:t>
      </w:r>
      <w:proofErr w:type="spellStart"/>
      <w:r w:rsidR="00867714">
        <w:t>fiecare</w:t>
      </w:r>
      <w:proofErr w:type="spellEnd"/>
      <w:r w:rsidR="00867714">
        <w:t xml:space="preserve"> </w:t>
      </w:r>
      <w:proofErr w:type="spellStart"/>
      <w:r w:rsidR="00867714">
        <w:t>grup</w:t>
      </w:r>
      <w:proofErr w:type="spellEnd"/>
      <w:r w:rsidR="00867714">
        <w:rPr>
          <w:lang w:val="ro-RO"/>
        </w:rPr>
        <w:t xml:space="preserve">ă </w:t>
      </w:r>
      <w:r w:rsidR="00867714" w:rsidRPr="00A763FE">
        <w:rPr>
          <w:rFonts w:ascii="Courier New" w:hAnsi="Courier New" w:cs="Courier New"/>
          <w:lang w:val="ro-RO"/>
        </w:rPr>
        <w:t>k</w:t>
      </w:r>
      <w:r w:rsidR="00867714">
        <w:rPr>
          <w:lang w:val="ro-RO"/>
        </w:rPr>
        <w:t xml:space="preserve"> având</w:t>
      </w:r>
      <w:r w:rsidR="00867714">
        <w:t xml:space="preserve"> </w:t>
      </w:r>
      <w:r w:rsidR="00867714" w:rsidRPr="00A763FE">
        <w:rPr>
          <w:rFonts w:ascii="Courier New" w:hAnsi="Courier New" w:cs="Courier New"/>
        </w:rPr>
        <w:t xml:space="preserve">2k+1 </w:t>
      </w:r>
      <w:proofErr w:type="spellStart"/>
      <w:r w:rsidR="00867714">
        <w:t>termeni</w:t>
      </w:r>
      <w:proofErr w:type="spellEnd"/>
      <w:r w:rsidR="00867714">
        <w:t>.</w:t>
      </w:r>
    </w:p>
    <w:p w:rsidR="00867714" w:rsidRPr="00547D8D" w:rsidRDefault="00547D8D" w:rsidP="000A136F">
      <w:pPr>
        <w:jc w:val="both"/>
        <w:rPr>
          <w:lang w:val="ro-RO"/>
        </w:rPr>
      </w:pPr>
      <w:r>
        <w:t xml:space="preserve">Se </w:t>
      </w:r>
      <w:r>
        <w:rPr>
          <w:lang w:val="ro-RO"/>
        </w:rPr>
        <w:t>observă că grupa 1 începe cu primul termen (1</w:t>
      </w:r>
      <w:r w:rsidRPr="00547D8D">
        <w:rPr>
          <w:vertAlign w:val="superscript"/>
          <w:lang w:val="ro-RO"/>
        </w:rPr>
        <w:t>2</w:t>
      </w:r>
      <w:r>
        <w:rPr>
          <w:lang w:val="ro-RO"/>
        </w:rPr>
        <w:t xml:space="preserve">), grupa 2 începe cu al patrulea </w:t>
      </w:r>
      <w:r w:rsidR="00FC1F65">
        <w:rPr>
          <w:lang w:val="ro-RO"/>
        </w:rPr>
        <w:t xml:space="preserve">termen </w:t>
      </w:r>
      <w:r>
        <w:rPr>
          <w:lang w:val="ro-RO"/>
        </w:rPr>
        <w:t>(2</w:t>
      </w:r>
      <w:r w:rsidRPr="00547D8D">
        <w:rPr>
          <w:vertAlign w:val="superscript"/>
          <w:lang w:val="ro-RO"/>
        </w:rPr>
        <w:t>2</w:t>
      </w:r>
      <w:r>
        <w:rPr>
          <w:lang w:val="ro-RO"/>
        </w:rPr>
        <w:t>), grupa 3 începe cu al nouălea termen (3</w:t>
      </w:r>
      <w:r w:rsidRPr="00547D8D">
        <w:rPr>
          <w:vertAlign w:val="superscript"/>
          <w:lang w:val="ro-RO"/>
        </w:rPr>
        <w:t>2</w:t>
      </w:r>
      <w:r>
        <w:rPr>
          <w:lang w:val="ro-RO"/>
        </w:rPr>
        <w:t>) etc.</w:t>
      </w:r>
      <w:r w:rsidR="00FC1F65">
        <w:rPr>
          <w:lang w:val="ro-RO"/>
        </w:rPr>
        <w:t>, așadar o grupă k începe cu termenul numerotat k</w:t>
      </w:r>
      <w:r w:rsidR="00FC1F65" w:rsidRPr="00FC1F65">
        <w:rPr>
          <w:vertAlign w:val="superscript"/>
          <w:lang w:val="ro-RO"/>
        </w:rPr>
        <w:t>2</w:t>
      </w:r>
      <w:r w:rsidR="00FC1F65">
        <w:rPr>
          <w:lang w:val="ro-RO"/>
        </w:rPr>
        <w:t>.</w:t>
      </w:r>
    </w:p>
    <w:p w:rsidR="00E0320F" w:rsidRDefault="00867714" w:rsidP="000A136F">
      <w:pPr>
        <w:jc w:val="both"/>
        <w:rPr>
          <w:szCs w:val="22"/>
        </w:rPr>
      </w:pPr>
      <w:r>
        <w:rPr>
          <w:szCs w:val="22"/>
          <w:lang w:val="ro-RO"/>
        </w:rPr>
        <w:t xml:space="preserve">Pentru a afla grupa din care face parte termenul cu numărul </w:t>
      </w:r>
      <w:r w:rsidRPr="00A763FE">
        <w:rPr>
          <w:rFonts w:ascii="Courier New" w:hAnsi="Courier New" w:cs="Courier New"/>
          <w:szCs w:val="22"/>
          <w:lang w:val="ro-RO"/>
        </w:rPr>
        <w:t>n</w:t>
      </w:r>
      <w:r>
        <w:rPr>
          <w:szCs w:val="22"/>
          <w:lang w:val="ro-RO"/>
        </w:rPr>
        <w:t xml:space="preserve"> calculăm </w:t>
      </w:r>
      <w:r>
        <w:rPr>
          <w:szCs w:val="22"/>
        </w:rPr>
        <w:t xml:space="preserve">[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2"/>
              </w:rPr>
            </m:ctrlPr>
          </m:radPr>
          <m:deg/>
          <m:e>
            <m:r>
              <w:rPr>
                <w:rFonts w:ascii="Cambria Math" w:hAnsi="Cambria Math"/>
                <w:szCs w:val="22"/>
              </w:rPr>
              <m:t>n</m:t>
            </m:r>
          </m:e>
        </m:rad>
      </m:oMath>
      <w:r>
        <w:rPr>
          <w:szCs w:val="22"/>
        </w:rPr>
        <w:t xml:space="preserve"> ].</w:t>
      </w:r>
    </w:p>
    <w:p w:rsidR="00867714" w:rsidRDefault="00867714" w:rsidP="000A136F">
      <w:pPr>
        <w:jc w:val="both"/>
        <w:rPr>
          <w:szCs w:val="22"/>
        </w:rPr>
      </w:pPr>
      <w:proofErr w:type="spellStart"/>
      <w:r>
        <w:rPr>
          <w:szCs w:val="22"/>
        </w:rPr>
        <w:t>Termenul</w:t>
      </w:r>
      <w:proofErr w:type="spellEnd"/>
      <w:r>
        <w:rPr>
          <w:szCs w:val="22"/>
        </w:rPr>
        <w:t xml:space="preserve"> maxim p</w:t>
      </w:r>
      <w:r>
        <w:rPr>
          <w:szCs w:val="22"/>
          <w:lang w:val="ro-RO"/>
        </w:rPr>
        <w:t>ână</w:t>
      </w:r>
      <w:r>
        <w:rPr>
          <w:szCs w:val="22"/>
        </w:rPr>
        <w:t xml:space="preserve"> la </w:t>
      </w:r>
      <w:proofErr w:type="spellStart"/>
      <w:r>
        <w:rPr>
          <w:szCs w:val="22"/>
        </w:rPr>
        <w:t>poziția</w:t>
      </w:r>
      <w:proofErr w:type="spellEnd"/>
      <w:r>
        <w:rPr>
          <w:szCs w:val="22"/>
        </w:rPr>
        <w:t xml:space="preserve"> </w:t>
      </w:r>
      <w:r w:rsidRPr="00A763FE">
        <w:rPr>
          <w:rFonts w:ascii="Courier New" w:hAnsi="Courier New" w:cs="Courier New"/>
          <w:szCs w:val="22"/>
        </w:rPr>
        <w:t>n</w:t>
      </w:r>
      <w:r>
        <w:rPr>
          <w:szCs w:val="22"/>
        </w:rPr>
        <w:t xml:space="preserve"> din </w:t>
      </w:r>
      <w:proofErr w:type="spellStart"/>
      <w:r>
        <w:rPr>
          <w:szCs w:val="22"/>
        </w:rPr>
        <w:t>șir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este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chiar</w:t>
      </w:r>
      <w:proofErr w:type="spellEnd"/>
      <w:r>
        <w:rPr>
          <w:szCs w:val="22"/>
        </w:rPr>
        <w:t xml:space="preserve"> grupa+1</w:t>
      </w:r>
      <w:r w:rsidR="00A763FE">
        <w:rPr>
          <w:szCs w:val="22"/>
        </w:rPr>
        <w:t xml:space="preserve"> (</w:t>
      </w:r>
      <w:proofErr w:type="spellStart"/>
      <w:r w:rsidR="00A763FE">
        <w:rPr>
          <w:szCs w:val="22"/>
        </w:rPr>
        <w:t>cerința</w:t>
      </w:r>
      <w:proofErr w:type="spellEnd"/>
      <w:r w:rsidR="00A763FE">
        <w:rPr>
          <w:szCs w:val="22"/>
        </w:rPr>
        <w:t xml:space="preserve"> 1).</w:t>
      </w:r>
    </w:p>
    <w:p w:rsidR="00485DD9" w:rsidRDefault="00BD1788" w:rsidP="000A136F">
      <w:pPr>
        <w:jc w:val="both"/>
        <w:rPr>
          <w:szCs w:val="22"/>
        </w:rPr>
      </w:pPr>
      <w:proofErr w:type="spellStart"/>
      <w:r>
        <w:rPr>
          <w:szCs w:val="22"/>
        </w:rPr>
        <w:t>Pentru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cerința</w:t>
      </w:r>
      <w:proofErr w:type="spellEnd"/>
      <w:r>
        <w:rPr>
          <w:szCs w:val="22"/>
        </w:rPr>
        <w:t xml:space="preserve"> 2, </w:t>
      </w:r>
      <w:proofErr w:type="spellStart"/>
      <w:r>
        <w:rPr>
          <w:szCs w:val="22"/>
        </w:rPr>
        <w:t>aflăm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poziția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termenului</w:t>
      </w:r>
      <w:proofErr w:type="spellEnd"/>
      <w:r>
        <w:rPr>
          <w:szCs w:val="22"/>
        </w:rPr>
        <w:t xml:space="preserve"> cu </w:t>
      </w:r>
      <w:proofErr w:type="spellStart"/>
      <w:r>
        <w:rPr>
          <w:szCs w:val="22"/>
        </w:rPr>
        <w:t>numărul</w:t>
      </w:r>
      <w:proofErr w:type="spellEnd"/>
      <w:r>
        <w:rPr>
          <w:szCs w:val="22"/>
        </w:rPr>
        <w:t xml:space="preserve"> </w:t>
      </w:r>
      <w:r w:rsidRPr="00485DD9">
        <w:rPr>
          <w:rFonts w:ascii="Courier New" w:hAnsi="Courier New" w:cs="Courier New"/>
          <w:szCs w:val="22"/>
        </w:rPr>
        <w:t>n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în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cadrul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grupei</w:t>
      </w:r>
      <w:proofErr w:type="spellEnd"/>
      <w:r>
        <w:rPr>
          <w:szCs w:val="22"/>
        </w:rPr>
        <w:t xml:space="preserve"> sale, </w:t>
      </w:r>
      <w:proofErr w:type="spellStart"/>
      <w:r>
        <w:rPr>
          <w:szCs w:val="22"/>
        </w:rPr>
        <w:t>apoi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valoarea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acestui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termen</w:t>
      </w:r>
      <w:proofErr w:type="spellEnd"/>
      <w:r>
        <w:rPr>
          <w:szCs w:val="22"/>
        </w:rPr>
        <w:t xml:space="preserve"> </w:t>
      </w:r>
    </w:p>
    <w:p w:rsidR="00BD1788" w:rsidRPr="00867714" w:rsidRDefault="00BD1788" w:rsidP="000A136F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(</w:t>
      </w:r>
      <w:proofErr w:type="spellStart"/>
      <w:r w:rsidR="00485DD9">
        <w:rPr>
          <w:szCs w:val="22"/>
        </w:rPr>
        <w:t>două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cazuri</w:t>
      </w:r>
      <w:proofErr w:type="spellEnd"/>
      <w:r w:rsidR="00485DD9">
        <w:rPr>
          <w:szCs w:val="22"/>
        </w:rPr>
        <w:t xml:space="preserve">: </w:t>
      </w:r>
      <w:proofErr w:type="spellStart"/>
      <w:r w:rsidR="00485DD9">
        <w:rPr>
          <w:szCs w:val="22"/>
        </w:rPr>
        <w:t>dacă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termenul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este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în</w:t>
      </w:r>
      <w:proofErr w:type="spellEnd"/>
      <w:r w:rsidR="00485DD9">
        <w:rPr>
          <w:szCs w:val="22"/>
        </w:rPr>
        <w:t xml:space="preserve"> prima </w:t>
      </w:r>
      <w:proofErr w:type="spellStart"/>
      <w:r w:rsidR="00485DD9">
        <w:rPr>
          <w:szCs w:val="22"/>
        </w:rPr>
        <w:t>jumătate</w:t>
      </w:r>
      <w:proofErr w:type="spellEnd"/>
      <w:r w:rsidR="00485DD9">
        <w:rPr>
          <w:szCs w:val="22"/>
        </w:rPr>
        <w:t xml:space="preserve"> a </w:t>
      </w:r>
      <w:proofErr w:type="spellStart"/>
      <w:r w:rsidR="00485DD9">
        <w:rPr>
          <w:szCs w:val="22"/>
        </w:rPr>
        <w:t>grupei</w:t>
      </w:r>
      <w:proofErr w:type="spellEnd"/>
      <w:r w:rsidR="00485DD9">
        <w:rPr>
          <w:szCs w:val="22"/>
        </w:rPr>
        <w:t xml:space="preserve">, </w:t>
      </w:r>
      <w:proofErr w:type="spellStart"/>
      <w:r w:rsidR="00485DD9">
        <w:rPr>
          <w:szCs w:val="22"/>
        </w:rPr>
        <w:t>sau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dacă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termenul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este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în</w:t>
      </w:r>
      <w:proofErr w:type="spellEnd"/>
      <w:r w:rsidR="00485DD9">
        <w:rPr>
          <w:szCs w:val="22"/>
        </w:rPr>
        <w:t xml:space="preserve"> a </w:t>
      </w:r>
      <w:proofErr w:type="spellStart"/>
      <w:r w:rsidR="00485DD9">
        <w:rPr>
          <w:szCs w:val="22"/>
        </w:rPr>
        <w:t>doua</w:t>
      </w:r>
      <w:proofErr w:type="spellEnd"/>
      <w:r w:rsidR="00485DD9">
        <w:rPr>
          <w:szCs w:val="22"/>
        </w:rPr>
        <w:t xml:space="preserve"> </w:t>
      </w:r>
      <w:proofErr w:type="spellStart"/>
      <w:r w:rsidR="00485DD9">
        <w:rPr>
          <w:szCs w:val="22"/>
        </w:rPr>
        <w:t>jumătate</w:t>
      </w:r>
      <w:proofErr w:type="spellEnd"/>
      <w:r w:rsidR="00485DD9">
        <w:rPr>
          <w:szCs w:val="22"/>
        </w:rPr>
        <w:t xml:space="preserve"> a </w:t>
      </w:r>
      <w:proofErr w:type="spellStart"/>
      <w:r w:rsidR="00485DD9">
        <w:rPr>
          <w:szCs w:val="22"/>
        </w:rPr>
        <w:t>grupei</w:t>
      </w:r>
      <w:proofErr w:type="spellEnd"/>
      <w:r w:rsidR="00485DD9">
        <w:rPr>
          <w:szCs w:val="22"/>
        </w:rPr>
        <w:t>).</w:t>
      </w:r>
    </w:p>
    <w:p w:rsidR="006267A3" w:rsidRPr="006267A3" w:rsidRDefault="006267A3" w:rsidP="000A136F">
      <w:pPr>
        <w:jc w:val="both"/>
        <w:rPr>
          <w:szCs w:val="22"/>
          <w:lang w:val="ro-RO"/>
        </w:rPr>
      </w:pPr>
    </w:p>
    <w:sectPr w:rsidR="006267A3" w:rsidRPr="006267A3" w:rsidSect="005D7B48">
      <w:headerReference w:type="default" r:id="rId9"/>
      <w:pgSz w:w="11906" w:h="16838" w:code="9"/>
      <w:pgMar w:top="1418" w:right="567" w:bottom="567" w:left="567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21" w:rsidRDefault="00792921">
      <w:r>
        <w:separator/>
      </w:r>
    </w:p>
  </w:endnote>
  <w:endnote w:type="continuationSeparator" w:id="0">
    <w:p w:rsidR="00792921" w:rsidRDefault="0079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21" w:rsidRDefault="00792921">
      <w:r>
        <w:separator/>
      </w:r>
    </w:p>
  </w:footnote>
  <w:footnote w:type="continuationSeparator" w:id="0">
    <w:p w:rsidR="00792921" w:rsidRDefault="00792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B48" w:rsidRDefault="00222716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3663538</wp:posOffset>
          </wp:positionH>
          <wp:positionV relativeFrom="paragraph">
            <wp:posOffset>89065</wp:posOffset>
          </wp:positionV>
          <wp:extent cx="2962275" cy="503555"/>
          <wp:effectExtent l="0" t="0" r="0" b="0"/>
          <wp:wrapNone/>
          <wp:docPr id="2" name="Picture 2" descr="Screenshot 2025-01-08 090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reenshot 2025-01-08 0905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D7B48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tab/>
    </w:r>
  </w:p>
  <w:p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:rsidR="005D7B48" w:rsidRPr="006F699A" w:rsidRDefault="005D7B48" w:rsidP="005D7B48">
    <w:pPr>
      <w:tabs>
        <w:tab w:val="right" w:pos="10631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</w:t>
    </w:r>
    <w:proofErr w:type="spellStart"/>
    <w:r w:rsidRPr="006F699A">
      <w:rPr>
        <w:b/>
        <w:sz w:val="22"/>
        <w:szCs w:val="22"/>
        <w:lang w:val="es-ES"/>
      </w:rPr>
      <w:t>Informatică</w:t>
    </w:r>
    <w:proofErr w:type="spellEnd"/>
    <w:r w:rsidRPr="006F699A">
      <w:rPr>
        <w:b/>
        <w:sz w:val="22"/>
        <w:szCs w:val="22"/>
        <w:lang w:val="es-ES"/>
      </w:rPr>
      <w:t xml:space="preserve">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ab/>
    </w:r>
  </w:p>
  <w:p w:rsidR="005D7B48" w:rsidRPr="006428EC" w:rsidRDefault="006428EC" w:rsidP="005D7B48">
    <w:pPr>
      <w:tabs>
        <w:tab w:val="right" w:pos="10631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 xml:space="preserve">7 </w:t>
    </w:r>
    <w:proofErr w:type="spellStart"/>
    <w:r w:rsidR="005D7B48" w:rsidRPr="006F699A">
      <w:rPr>
        <w:b/>
        <w:sz w:val="22"/>
        <w:szCs w:val="22"/>
        <w:lang w:val="fr-FR"/>
      </w:rPr>
      <w:t>februarie</w:t>
    </w:r>
    <w:proofErr w:type="spellEnd"/>
    <w:r w:rsidR="005D7B48" w:rsidRPr="006F699A">
      <w:rPr>
        <w:b/>
        <w:sz w:val="22"/>
        <w:szCs w:val="22"/>
        <w:lang w:val="fr-FR"/>
      </w:rPr>
      <w:t xml:space="preserve">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</w:p>
  <w:p w:rsidR="008912D9" w:rsidRPr="005D7B48" w:rsidRDefault="000B621B" w:rsidP="005D7B48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.4pt;margin-top:4.65pt;width:528pt;height:0;z-index:251661312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745"/>
    <w:rsid w:val="000063A6"/>
    <w:rsid w:val="00010C41"/>
    <w:rsid w:val="000350C2"/>
    <w:rsid w:val="00054285"/>
    <w:rsid w:val="000666B7"/>
    <w:rsid w:val="00076B65"/>
    <w:rsid w:val="00086172"/>
    <w:rsid w:val="000A136F"/>
    <w:rsid w:val="000B621B"/>
    <w:rsid w:val="000B6EA6"/>
    <w:rsid w:val="000F6A4D"/>
    <w:rsid w:val="00131C42"/>
    <w:rsid w:val="00137AF8"/>
    <w:rsid w:val="0018476E"/>
    <w:rsid w:val="001C40FA"/>
    <w:rsid w:val="001D1B28"/>
    <w:rsid w:val="001F6881"/>
    <w:rsid w:val="00222716"/>
    <w:rsid w:val="00244A82"/>
    <w:rsid w:val="00251D83"/>
    <w:rsid w:val="00262D87"/>
    <w:rsid w:val="0028058D"/>
    <w:rsid w:val="002B7EF7"/>
    <w:rsid w:val="002D0CA7"/>
    <w:rsid w:val="003056E7"/>
    <w:rsid w:val="00311DC3"/>
    <w:rsid w:val="00354A57"/>
    <w:rsid w:val="00381A79"/>
    <w:rsid w:val="00383E20"/>
    <w:rsid w:val="00392359"/>
    <w:rsid w:val="0039379B"/>
    <w:rsid w:val="003A31F6"/>
    <w:rsid w:val="003A6139"/>
    <w:rsid w:val="003B0309"/>
    <w:rsid w:val="003D2F1D"/>
    <w:rsid w:val="00417B2E"/>
    <w:rsid w:val="00485DD9"/>
    <w:rsid w:val="004D0D7A"/>
    <w:rsid w:val="004E73D9"/>
    <w:rsid w:val="004F298E"/>
    <w:rsid w:val="00547D8D"/>
    <w:rsid w:val="00565D71"/>
    <w:rsid w:val="00585745"/>
    <w:rsid w:val="005A2583"/>
    <w:rsid w:val="005C2689"/>
    <w:rsid w:val="005D7B48"/>
    <w:rsid w:val="006267A3"/>
    <w:rsid w:val="00641B16"/>
    <w:rsid w:val="006428EC"/>
    <w:rsid w:val="00645390"/>
    <w:rsid w:val="00693FA5"/>
    <w:rsid w:val="006B142F"/>
    <w:rsid w:val="00706619"/>
    <w:rsid w:val="007440FA"/>
    <w:rsid w:val="00763751"/>
    <w:rsid w:val="00792921"/>
    <w:rsid w:val="007A048C"/>
    <w:rsid w:val="007C03CC"/>
    <w:rsid w:val="007C090C"/>
    <w:rsid w:val="007E0A5D"/>
    <w:rsid w:val="007F27A5"/>
    <w:rsid w:val="00802A91"/>
    <w:rsid w:val="008414C6"/>
    <w:rsid w:val="00867714"/>
    <w:rsid w:val="008912D9"/>
    <w:rsid w:val="008D24DF"/>
    <w:rsid w:val="00900190"/>
    <w:rsid w:val="009113AD"/>
    <w:rsid w:val="009308A8"/>
    <w:rsid w:val="00932013"/>
    <w:rsid w:val="009435C4"/>
    <w:rsid w:val="009E4329"/>
    <w:rsid w:val="00A0245D"/>
    <w:rsid w:val="00A34DA5"/>
    <w:rsid w:val="00A763FE"/>
    <w:rsid w:val="00AA2498"/>
    <w:rsid w:val="00AE6629"/>
    <w:rsid w:val="00B02AFE"/>
    <w:rsid w:val="00B24946"/>
    <w:rsid w:val="00B402E3"/>
    <w:rsid w:val="00B912DB"/>
    <w:rsid w:val="00BD1788"/>
    <w:rsid w:val="00BD43F8"/>
    <w:rsid w:val="00BE48FC"/>
    <w:rsid w:val="00BF11CD"/>
    <w:rsid w:val="00C506DC"/>
    <w:rsid w:val="00C562D2"/>
    <w:rsid w:val="00C91DB6"/>
    <w:rsid w:val="00CC5C17"/>
    <w:rsid w:val="00CD2437"/>
    <w:rsid w:val="00D56617"/>
    <w:rsid w:val="00D70B6F"/>
    <w:rsid w:val="00D71F2D"/>
    <w:rsid w:val="00DE4488"/>
    <w:rsid w:val="00DE4804"/>
    <w:rsid w:val="00E0320F"/>
    <w:rsid w:val="00E047CF"/>
    <w:rsid w:val="00E07F57"/>
    <w:rsid w:val="00E32252"/>
    <w:rsid w:val="00E32FC5"/>
    <w:rsid w:val="00E46A5C"/>
    <w:rsid w:val="00E6371A"/>
    <w:rsid w:val="00E67ABE"/>
    <w:rsid w:val="00E7174C"/>
    <w:rsid w:val="00E75454"/>
    <w:rsid w:val="00E93116"/>
    <w:rsid w:val="00ED466F"/>
    <w:rsid w:val="00F62A06"/>
    <w:rsid w:val="00F64945"/>
    <w:rsid w:val="00F67051"/>
    <w:rsid w:val="00F874C1"/>
    <w:rsid w:val="00FC1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5BDF7"/>
  <w15:docId w15:val="{6F9743ED-936A-4C2C-AD5C-6B914DB2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8677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7A6A895-9FF6-4323-992B-409BDB80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130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.elev</cp:lastModifiedBy>
  <cp:revision>16</cp:revision>
  <dcterms:created xsi:type="dcterms:W3CDTF">2024-01-23T15:01:00Z</dcterms:created>
  <dcterms:modified xsi:type="dcterms:W3CDTF">2026-01-29T08:17:00Z</dcterms:modified>
</cp:coreProperties>
</file>